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E699B" w14:textId="62B7F7D5" w:rsidR="0011708D" w:rsidRPr="00A56355" w:rsidRDefault="0011708D" w:rsidP="009534E2">
      <w:pPr>
        <w:widowControl w:val="0"/>
        <w:jc w:val="center"/>
        <w:rPr>
          <w:caps/>
          <w:color w:val="C00000"/>
          <w:spacing w:val="30"/>
          <w:sz w:val="40"/>
          <w:szCs w:val="40"/>
        </w:rPr>
      </w:pPr>
    </w:p>
    <w:p w14:paraId="6929D03C" w14:textId="1A1627EB" w:rsidR="008B5029" w:rsidRPr="00A56355" w:rsidRDefault="000429A9" w:rsidP="009534E2">
      <w:pPr>
        <w:widowControl w:val="0"/>
        <w:jc w:val="center"/>
        <w:rPr>
          <w:caps/>
          <w:color w:val="008998"/>
          <w:spacing w:val="30"/>
          <w:sz w:val="40"/>
          <w:szCs w:val="40"/>
        </w:rPr>
      </w:pPr>
      <w:r w:rsidRPr="00A56355">
        <w:rPr>
          <w:caps/>
          <w:color w:val="C00000"/>
          <w:spacing w:val="30"/>
          <w:sz w:val="40"/>
          <w:szCs w:val="40"/>
        </w:rPr>
        <w:t xml:space="preserve"> </w:t>
      </w:r>
      <w:r w:rsidR="008B5029" w:rsidRPr="00A56355">
        <w:rPr>
          <w:caps/>
          <w:color w:val="008998"/>
          <w:spacing w:val="30"/>
          <w:sz w:val="40"/>
          <w:szCs w:val="40"/>
        </w:rPr>
        <w:t>Súťažné podklady</w:t>
      </w:r>
    </w:p>
    <w:p w14:paraId="042682C4" w14:textId="77777777" w:rsidR="008B5029" w:rsidRPr="00A56355" w:rsidRDefault="008B5029" w:rsidP="009534E2">
      <w:pPr>
        <w:widowControl w:val="0"/>
        <w:jc w:val="center"/>
        <w:rPr>
          <w:caps/>
          <w:spacing w:val="30"/>
          <w:sz w:val="24"/>
          <w:szCs w:val="32"/>
        </w:rPr>
      </w:pPr>
    </w:p>
    <w:p w14:paraId="5266E8AD" w14:textId="136DF8E9" w:rsidR="00123371" w:rsidRPr="00A56355" w:rsidRDefault="00123371" w:rsidP="00785BCA">
      <w:pPr>
        <w:jc w:val="center"/>
        <w:rPr>
          <w:caps/>
          <w:spacing w:val="30"/>
        </w:rPr>
      </w:pPr>
      <w:r>
        <w:rPr>
          <w:caps/>
          <w:spacing w:val="30"/>
          <w:sz w:val="28"/>
          <w:szCs w:val="32"/>
        </w:rPr>
        <w:t>verejná súťaž</w:t>
      </w:r>
    </w:p>
    <w:p w14:paraId="16C25080" w14:textId="04DA451A" w:rsidR="00785BCA" w:rsidRPr="00A56355" w:rsidRDefault="00123371" w:rsidP="00785BCA">
      <w:pPr>
        <w:jc w:val="center"/>
      </w:pPr>
      <w:r>
        <w:t>Realizovaná v súlade so</w:t>
      </w:r>
      <w:r w:rsidR="00197DC1" w:rsidRPr="00197DC1">
        <w:t xml:space="preserve"> zákon</w:t>
      </w:r>
      <w:r>
        <w:t>om</w:t>
      </w:r>
      <w:r w:rsidR="00197DC1" w:rsidRPr="00197DC1">
        <w:t xml:space="preserve"> č. 343/2015 Z. z. o verejnom obstarávaní a o zmene a doplnení niektorých zákonov v platnom znení („</w:t>
      </w:r>
      <w:r w:rsidR="00197DC1" w:rsidRPr="00197DC1">
        <w:rPr>
          <w:b/>
          <w:bCs/>
        </w:rPr>
        <w:t>ZVO</w:t>
      </w:r>
      <w:r w:rsidR="00197DC1" w:rsidRPr="00197DC1">
        <w:t>“)</w:t>
      </w:r>
      <w:r w:rsidR="00785BCA" w:rsidRPr="00A56355">
        <w:rPr>
          <w:rFonts w:eastAsia="MingLiU" w:cs="MingLiU"/>
        </w:rPr>
        <w:br/>
      </w:r>
      <w:r w:rsidR="00785BCA" w:rsidRPr="00A56355">
        <w:t xml:space="preserve"> (</w:t>
      </w:r>
      <w:r w:rsidR="00197DC1">
        <w:t xml:space="preserve">ďalej aj ako </w:t>
      </w:r>
      <w:r w:rsidR="00A04C69" w:rsidRPr="00A56355">
        <w:t>„</w:t>
      </w:r>
      <w:r w:rsidR="00A04C69" w:rsidRPr="00A56355">
        <w:rPr>
          <w:b/>
        </w:rPr>
        <w:t>Verejné obstarávanie</w:t>
      </w:r>
      <w:r w:rsidR="00A04C69" w:rsidRPr="00A56355">
        <w:t>“)</w:t>
      </w:r>
    </w:p>
    <w:p w14:paraId="380F6FFD" w14:textId="77777777" w:rsidR="00785BCA" w:rsidRPr="00A56355" w:rsidRDefault="00785BCA" w:rsidP="00785BCA">
      <w:pPr>
        <w:jc w:val="center"/>
      </w:pPr>
    </w:p>
    <w:p w14:paraId="43481075" w14:textId="41775E59" w:rsidR="00785BCA" w:rsidRPr="00A56355" w:rsidRDefault="00785BCA" w:rsidP="00785BCA">
      <w:pPr>
        <w:jc w:val="center"/>
      </w:pPr>
      <w:r w:rsidRPr="00A56355">
        <w:t>/</w:t>
      </w:r>
      <w:r w:rsidR="00197DC1">
        <w:t>stavebné práce</w:t>
      </w:r>
      <w:r w:rsidRPr="00A56355">
        <w:t>/</w:t>
      </w:r>
    </w:p>
    <w:p w14:paraId="1A8F7674" w14:textId="77777777" w:rsidR="00785BCA" w:rsidRPr="00A56355" w:rsidRDefault="00785BCA" w:rsidP="00785BCA">
      <w:pPr>
        <w:jc w:val="center"/>
      </w:pPr>
    </w:p>
    <w:p w14:paraId="0CC0109E" w14:textId="6B5180FF" w:rsidR="00785BCA" w:rsidRPr="00A56355" w:rsidRDefault="00785BCA" w:rsidP="00785BCA">
      <w:pPr>
        <w:jc w:val="center"/>
      </w:pPr>
      <w:r w:rsidRPr="00A56355">
        <w:t xml:space="preserve">evidenčné číslo </w:t>
      </w:r>
      <w:r w:rsidR="00197DC1">
        <w:t>Verejného obstarávania</w:t>
      </w:r>
      <w:r w:rsidRPr="00A56355">
        <w:t>:</w:t>
      </w:r>
    </w:p>
    <w:p w14:paraId="6E783ACF" w14:textId="0A5C4889" w:rsidR="00CD2F4E" w:rsidRDefault="006B54B0" w:rsidP="00785BCA">
      <w:pPr>
        <w:jc w:val="center"/>
      </w:pPr>
      <w:r w:rsidRPr="006B54B0">
        <w:t>449067</w:t>
      </w:r>
    </w:p>
    <w:p w14:paraId="11576559" w14:textId="77777777" w:rsidR="006B54B0" w:rsidRPr="00A56355" w:rsidRDefault="006B54B0" w:rsidP="00785BCA">
      <w:pPr>
        <w:jc w:val="center"/>
      </w:pPr>
    </w:p>
    <w:p w14:paraId="69F6AE73" w14:textId="77777777" w:rsidR="00785BCA" w:rsidRPr="00A56355" w:rsidRDefault="00785BCA" w:rsidP="00785BCA">
      <w:pPr>
        <w:jc w:val="center"/>
        <w:rPr>
          <w:caps/>
          <w:spacing w:val="30"/>
          <w:sz w:val="28"/>
        </w:rPr>
      </w:pPr>
      <w:r w:rsidRPr="00A56355">
        <w:rPr>
          <w:caps/>
          <w:spacing w:val="30"/>
          <w:sz w:val="28"/>
        </w:rPr>
        <w:t>predmet zákazky</w:t>
      </w:r>
    </w:p>
    <w:p w14:paraId="10ADAE8E" w14:textId="77777777" w:rsidR="00785BCA" w:rsidRPr="00A56355" w:rsidRDefault="00785BCA" w:rsidP="00785BCA"/>
    <w:p w14:paraId="6E87AB2C" w14:textId="1CC19022" w:rsidR="00DD3FC4" w:rsidRPr="00A56355" w:rsidRDefault="0011708D" w:rsidP="00892872">
      <w:pPr>
        <w:spacing w:after="0"/>
        <w:jc w:val="center"/>
      </w:pPr>
      <w:bookmarkStart w:id="0" w:name="_Hlk63859637"/>
      <w:bookmarkStart w:id="1" w:name="_Hlk109985122"/>
      <w:r w:rsidRPr="00A56355">
        <w:rPr>
          <w:b/>
          <w:bCs/>
          <w:sz w:val="24"/>
          <w:szCs w:val="24"/>
        </w:rPr>
        <w:t xml:space="preserve">Zvýšenie </w:t>
      </w:r>
      <w:r w:rsidR="00671E98" w:rsidRPr="00A56355">
        <w:rPr>
          <w:b/>
          <w:bCs/>
          <w:sz w:val="24"/>
          <w:szCs w:val="24"/>
        </w:rPr>
        <w:t>prevádzkovej</w:t>
      </w:r>
      <w:r w:rsidR="00195EE7" w:rsidRPr="00A56355">
        <w:rPr>
          <w:b/>
          <w:bCs/>
          <w:sz w:val="24"/>
          <w:szCs w:val="24"/>
        </w:rPr>
        <w:t xml:space="preserve"> </w:t>
      </w:r>
      <w:r w:rsidRPr="00A56355">
        <w:rPr>
          <w:b/>
          <w:bCs/>
          <w:sz w:val="24"/>
          <w:szCs w:val="24"/>
        </w:rPr>
        <w:t xml:space="preserve">efektívnosti </w:t>
      </w:r>
      <w:r w:rsidR="00671E98" w:rsidRPr="00A56355">
        <w:rPr>
          <w:b/>
          <w:bCs/>
          <w:sz w:val="24"/>
          <w:szCs w:val="24"/>
        </w:rPr>
        <w:t xml:space="preserve">energetického hospodárstva </w:t>
      </w:r>
      <w:bookmarkEnd w:id="0"/>
      <w:r w:rsidR="00892872" w:rsidRPr="00892872">
        <w:rPr>
          <w:b/>
          <w:bCs/>
          <w:sz w:val="24"/>
          <w:szCs w:val="24"/>
        </w:rPr>
        <w:t>Domov</w:t>
      </w:r>
      <w:r w:rsidR="00892872">
        <w:rPr>
          <w:b/>
          <w:bCs/>
          <w:sz w:val="24"/>
          <w:szCs w:val="24"/>
        </w:rPr>
        <w:t>a</w:t>
      </w:r>
      <w:r w:rsidR="00892872" w:rsidRPr="00892872">
        <w:rPr>
          <w:b/>
          <w:bCs/>
          <w:sz w:val="24"/>
          <w:szCs w:val="24"/>
        </w:rPr>
        <w:t xml:space="preserve"> sociálnych služieb </w:t>
      </w:r>
      <w:proofErr w:type="spellStart"/>
      <w:r w:rsidR="00325538" w:rsidRPr="00325538">
        <w:rPr>
          <w:b/>
          <w:bCs/>
          <w:sz w:val="24"/>
          <w:szCs w:val="24"/>
        </w:rPr>
        <w:t>Lidwina</w:t>
      </w:r>
      <w:proofErr w:type="spellEnd"/>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A56355" w14:paraId="4CE38FF5" w14:textId="77777777" w:rsidTr="001438C0">
        <w:trPr>
          <w:trHeight w:val="1682"/>
        </w:trPr>
        <w:tc>
          <w:tcPr>
            <w:tcW w:w="4532" w:type="dxa"/>
            <w:tcBorders>
              <w:bottom w:val="single" w:sz="4" w:space="0" w:color="auto"/>
            </w:tcBorders>
            <w:vAlign w:val="center"/>
          </w:tcPr>
          <w:bookmarkEnd w:id="1"/>
          <w:p w14:paraId="536270A1" w14:textId="62E0DD59" w:rsidR="00DD3FC4" w:rsidRPr="00A56355" w:rsidRDefault="00BF09B9" w:rsidP="00346DA6">
            <w:r w:rsidRPr="00A56355">
              <w:t>Osoba zodpovedná za vypracovanie súťažných podkladov:</w:t>
            </w:r>
          </w:p>
        </w:tc>
        <w:tc>
          <w:tcPr>
            <w:tcW w:w="4382" w:type="dxa"/>
            <w:tcBorders>
              <w:bottom w:val="single" w:sz="4" w:space="0" w:color="auto"/>
            </w:tcBorders>
          </w:tcPr>
          <w:p w14:paraId="373FB6CC" w14:textId="77777777" w:rsidR="00EB5BD3" w:rsidRPr="00A56355" w:rsidRDefault="00EB5BD3" w:rsidP="0038247B">
            <w:pPr>
              <w:ind w:left="282"/>
              <w:jc w:val="right"/>
            </w:pPr>
          </w:p>
          <w:p w14:paraId="494F0F27" w14:textId="77777777" w:rsidR="009A10D6" w:rsidRDefault="009A10D6" w:rsidP="009A10D6">
            <w:pPr>
              <w:ind w:left="282"/>
            </w:pPr>
          </w:p>
          <w:p w14:paraId="55B46CFF" w14:textId="793D8CCA" w:rsidR="00EB5BD3" w:rsidRPr="00A56355" w:rsidRDefault="00EB5BD3" w:rsidP="009A10D6">
            <w:pPr>
              <w:ind w:left="282"/>
            </w:pPr>
            <w:r w:rsidRPr="00A56355">
              <w:t xml:space="preserve">JUDr. Tomáš </w:t>
            </w:r>
            <w:proofErr w:type="spellStart"/>
            <w:r w:rsidRPr="00A56355">
              <w:t>Uríček</w:t>
            </w:r>
            <w:proofErr w:type="spellEnd"/>
          </w:p>
          <w:p w14:paraId="593E7A38" w14:textId="75FF202E" w:rsidR="00BF09B9" w:rsidRPr="00A56355" w:rsidRDefault="00BF09B9" w:rsidP="0038247B">
            <w:pPr>
              <w:ind w:left="282"/>
              <w:jc w:val="right"/>
            </w:pPr>
          </w:p>
        </w:tc>
      </w:tr>
      <w:tr w:rsidR="00BD69BA" w:rsidRPr="00A56355" w14:paraId="4B2D28C9" w14:textId="77777777" w:rsidTr="001A249A">
        <w:trPr>
          <w:trHeight w:val="900"/>
        </w:trPr>
        <w:tc>
          <w:tcPr>
            <w:tcW w:w="4532" w:type="dxa"/>
            <w:tcBorders>
              <w:top w:val="single" w:sz="4" w:space="0" w:color="auto"/>
            </w:tcBorders>
            <w:vAlign w:val="center"/>
          </w:tcPr>
          <w:p w14:paraId="3FAA2BCC" w14:textId="5C1CBD96" w:rsidR="00BD69BA" w:rsidRPr="00A56355" w:rsidRDefault="00BD69BA" w:rsidP="00231350">
            <w:pPr>
              <w:rPr>
                <w:szCs w:val="20"/>
              </w:rPr>
            </w:pPr>
            <w:r w:rsidRPr="00A56355">
              <w:t>Súťažné podklady schválil</w:t>
            </w:r>
            <w:r w:rsidRPr="00A56355">
              <w:rPr>
                <w:szCs w:val="20"/>
              </w:rPr>
              <w:t xml:space="preserve">:      </w:t>
            </w:r>
          </w:p>
        </w:tc>
        <w:tc>
          <w:tcPr>
            <w:tcW w:w="4382" w:type="dxa"/>
            <w:tcBorders>
              <w:top w:val="single" w:sz="4" w:space="0" w:color="auto"/>
            </w:tcBorders>
            <w:shd w:val="clear" w:color="auto" w:fill="auto"/>
            <w:vAlign w:val="center"/>
          </w:tcPr>
          <w:p w14:paraId="396AA448" w14:textId="2CB63F66" w:rsidR="00BD69BA" w:rsidRPr="00892872" w:rsidRDefault="00123371" w:rsidP="007C2D26">
            <w:pPr>
              <w:ind w:left="288" w:hanging="288"/>
            </w:pPr>
            <w:r>
              <w:t xml:space="preserve"> </w:t>
            </w:r>
            <w:r w:rsidR="009A10D6">
              <w:t xml:space="preserve">    </w:t>
            </w:r>
            <w:r w:rsidR="007C2D26">
              <w:t xml:space="preserve"> </w:t>
            </w:r>
            <w:r w:rsidRPr="00123371">
              <w:t xml:space="preserve">Mgr. Viera </w:t>
            </w:r>
            <w:proofErr w:type="spellStart"/>
            <w:r w:rsidRPr="00123371">
              <w:t>Dzurjaškov</w:t>
            </w:r>
            <w:r>
              <w:t>á</w:t>
            </w:r>
            <w:proofErr w:type="spellEnd"/>
            <w:r>
              <w:t xml:space="preserve">, </w:t>
            </w:r>
            <w:r w:rsidRPr="00123371">
              <w:t>poverená</w:t>
            </w:r>
            <w:r>
              <w:t xml:space="preserve"> </w:t>
            </w:r>
            <w:r w:rsidRPr="00123371">
              <w:t>riadením</w:t>
            </w:r>
            <w:r>
              <w:t xml:space="preserve">, </w:t>
            </w:r>
            <w:r w:rsidR="009A10D6">
              <w:t xml:space="preserve">   </w:t>
            </w:r>
            <w:r w:rsidR="007C2D26">
              <w:t xml:space="preserve">  </w:t>
            </w:r>
            <w:r w:rsidRPr="00123371">
              <w:t>LIDWINA - Domov sociálnych služieb</w:t>
            </w:r>
            <w:r w:rsidRPr="00123371" w:rsidDel="00123371">
              <w:rPr>
                <w:highlight w:val="yellow"/>
              </w:rPr>
              <w:t xml:space="preserve"> </w:t>
            </w:r>
          </w:p>
        </w:tc>
      </w:tr>
    </w:tbl>
    <w:p w14:paraId="463D9A4B" w14:textId="1E827D90" w:rsidR="00785BCA" w:rsidRPr="00A56355" w:rsidRDefault="00785BCA" w:rsidP="00785BCA">
      <w:pPr>
        <w:jc w:val="center"/>
      </w:pPr>
    </w:p>
    <w:p w14:paraId="4455062A" w14:textId="70E9E7D4" w:rsidR="00785BCA" w:rsidRDefault="00785BCA" w:rsidP="00785BCA">
      <w:pPr>
        <w:tabs>
          <w:tab w:val="left" w:pos="6425"/>
        </w:tabs>
      </w:pPr>
    </w:p>
    <w:p w14:paraId="586FB589" w14:textId="051AECF1" w:rsidR="009A10D6" w:rsidRDefault="009A10D6" w:rsidP="00785BCA">
      <w:pPr>
        <w:tabs>
          <w:tab w:val="left" w:pos="6425"/>
        </w:tabs>
      </w:pPr>
    </w:p>
    <w:p w14:paraId="75007FFC" w14:textId="2F3AEDB8" w:rsidR="009A10D6" w:rsidRDefault="009A10D6" w:rsidP="00785BCA">
      <w:pPr>
        <w:tabs>
          <w:tab w:val="left" w:pos="6425"/>
        </w:tabs>
      </w:pPr>
    </w:p>
    <w:p w14:paraId="02BE7966" w14:textId="6DEA889A" w:rsidR="009A10D6" w:rsidRDefault="009A10D6" w:rsidP="00785BCA">
      <w:pPr>
        <w:tabs>
          <w:tab w:val="left" w:pos="6425"/>
        </w:tabs>
      </w:pPr>
    </w:p>
    <w:p w14:paraId="59876777" w14:textId="77777777" w:rsidR="009A10D6" w:rsidRPr="00A56355" w:rsidRDefault="009A10D6" w:rsidP="00785BCA">
      <w:pPr>
        <w:tabs>
          <w:tab w:val="left" w:pos="6425"/>
        </w:tabs>
      </w:pPr>
    </w:p>
    <w:p w14:paraId="1DF85B13" w14:textId="4A5EDE3C" w:rsidR="00EB5BD3" w:rsidRPr="00A56355" w:rsidRDefault="00785BCA" w:rsidP="00EB5BD3">
      <w:pPr>
        <w:jc w:val="center"/>
      </w:pPr>
      <w:r w:rsidRPr="00564C0D">
        <w:t>V</w:t>
      </w:r>
      <w:r w:rsidRPr="00564C0D">
        <w:rPr>
          <w:rFonts w:cs="Calibri"/>
        </w:rPr>
        <w:t> </w:t>
      </w:r>
      <w:r w:rsidR="00123371" w:rsidRPr="00564C0D">
        <w:t>Strážnom</w:t>
      </w:r>
      <w:r w:rsidRPr="00564C0D">
        <w:t>,</w:t>
      </w:r>
      <w:r w:rsidRPr="00A56355">
        <w:t xml:space="preserve"> dňa </w:t>
      </w:r>
      <w:r w:rsidR="00564C0D">
        <w:t>2</w:t>
      </w:r>
      <w:r w:rsidR="003D61F5">
        <w:t>6</w:t>
      </w:r>
      <w:r w:rsidR="00564C0D">
        <w:t>.09.2022</w:t>
      </w:r>
    </w:p>
    <w:p w14:paraId="0CDA47B6" w14:textId="22547AD1" w:rsidR="00785BCA" w:rsidRPr="00A56355" w:rsidRDefault="00785BCA" w:rsidP="009C6C80">
      <w:pPr>
        <w:jc w:val="center"/>
        <w:sectPr w:rsidR="00785BCA" w:rsidRPr="00A56355"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A56355" w:rsidRDefault="00D91E6D" w:rsidP="00AC2081">
      <w:pPr>
        <w:pStyle w:val="Obsah1"/>
      </w:pPr>
      <w:bookmarkStart w:id="2" w:name="_Toc444084932"/>
      <w:r w:rsidRPr="00A56355">
        <w:lastRenderedPageBreak/>
        <w:t>Obsah súťažných podkladov</w:t>
      </w:r>
    </w:p>
    <w:p w14:paraId="68D5246C" w14:textId="77777777" w:rsidR="00D91E6D" w:rsidRPr="00A56355" w:rsidRDefault="00D91E6D" w:rsidP="00D91E6D"/>
    <w:p w14:paraId="218C45F3" w14:textId="542164B1" w:rsidR="00CE4942" w:rsidRDefault="00485661">
      <w:pPr>
        <w:pStyle w:val="Obsah1"/>
        <w:rPr>
          <w:rFonts w:asciiTheme="minorHAnsi" w:eastAsiaTheme="minorEastAsia" w:hAnsiTheme="minorHAnsi" w:cstheme="minorBidi"/>
          <w:b w:val="0"/>
          <w:bCs w:val="0"/>
          <w:caps w:val="0"/>
          <w:sz w:val="22"/>
          <w:szCs w:val="22"/>
          <w:lang w:eastAsia="sk-SK"/>
        </w:rPr>
      </w:pPr>
      <w:r w:rsidRPr="00A56355">
        <w:rPr>
          <w:noProof w:val="0"/>
        </w:rPr>
        <w:fldChar w:fldCharType="begin"/>
      </w:r>
      <w:r w:rsidRPr="00A56355">
        <w:rPr>
          <w:noProof w:val="0"/>
        </w:rPr>
        <w:instrText xml:space="preserve"> TOC \o "1-3" \h \z \u </w:instrText>
      </w:r>
      <w:r w:rsidRPr="00A56355">
        <w:rPr>
          <w:noProof w:val="0"/>
        </w:rPr>
        <w:fldChar w:fldCharType="separate"/>
      </w:r>
      <w:hyperlink w:anchor="_Toc114833195" w:history="1">
        <w:r w:rsidR="00CE4942" w:rsidRPr="006633DC">
          <w:rPr>
            <w:rStyle w:val="Hypertextovprepojenie"/>
          </w:rPr>
          <w:t>ČASŤ A</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Pokyny pre uchádzačov</w:t>
        </w:r>
        <w:r w:rsidR="00CE4942">
          <w:rPr>
            <w:webHidden/>
          </w:rPr>
          <w:tab/>
        </w:r>
        <w:r w:rsidR="00CE4942">
          <w:rPr>
            <w:webHidden/>
          </w:rPr>
          <w:fldChar w:fldCharType="begin"/>
        </w:r>
        <w:r w:rsidR="00CE4942">
          <w:rPr>
            <w:webHidden/>
          </w:rPr>
          <w:instrText xml:space="preserve"> PAGEREF _Toc114833195 \h </w:instrText>
        </w:r>
        <w:r w:rsidR="00CE4942">
          <w:rPr>
            <w:webHidden/>
          </w:rPr>
        </w:r>
        <w:r w:rsidR="00CE4942">
          <w:rPr>
            <w:webHidden/>
          </w:rPr>
          <w:fldChar w:fldCharType="separate"/>
        </w:r>
        <w:r w:rsidR="00CE4942">
          <w:rPr>
            <w:webHidden/>
          </w:rPr>
          <w:t>4</w:t>
        </w:r>
        <w:r w:rsidR="00CE4942">
          <w:rPr>
            <w:webHidden/>
          </w:rPr>
          <w:fldChar w:fldCharType="end"/>
        </w:r>
      </w:hyperlink>
    </w:p>
    <w:p w14:paraId="1D643AF8" w14:textId="435BE88D" w:rsidR="00CE4942" w:rsidRDefault="00456658">
      <w:pPr>
        <w:pStyle w:val="Obsah2"/>
        <w:rPr>
          <w:rFonts w:asciiTheme="minorHAnsi" w:eastAsiaTheme="minorEastAsia" w:hAnsiTheme="minorHAnsi" w:cstheme="minorBidi"/>
          <w:b w:val="0"/>
          <w:smallCaps w:val="0"/>
          <w:sz w:val="22"/>
          <w:szCs w:val="22"/>
          <w:lang w:eastAsia="sk-SK"/>
        </w:rPr>
      </w:pPr>
      <w:hyperlink w:anchor="_Toc114833196" w:history="1">
        <w:r w:rsidR="00CE4942" w:rsidRPr="006633DC">
          <w:rPr>
            <w:rStyle w:val="Hypertextovprepojenie"/>
          </w:rPr>
          <w:t>ODDIEL 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Všeobecné informácie</w:t>
        </w:r>
        <w:r w:rsidR="00CE4942">
          <w:rPr>
            <w:webHidden/>
          </w:rPr>
          <w:tab/>
        </w:r>
        <w:r w:rsidR="00CE4942">
          <w:rPr>
            <w:webHidden/>
          </w:rPr>
          <w:fldChar w:fldCharType="begin"/>
        </w:r>
        <w:r w:rsidR="00CE4942">
          <w:rPr>
            <w:webHidden/>
          </w:rPr>
          <w:instrText xml:space="preserve"> PAGEREF _Toc114833196 \h </w:instrText>
        </w:r>
        <w:r w:rsidR="00CE4942">
          <w:rPr>
            <w:webHidden/>
          </w:rPr>
        </w:r>
        <w:r w:rsidR="00CE4942">
          <w:rPr>
            <w:webHidden/>
          </w:rPr>
          <w:fldChar w:fldCharType="separate"/>
        </w:r>
        <w:r w:rsidR="00CE4942">
          <w:rPr>
            <w:webHidden/>
          </w:rPr>
          <w:t>4</w:t>
        </w:r>
        <w:r w:rsidR="00CE4942">
          <w:rPr>
            <w:webHidden/>
          </w:rPr>
          <w:fldChar w:fldCharType="end"/>
        </w:r>
      </w:hyperlink>
    </w:p>
    <w:p w14:paraId="2936FEB5" w14:textId="4FD5C70E" w:rsidR="00CE4942" w:rsidRDefault="00456658">
      <w:pPr>
        <w:pStyle w:val="Obsah3"/>
        <w:rPr>
          <w:rFonts w:eastAsiaTheme="minorEastAsia"/>
          <w:i w:val="0"/>
          <w:iCs w:val="0"/>
          <w:noProof/>
          <w:sz w:val="22"/>
          <w:szCs w:val="22"/>
          <w:lang w:eastAsia="sk-SK"/>
        </w:rPr>
      </w:pPr>
      <w:hyperlink w:anchor="_Toc114833197"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Identifikácia verejného obstarávateľa</w:t>
        </w:r>
        <w:r w:rsidR="00CE4942">
          <w:rPr>
            <w:noProof/>
            <w:webHidden/>
          </w:rPr>
          <w:tab/>
        </w:r>
        <w:r w:rsidR="00CE4942">
          <w:rPr>
            <w:noProof/>
            <w:webHidden/>
          </w:rPr>
          <w:fldChar w:fldCharType="begin"/>
        </w:r>
        <w:r w:rsidR="00CE4942">
          <w:rPr>
            <w:noProof/>
            <w:webHidden/>
          </w:rPr>
          <w:instrText xml:space="preserve"> PAGEREF _Toc114833197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3DD62B96" w14:textId="1CED0CCD" w:rsidR="00CE4942" w:rsidRDefault="00456658">
      <w:pPr>
        <w:pStyle w:val="Obsah3"/>
        <w:rPr>
          <w:rFonts w:eastAsiaTheme="minorEastAsia"/>
          <w:i w:val="0"/>
          <w:iCs w:val="0"/>
          <w:noProof/>
          <w:sz w:val="22"/>
          <w:szCs w:val="22"/>
          <w:lang w:eastAsia="sk-SK"/>
        </w:rPr>
      </w:pPr>
      <w:hyperlink w:anchor="_Toc114833198"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Predmet zákazky</w:t>
        </w:r>
        <w:r w:rsidR="00CE4942">
          <w:rPr>
            <w:noProof/>
            <w:webHidden/>
          </w:rPr>
          <w:tab/>
        </w:r>
        <w:r w:rsidR="00CE4942">
          <w:rPr>
            <w:noProof/>
            <w:webHidden/>
          </w:rPr>
          <w:fldChar w:fldCharType="begin"/>
        </w:r>
        <w:r w:rsidR="00CE4942">
          <w:rPr>
            <w:noProof/>
            <w:webHidden/>
          </w:rPr>
          <w:instrText xml:space="preserve"> PAGEREF _Toc114833198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5C52FE6B" w14:textId="6ACADCA9" w:rsidR="00CE4942" w:rsidRDefault="00456658">
      <w:pPr>
        <w:pStyle w:val="Obsah3"/>
        <w:rPr>
          <w:rFonts w:eastAsiaTheme="minorEastAsia"/>
          <w:i w:val="0"/>
          <w:iCs w:val="0"/>
          <w:noProof/>
          <w:sz w:val="22"/>
          <w:szCs w:val="22"/>
          <w:lang w:eastAsia="sk-SK"/>
        </w:rPr>
      </w:pPr>
      <w:hyperlink w:anchor="_Toc114833199"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Komplexnosť dodávky a jej nedeliteľnosť</w:t>
        </w:r>
        <w:r w:rsidR="00CE4942">
          <w:rPr>
            <w:noProof/>
            <w:webHidden/>
          </w:rPr>
          <w:tab/>
        </w:r>
        <w:r w:rsidR="00CE4942">
          <w:rPr>
            <w:noProof/>
            <w:webHidden/>
          </w:rPr>
          <w:fldChar w:fldCharType="begin"/>
        </w:r>
        <w:r w:rsidR="00CE4942">
          <w:rPr>
            <w:noProof/>
            <w:webHidden/>
          </w:rPr>
          <w:instrText xml:space="preserve"> PAGEREF _Toc114833199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76F74268" w14:textId="2388626E" w:rsidR="00CE4942" w:rsidRDefault="00456658">
      <w:pPr>
        <w:pStyle w:val="Obsah3"/>
        <w:rPr>
          <w:rFonts w:eastAsiaTheme="minorEastAsia"/>
          <w:i w:val="0"/>
          <w:iCs w:val="0"/>
          <w:noProof/>
          <w:sz w:val="22"/>
          <w:szCs w:val="22"/>
          <w:lang w:eastAsia="sk-SK"/>
        </w:rPr>
      </w:pPr>
      <w:hyperlink w:anchor="_Toc114833200" w:history="1">
        <w:r w:rsidR="00CE4942" w:rsidRPr="006633DC">
          <w:rPr>
            <w:rStyle w:val="Hypertextovprepojenie"/>
            <w:rFonts w:cs="Times New Roman"/>
            <w:noProof/>
          </w:rPr>
          <w:t>4</w:t>
        </w:r>
        <w:r w:rsidR="00CE4942">
          <w:rPr>
            <w:rFonts w:eastAsiaTheme="minorEastAsia"/>
            <w:i w:val="0"/>
            <w:iCs w:val="0"/>
            <w:noProof/>
            <w:sz w:val="22"/>
            <w:szCs w:val="22"/>
            <w:lang w:eastAsia="sk-SK"/>
          </w:rPr>
          <w:tab/>
        </w:r>
        <w:r w:rsidR="00CE4942" w:rsidRPr="006633DC">
          <w:rPr>
            <w:rStyle w:val="Hypertextovprepojenie"/>
            <w:noProof/>
          </w:rPr>
          <w:t>Zdroj finančných prostriedkov</w:t>
        </w:r>
        <w:r w:rsidR="00CE4942">
          <w:rPr>
            <w:noProof/>
            <w:webHidden/>
          </w:rPr>
          <w:tab/>
        </w:r>
        <w:r w:rsidR="00CE4942">
          <w:rPr>
            <w:noProof/>
            <w:webHidden/>
          </w:rPr>
          <w:fldChar w:fldCharType="begin"/>
        </w:r>
        <w:r w:rsidR="00CE4942">
          <w:rPr>
            <w:noProof/>
            <w:webHidden/>
          </w:rPr>
          <w:instrText xml:space="preserve"> PAGEREF _Toc114833200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06BB936F" w14:textId="066404C4" w:rsidR="00CE4942" w:rsidRDefault="00456658">
      <w:pPr>
        <w:pStyle w:val="Obsah3"/>
        <w:rPr>
          <w:rFonts w:eastAsiaTheme="minorEastAsia"/>
          <w:i w:val="0"/>
          <w:iCs w:val="0"/>
          <w:noProof/>
          <w:sz w:val="22"/>
          <w:szCs w:val="22"/>
          <w:lang w:eastAsia="sk-SK"/>
        </w:rPr>
      </w:pPr>
      <w:hyperlink w:anchor="_Toc114833201" w:history="1">
        <w:r w:rsidR="00CE4942" w:rsidRPr="006633DC">
          <w:rPr>
            <w:rStyle w:val="Hypertextovprepojenie"/>
            <w:rFonts w:cs="Times New Roman"/>
            <w:noProof/>
          </w:rPr>
          <w:t>5</w:t>
        </w:r>
        <w:r w:rsidR="00CE4942">
          <w:rPr>
            <w:rFonts w:eastAsiaTheme="minorEastAsia"/>
            <w:i w:val="0"/>
            <w:iCs w:val="0"/>
            <w:noProof/>
            <w:sz w:val="22"/>
            <w:szCs w:val="22"/>
            <w:lang w:eastAsia="sk-SK"/>
          </w:rPr>
          <w:tab/>
        </w:r>
        <w:r w:rsidR="00CE4942" w:rsidRPr="006633DC">
          <w:rPr>
            <w:rStyle w:val="Hypertextovprepojenie"/>
            <w:noProof/>
          </w:rPr>
          <w:t>Zmluva</w:t>
        </w:r>
        <w:r w:rsidR="00CE4942">
          <w:rPr>
            <w:noProof/>
            <w:webHidden/>
          </w:rPr>
          <w:tab/>
        </w:r>
        <w:r w:rsidR="00CE4942">
          <w:rPr>
            <w:noProof/>
            <w:webHidden/>
          </w:rPr>
          <w:fldChar w:fldCharType="begin"/>
        </w:r>
        <w:r w:rsidR="00CE4942">
          <w:rPr>
            <w:noProof/>
            <w:webHidden/>
          </w:rPr>
          <w:instrText xml:space="preserve"> PAGEREF _Toc114833201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6513C258" w14:textId="5EDAFB78" w:rsidR="00CE4942" w:rsidRDefault="00456658">
      <w:pPr>
        <w:pStyle w:val="Obsah3"/>
        <w:rPr>
          <w:rFonts w:eastAsiaTheme="minorEastAsia"/>
          <w:i w:val="0"/>
          <w:iCs w:val="0"/>
          <w:noProof/>
          <w:sz w:val="22"/>
          <w:szCs w:val="22"/>
          <w:lang w:eastAsia="sk-SK"/>
        </w:rPr>
      </w:pPr>
      <w:hyperlink w:anchor="_Toc114833202" w:history="1">
        <w:r w:rsidR="00CE4942" w:rsidRPr="006633DC">
          <w:rPr>
            <w:rStyle w:val="Hypertextovprepojenie"/>
            <w:rFonts w:cs="Times New Roman"/>
            <w:noProof/>
          </w:rPr>
          <w:t>6</w:t>
        </w:r>
        <w:r w:rsidR="00CE4942">
          <w:rPr>
            <w:rFonts w:eastAsiaTheme="minorEastAsia"/>
            <w:i w:val="0"/>
            <w:iCs w:val="0"/>
            <w:noProof/>
            <w:sz w:val="22"/>
            <w:szCs w:val="22"/>
            <w:lang w:eastAsia="sk-SK"/>
          </w:rPr>
          <w:tab/>
        </w:r>
        <w:r w:rsidR="00CE4942" w:rsidRPr="006633DC">
          <w:rPr>
            <w:rStyle w:val="Hypertextovprepojenie"/>
            <w:noProof/>
          </w:rPr>
          <w:t>Oprávnení uchádzači</w:t>
        </w:r>
        <w:r w:rsidR="00CE4942">
          <w:rPr>
            <w:noProof/>
            <w:webHidden/>
          </w:rPr>
          <w:tab/>
        </w:r>
        <w:r w:rsidR="00CE4942">
          <w:rPr>
            <w:noProof/>
            <w:webHidden/>
          </w:rPr>
          <w:fldChar w:fldCharType="begin"/>
        </w:r>
        <w:r w:rsidR="00CE4942">
          <w:rPr>
            <w:noProof/>
            <w:webHidden/>
          </w:rPr>
          <w:instrText xml:space="preserve"> PAGEREF _Toc114833202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42138C93" w14:textId="5EA3A686" w:rsidR="00CE4942" w:rsidRDefault="00456658">
      <w:pPr>
        <w:pStyle w:val="Obsah3"/>
        <w:rPr>
          <w:rFonts w:eastAsiaTheme="minorEastAsia"/>
          <w:i w:val="0"/>
          <w:iCs w:val="0"/>
          <w:noProof/>
          <w:sz w:val="22"/>
          <w:szCs w:val="22"/>
          <w:lang w:eastAsia="sk-SK"/>
        </w:rPr>
      </w:pPr>
      <w:hyperlink w:anchor="_Toc114833203" w:history="1">
        <w:r w:rsidR="00CE4942" w:rsidRPr="006633DC">
          <w:rPr>
            <w:rStyle w:val="Hypertextovprepojenie"/>
            <w:rFonts w:cs="Times New Roman"/>
            <w:noProof/>
          </w:rPr>
          <w:t>7</w:t>
        </w:r>
        <w:r w:rsidR="00CE4942">
          <w:rPr>
            <w:rFonts w:eastAsiaTheme="minorEastAsia"/>
            <w:i w:val="0"/>
            <w:iCs w:val="0"/>
            <w:noProof/>
            <w:sz w:val="22"/>
            <w:szCs w:val="22"/>
            <w:lang w:eastAsia="sk-SK"/>
          </w:rPr>
          <w:tab/>
        </w:r>
        <w:r w:rsidR="00CE4942" w:rsidRPr="006633DC">
          <w:rPr>
            <w:rStyle w:val="Hypertextovprepojenie"/>
            <w:noProof/>
          </w:rPr>
          <w:t>Predloženie a obsah ponúk</w:t>
        </w:r>
        <w:r w:rsidR="00CE4942">
          <w:rPr>
            <w:noProof/>
            <w:webHidden/>
          </w:rPr>
          <w:tab/>
        </w:r>
        <w:r w:rsidR="00CE4942">
          <w:rPr>
            <w:noProof/>
            <w:webHidden/>
          </w:rPr>
          <w:fldChar w:fldCharType="begin"/>
        </w:r>
        <w:r w:rsidR="00CE4942">
          <w:rPr>
            <w:noProof/>
            <w:webHidden/>
          </w:rPr>
          <w:instrText xml:space="preserve"> PAGEREF _Toc114833203 \h </w:instrText>
        </w:r>
        <w:r w:rsidR="00CE4942">
          <w:rPr>
            <w:noProof/>
            <w:webHidden/>
          </w:rPr>
        </w:r>
        <w:r w:rsidR="00CE4942">
          <w:rPr>
            <w:noProof/>
            <w:webHidden/>
          </w:rPr>
          <w:fldChar w:fldCharType="separate"/>
        </w:r>
        <w:r w:rsidR="00CE4942">
          <w:rPr>
            <w:noProof/>
            <w:webHidden/>
          </w:rPr>
          <w:t>6</w:t>
        </w:r>
        <w:r w:rsidR="00CE4942">
          <w:rPr>
            <w:noProof/>
            <w:webHidden/>
          </w:rPr>
          <w:fldChar w:fldCharType="end"/>
        </w:r>
      </w:hyperlink>
    </w:p>
    <w:p w14:paraId="0304BEBE" w14:textId="1DB64AFB" w:rsidR="00CE4942" w:rsidRDefault="00456658">
      <w:pPr>
        <w:pStyle w:val="Obsah3"/>
        <w:rPr>
          <w:rFonts w:eastAsiaTheme="minorEastAsia"/>
          <w:i w:val="0"/>
          <w:iCs w:val="0"/>
          <w:noProof/>
          <w:sz w:val="22"/>
          <w:szCs w:val="22"/>
          <w:lang w:eastAsia="sk-SK"/>
        </w:rPr>
      </w:pPr>
      <w:hyperlink w:anchor="_Toc114833204" w:history="1">
        <w:r w:rsidR="00CE4942" w:rsidRPr="006633DC">
          <w:rPr>
            <w:rStyle w:val="Hypertextovprepojenie"/>
            <w:rFonts w:cs="Times New Roman"/>
            <w:noProof/>
          </w:rPr>
          <w:t>8</w:t>
        </w:r>
        <w:r w:rsidR="00CE4942">
          <w:rPr>
            <w:rFonts w:eastAsiaTheme="minorEastAsia"/>
            <w:i w:val="0"/>
            <w:iCs w:val="0"/>
            <w:noProof/>
            <w:sz w:val="22"/>
            <w:szCs w:val="22"/>
            <w:lang w:eastAsia="sk-SK"/>
          </w:rPr>
          <w:tab/>
        </w:r>
        <w:r w:rsidR="00CE4942" w:rsidRPr="006633DC">
          <w:rPr>
            <w:rStyle w:val="Hypertextovprepojenie"/>
            <w:noProof/>
          </w:rPr>
          <w:t>Variantné riešenie</w:t>
        </w:r>
        <w:r w:rsidR="00CE4942">
          <w:rPr>
            <w:noProof/>
            <w:webHidden/>
          </w:rPr>
          <w:tab/>
        </w:r>
        <w:r w:rsidR="00CE4942">
          <w:rPr>
            <w:noProof/>
            <w:webHidden/>
          </w:rPr>
          <w:fldChar w:fldCharType="begin"/>
        </w:r>
        <w:r w:rsidR="00CE4942">
          <w:rPr>
            <w:noProof/>
            <w:webHidden/>
          </w:rPr>
          <w:instrText xml:space="preserve"> PAGEREF _Toc114833204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6816429B" w14:textId="238BEF1F" w:rsidR="00CE4942" w:rsidRDefault="00456658">
      <w:pPr>
        <w:pStyle w:val="Obsah3"/>
        <w:rPr>
          <w:rFonts w:eastAsiaTheme="minorEastAsia"/>
          <w:i w:val="0"/>
          <w:iCs w:val="0"/>
          <w:noProof/>
          <w:sz w:val="22"/>
          <w:szCs w:val="22"/>
          <w:lang w:eastAsia="sk-SK"/>
        </w:rPr>
      </w:pPr>
      <w:hyperlink w:anchor="_Toc114833205" w:history="1">
        <w:r w:rsidR="00CE4942" w:rsidRPr="006633DC">
          <w:rPr>
            <w:rStyle w:val="Hypertextovprepojenie"/>
            <w:rFonts w:cs="Times New Roman"/>
            <w:noProof/>
          </w:rPr>
          <w:t>9</w:t>
        </w:r>
        <w:r w:rsidR="00CE4942">
          <w:rPr>
            <w:rFonts w:eastAsiaTheme="minorEastAsia"/>
            <w:i w:val="0"/>
            <w:iCs w:val="0"/>
            <w:noProof/>
            <w:sz w:val="22"/>
            <w:szCs w:val="22"/>
            <w:lang w:eastAsia="sk-SK"/>
          </w:rPr>
          <w:tab/>
        </w:r>
        <w:r w:rsidR="00CE4942" w:rsidRPr="006633DC">
          <w:rPr>
            <w:rStyle w:val="Hypertextovprepojenie"/>
            <w:noProof/>
          </w:rPr>
          <w:t>Platnosť ponúk</w:t>
        </w:r>
        <w:r w:rsidR="00CE4942">
          <w:rPr>
            <w:noProof/>
            <w:webHidden/>
          </w:rPr>
          <w:tab/>
        </w:r>
        <w:r w:rsidR="00CE4942">
          <w:rPr>
            <w:noProof/>
            <w:webHidden/>
          </w:rPr>
          <w:fldChar w:fldCharType="begin"/>
        </w:r>
        <w:r w:rsidR="00CE4942">
          <w:rPr>
            <w:noProof/>
            <w:webHidden/>
          </w:rPr>
          <w:instrText xml:space="preserve"> PAGEREF _Toc114833205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39062E5F" w14:textId="3EAE65BB" w:rsidR="00CE4942" w:rsidRDefault="00456658">
      <w:pPr>
        <w:pStyle w:val="Obsah3"/>
        <w:tabs>
          <w:tab w:val="left" w:pos="709"/>
        </w:tabs>
        <w:rPr>
          <w:rFonts w:eastAsiaTheme="minorEastAsia"/>
          <w:i w:val="0"/>
          <w:iCs w:val="0"/>
          <w:noProof/>
          <w:sz w:val="22"/>
          <w:szCs w:val="22"/>
          <w:lang w:eastAsia="sk-SK"/>
        </w:rPr>
      </w:pPr>
      <w:hyperlink w:anchor="_Toc114833206" w:history="1">
        <w:r w:rsidR="00CE4942" w:rsidRPr="006633DC">
          <w:rPr>
            <w:rStyle w:val="Hypertextovprepojenie"/>
            <w:rFonts w:cs="Times New Roman"/>
            <w:noProof/>
          </w:rPr>
          <w:t>10</w:t>
        </w:r>
        <w:r w:rsidR="00CE4942">
          <w:rPr>
            <w:rFonts w:eastAsiaTheme="minorEastAsia"/>
            <w:i w:val="0"/>
            <w:iCs w:val="0"/>
            <w:noProof/>
            <w:sz w:val="22"/>
            <w:szCs w:val="22"/>
            <w:lang w:eastAsia="sk-SK"/>
          </w:rPr>
          <w:tab/>
        </w:r>
        <w:r w:rsidR="00CE4942" w:rsidRPr="006633DC">
          <w:rPr>
            <w:rStyle w:val="Hypertextovprepojenie"/>
            <w:noProof/>
          </w:rPr>
          <w:t>Náklady na ponuky</w:t>
        </w:r>
        <w:r w:rsidR="00CE4942">
          <w:rPr>
            <w:noProof/>
            <w:webHidden/>
          </w:rPr>
          <w:tab/>
        </w:r>
        <w:r w:rsidR="00CE4942">
          <w:rPr>
            <w:noProof/>
            <w:webHidden/>
          </w:rPr>
          <w:fldChar w:fldCharType="begin"/>
        </w:r>
        <w:r w:rsidR="00CE4942">
          <w:rPr>
            <w:noProof/>
            <w:webHidden/>
          </w:rPr>
          <w:instrText xml:space="preserve"> PAGEREF _Toc114833206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3D2DB8DF" w14:textId="76EC0DAE" w:rsidR="00CE4942" w:rsidRDefault="00456658">
      <w:pPr>
        <w:pStyle w:val="Obsah2"/>
        <w:rPr>
          <w:rFonts w:asciiTheme="minorHAnsi" w:eastAsiaTheme="minorEastAsia" w:hAnsiTheme="minorHAnsi" w:cstheme="minorBidi"/>
          <w:b w:val="0"/>
          <w:smallCaps w:val="0"/>
          <w:sz w:val="22"/>
          <w:szCs w:val="22"/>
          <w:lang w:eastAsia="sk-SK"/>
        </w:rPr>
      </w:pPr>
      <w:hyperlink w:anchor="_Toc114833207" w:history="1">
        <w:r w:rsidR="00CE4942" w:rsidRPr="006633DC">
          <w:rPr>
            <w:rStyle w:val="Hypertextovprepojenie"/>
          </w:rPr>
          <w:t>ODDIEL II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Dorozumievanie medzi Verejným obstarávateľom a</w:t>
        </w:r>
        <w:r w:rsidR="00CE4942" w:rsidRPr="006633DC">
          <w:rPr>
            <w:rStyle w:val="Hypertextovprepojenie"/>
            <w:rFonts w:cs="Calibri"/>
          </w:rPr>
          <w:t> </w:t>
        </w:r>
        <w:r w:rsidR="00CE4942" w:rsidRPr="006633DC">
          <w:rPr>
            <w:rStyle w:val="Hypertextovprepojenie"/>
          </w:rPr>
          <w:t>uch</w:t>
        </w:r>
        <w:r w:rsidR="00CE4942" w:rsidRPr="006633DC">
          <w:rPr>
            <w:rStyle w:val="Hypertextovprepojenie"/>
            <w:rFonts w:cs="Proba Pro"/>
          </w:rPr>
          <w:t>á</w:t>
        </w:r>
        <w:r w:rsidR="00CE4942" w:rsidRPr="006633DC">
          <w:rPr>
            <w:rStyle w:val="Hypertextovprepojenie"/>
          </w:rPr>
          <w:t>dza</w:t>
        </w:r>
        <w:r w:rsidR="00CE4942" w:rsidRPr="006633DC">
          <w:rPr>
            <w:rStyle w:val="Hypertextovprepojenie"/>
            <w:rFonts w:cs="Proba Pro"/>
          </w:rPr>
          <w:t>č</w:t>
        </w:r>
        <w:r w:rsidR="00CE4942" w:rsidRPr="006633DC">
          <w:rPr>
            <w:rStyle w:val="Hypertextovprepojenie"/>
          </w:rPr>
          <w:t>mi alebo z</w:t>
        </w:r>
        <w:r w:rsidR="00CE4942" w:rsidRPr="006633DC">
          <w:rPr>
            <w:rStyle w:val="Hypertextovprepojenie"/>
            <w:rFonts w:cs="Proba Pro"/>
          </w:rPr>
          <w:t>á</w:t>
        </w:r>
        <w:r w:rsidR="00CE4942" w:rsidRPr="006633DC">
          <w:rPr>
            <w:rStyle w:val="Hypertextovprepojenie"/>
          </w:rPr>
          <w:t>ujemcami</w:t>
        </w:r>
        <w:r w:rsidR="00CE4942">
          <w:rPr>
            <w:webHidden/>
          </w:rPr>
          <w:tab/>
        </w:r>
        <w:r w:rsidR="00CE4942">
          <w:rPr>
            <w:webHidden/>
          </w:rPr>
          <w:fldChar w:fldCharType="begin"/>
        </w:r>
        <w:r w:rsidR="00CE4942">
          <w:rPr>
            <w:webHidden/>
          </w:rPr>
          <w:instrText xml:space="preserve"> PAGEREF _Toc114833207 \h </w:instrText>
        </w:r>
        <w:r w:rsidR="00CE4942">
          <w:rPr>
            <w:webHidden/>
          </w:rPr>
        </w:r>
        <w:r w:rsidR="00CE4942">
          <w:rPr>
            <w:webHidden/>
          </w:rPr>
          <w:fldChar w:fldCharType="separate"/>
        </w:r>
        <w:r w:rsidR="00CE4942">
          <w:rPr>
            <w:webHidden/>
          </w:rPr>
          <w:t>9</w:t>
        </w:r>
        <w:r w:rsidR="00CE4942">
          <w:rPr>
            <w:webHidden/>
          </w:rPr>
          <w:fldChar w:fldCharType="end"/>
        </w:r>
      </w:hyperlink>
    </w:p>
    <w:p w14:paraId="1E1A0BFF" w14:textId="23DD7B24" w:rsidR="00CE4942" w:rsidRDefault="00456658">
      <w:pPr>
        <w:pStyle w:val="Obsah3"/>
        <w:tabs>
          <w:tab w:val="left" w:pos="709"/>
        </w:tabs>
        <w:rPr>
          <w:rFonts w:eastAsiaTheme="minorEastAsia"/>
          <w:i w:val="0"/>
          <w:iCs w:val="0"/>
          <w:noProof/>
          <w:sz w:val="22"/>
          <w:szCs w:val="22"/>
          <w:lang w:eastAsia="sk-SK"/>
        </w:rPr>
      </w:pPr>
      <w:hyperlink w:anchor="_Toc114833208" w:history="1">
        <w:r w:rsidR="00CE4942" w:rsidRPr="006633DC">
          <w:rPr>
            <w:rStyle w:val="Hypertextovprepojenie"/>
            <w:rFonts w:cs="Times New Roman"/>
            <w:noProof/>
          </w:rPr>
          <w:t>11</w:t>
        </w:r>
        <w:r w:rsidR="00CE4942">
          <w:rPr>
            <w:rFonts w:eastAsiaTheme="minorEastAsia"/>
            <w:i w:val="0"/>
            <w:iCs w:val="0"/>
            <w:noProof/>
            <w:sz w:val="22"/>
            <w:szCs w:val="22"/>
            <w:lang w:eastAsia="sk-SK"/>
          </w:rPr>
          <w:tab/>
        </w:r>
        <w:r w:rsidR="00CE4942" w:rsidRPr="006633DC">
          <w:rPr>
            <w:rStyle w:val="Hypertextovprepojenie"/>
            <w:noProof/>
          </w:rPr>
          <w:t>Dorozumievanie medzi Verejným obstarávateľom a uchádzačmi alebo záujemcami</w:t>
        </w:r>
        <w:r w:rsidR="00CE4942">
          <w:rPr>
            <w:noProof/>
            <w:webHidden/>
          </w:rPr>
          <w:tab/>
        </w:r>
        <w:r w:rsidR="00CE4942">
          <w:rPr>
            <w:noProof/>
            <w:webHidden/>
          </w:rPr>
          <w:fldChar w:fldCharType="begin"/>
        </w:r>
        <w:r w:rsidR="00CE4942">
          <w:rPr>
            <w:noProof/>
            <w:webHidden/>
          </w:rPr>
          <w:instrText xml:space="preserve"> PAGEREF _Toc114833208 \h </w:instrText>
        </w:r>
        <w:r w:rsidR="00CE4942">
          <w:rPr>
            <w:noProof/>
            <w:webHidden/>
          </w:rPr>
        </w:r>
        <w:r w:rsidR="00CE4942">
          <w:rPr>
            <w:noProof/>
            <w:webHidden/>
          </w:rPr>
          <w:fldChar w:fldCharType="separate"/>
        </w:r>
        <w:r w:rsidR="00CE4942">
          <w:rPr>
            <w:noProof/>
            <w:webHidden/>
          </w:rPr>
          <w:t>9</w:t>
        </w:r>
        <w:r w:rsidR="00CE4942">
          <w:rPr>
            <w:noProof/>
            <w:webHidden/>
          </w:rPr>
          <w:fldChar w:fldCharType="end"/>
        </w:r>
      </w:hyperlink>
    </w:p>
    <w:p w14:paraId="684AE5F7" w14:textId="169D8765" w:rsidR="00CE4942" w:rsidRDefault="00456658">
      <w:pPr>
        <w:pStyle w:val="Obsah3"/>
        <w:tabs>
          <w:tab w:val="left" w:pos="709"/>
        </w:tabs>
        <w:rPr>
          <w:rFonts w:eastAsiaTheme="minorEastAsia"/>
          <w:i w:val="0"/>
          <w:iCs w:val="0"/>
          <w:noProof/>
          <w:sz w:val="22"/>
          <w:szCs w:val="22"/>
          <w:lang w:eastAsia="sk-SK"/>
        </w:rPr>
      </w:pPr>
      <w:hyperlink w:anchor="_Toc114833209" w:history="1">
        <w:r w:rsidR="00CE4942" w:rsidRPr="006633DC">
          <w:rPr>
            <w:rStyle w:val="Hypertextovprepojenie"/>
            <w:rFonts w:cs="Times New Roman"/>
            <w:noProof/>
          </w:rPr>
          <w:t>12</w:t>
        </w:r>
        <w:r w:rsidR="00CE4942">
          <w:rPr>
            <w:rFonts w:eastAsiaTheme="minorEastAsia"/>
            <w:i w:val="0"/>
            <w:iCs w:val="0"/>
            <w:noProof/>
            <w:sz w:val="22"/>
            <w:szCs w:val="22"/>
            <w:lang w:eastAsia="sk-SK"/>
          </w:rPr>
          <w:tab/>
        </w:r>
        <w:r w:rsidR="00CE4942" w:rsidRPr="006633DC">
          <w:rPr>
            <w:rStyle w:val="Hypertextovprepojenie"/>
            <w:noProof/>
          </w:rPr>
          <w:t>Vysvetľovanie a doplnenie súťažných podkladov</w:t>
        </w:r>
        <w:r w:rsidR="00CE4942">
          <w:rPr>
            <w:noProof/>
            <w:webHidden/>
          </w:rPr>
          <w:tab/>
        </w:r>
        <w:r w:rsidR="00CE4942">
          <w:rPr>
            <w:noProof/>
            <w:webHidden/>
          </w:rPr>
          <w:fldChar w:fldCharType="begin"/>
        </w:r>
        <w:r w:rsidR="00CE4942">
          <w:rPr>
            <w:noProof/>
            <w:webHidden/>
          </w:rPr>
          <w:instrText xml:space="preserve"> PAGEREF _Toc114833209 \h </w:instrText>
        </w:r>
        <w:r w:rsidR="00CE4942">
          <w:rPr>
            <w:noProof/>
            <w:webHidden/>
          </w:rPr>
        </w:r>
        <w:r w:rsidR="00CE4942">
          <w:rPr>
            <w:noProof/>
            <w:webHidden/>
          </w:rPr>
          <w:fldChar w:fldCharType="separate"/>
        </w:r>
        <w:r w:rsidR="00CE4942">
          <w:rPr>
            <w:noProof/>
            <w:webHidden/>
          </w:rPr>
          <w:t>9</w:t>
        </w:r>
        <w:r w:rsidR="00CE4942">
          <w:rPr>
            <w:noProof/>
            <w:webHidden/>
          </w:rPr>
          <w:fldChar w:fldCharType="end"/>
        </w:r>
      </w:hyperlink>
    </w:p>
    <w:p w14:paraId="1C6514A4" w14:textId="664AE633" w:rsidR="00CE4942" w:rsidRDefault="00456658">
      <w:pPr>
        <w:pStyle w:val="Obsah3"/>
        <w:tabs>
          <w:tab w:val="left" w:pos="709"/>
        </w:tabs>
        <w:rPr>
          <w:rFonts w:eastAsiaTheme="minorEastAsia"/>
          <w:i w:val="0"/>
          <w:iCs w:val="0"/>
          <w:noProof/>
          <w:sz w:val="22"/>
          <w:szCs w:val="22"/>
          <w:lang w:eastAsia="sk-SK"/>
        </w:rPr>
      </w:pPr>
      <w:hyperlink w:anchor="_Toc114833210" w:history="1">
        <w:r w:rsidR="00CE4942" w:rsidRPr="006633DC">
          <w:rPr>
            <w:rStyle w:val="Hypertextovprepojenie"/>
            <w:rFonts w:cs="Times New Roman"/>
            <w:noProof/>
          </w:rPr>
          <w:t>13</w:t>
        </w:r>
        <w:r w:rsidR="00CE4942">
          <w:rPr>
            <w:rFonts w:eastAsiaTheme="minorEastAsia"/>
            <w:i w:val="0"/>
            <w:iCs w:val="0"/>
            <w:noProof/>
            <w:sz w:val="22"/>
            <w:szCs w:val="22"/>
            <w:lang w:eastAsia="sk-SK"/>
          </w:rPr>
          <w:tab/>
        </w:r>
        <w:r w:rsidR="00CE4942" w:rsidRPr="006633DC">
          <w:rPr>
            <w:rStyle w:val="Hypertextovprepojenie"/>
            <w:noProof/>
          </w:rPr>
          <w:t>Obhliadka miesta realizácie predmetu zákazky</w:t>
        </w:r>
        <w:r w:rsidR="00CE4942">
          <w:rPr>
            <w:noProof/>
            <w:webHidden/>
          </w:rPr>
          <w:tab/>
        </w:r>
        <w:r w:rsidR="00CE4942">
          <w:rPr>
            <w:noProof/>
            <w:webHidden/>
          </w:rPr>
          <w:fldChar w:fldCharType="begin"/>
        </w:r>
        <w:r w:rsidR="00CE4942">
          <w:rPr>
            <w:noProof/>
            <w:webHidden/>
          </w:rPr>
          <w:instrText xml:space="preserve"> PAGEREF _Toc114833210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6CD59E3C" w14:textId="32A53A2E" w:rsidR="00CE4942" w:rsidRDefault="00456658">
      <w:pPr>
        <w:pStyle w:val="Obsah2"/>
        <w:rPr>
          <w:rFonts w:asciiTheme="minorHAnsi" w:eastAsiaTheme="minorEastAsia" w:hAnsiTheme="minorHAnsi" w:cstheme="minorBidi"/>
          <w:b w:val="0"/>
          <w:smallCaps w:val="0"/>
          <w:sz w:val="22"/>
          <w:szCs w:val="22"/>
          <w:lang w:eastAsia="sk-SK"/>
        </w:rPr>
      </w:pPr>
      <w:hyperlink w:anchor="_Toc114833211" w:history="1">
        <w:r w:rsidR="00CE4942" w:rsidRPr="006633DC">
          <w:rPr>
            <w:rStyle w:val="Hypertextovprepojenie"/>
          </w:rPr>
          <w:t>ODDIEL III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Príprava ponuky</w:t>
        </w:r>
        <w:r w:rsidR="00CE4942">
          <w:rPr>
            <w:webHidden/>
          </w:rPr>
          <w:tab/>
        </w:r>
        <w:r w:rsidR="00CE4942">
          <w:rPr>
            <w:webHidden/>
          </w:rPr>
          <w:fldChar w:fldCharType="begin"/>
        </w:r>
        <w:r w:rsidR="00CE4942">
          <w:rPr>
            <w:webHidden/>
          </w:rPr>
          <w:instrText xml:space="preserve"> PAGEREF _Toc114833211 \h </w:instrText>
        </w:r>
        <w:r w:rsidR="00CE4942">
          <w:rPr>
            <w:webHidden/>
          </w:rPr>
        </w:r>
        <w:r w:rsidR="00CE4942">
          <w:rPr>
            <w:webHidden/>
          </w:rPr>
          <w:fldChar w:fldCharType="separate"/>
        </w:r>
        <w:r w:rsidR="00CE4942">
          <w:rPr>
            <w:webHidden/>
          </w:rPr>
          <w:t>10</w:t>
        </w:r>
        <w:r w:rsidR="00CE4942">
          <w:rPr>
            <w:webHidden/>
          </w:rPr>
          <w:fldChar w:fldCharType="end"/>
        </w:r>
      </w:hyperlink>
    </w:p>
    <w:p w14:paraId="5A2448A6" w14:textId="4B02246D" w:rsidR="00CE4942" w:rsidRDefault="00456658">
      <w:pPr>
        <w:pStyle w:val="Obsah3"/>
        <w:tabs>
          <w:tab w:val="left" w:pos="709"/>
        </w:tabs>
        <w:rPr>
          <w:rFonts w:eastAsiaTheme="minorEastAsia"/>
          <w:i w:val="0"/>
          <w:iCs w:val="0"/>
          <w:noProof/>
          <w:sz w:val="22"/>
          <w:szCs w:val="22"/>
          <w:lang w:eastAsia="sk-SK"/>
        </w:rPr>
      </w:pPr>
      <w:hyperlink w:anchor="_Toc114833212" w:history="1">
        <w:r w:rsidR="00CE4942" w:rsidRPr="006633DC">
          <w:rPr>
            <w:rStyle w:val="Hypertextovprepojenie"/>
            <w:rFonts w:cs="Times New Roman"/>
            <w:noProof/>
          </w:rPr>
          <w:t>14</w:t>
        </w:r>
        <w:r w:rsidR="00CE4942">
          <w:rPr>
            <w:rFonts w:eastAsiaTheme="minorEastAsia"/>
            <w:i w:val="0"/>
            <w:iCs w:val="0"/>
            <w:noProof/>
            <w:sz w:val="22"/>
            <w:szCs w:val="22"/>
            <w:lang w:eastAsia="sk-SK"/>
          </w:rPr>
          <w:tab/>
        </w:r>
        <w:r w:rsidR="00CE4942" w:rsidRPr="006633DC">
          <w:rPr>
            <w:rStyle w:val="Hypertextovprepojenie"/>
            <w:noProof/>
          </w:rPr>
          <w:t>Jazyk ponúk</w:t>
        </w:r>
        <w:r w:rsidR="00CE4942">
          <w:rPr>
            <w:noProof/>
            <w:webHidden/>
          </w:rPr>
          <w:tab/>
        </w:r>
        <w:r w:rsidR="00CE4942">
          <w:rPr>
            <w:noProof/>
            <w:webHidden/>
          </w:rPr>
          <w:fldChar w:fldCharType="begin"/>
        </w:r>
        <w:r w:rsidR="00CE4942">
          <w:rPr>
            <w:noProof/>
            <w:webHidden/>
          </w:rPr>
          <w:instrText xml:space="preserve"> PAGEREF _Toc114833212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3D03F507" w14:textId="217AFFF4" w:rsidR="00CE4942" w:rsidRDefault="00456658">
      <w:pPr>
        <w:pStyle w:val="Obsah3"/>
        <w:tabs>
          <w:tab w:val="left" w:pos="709"/>
        </w:tabs>
        <w:rPr>
          <w:rFonts w:eastAsiaTheme="minorEastAsia"/>
          <w:i w:val="0"/>
          <w:iCs w:val="0"/>
          <w:noProof/>
          <w:sz w:val="22"/>
          <w:szCs w:val="22"/>
          <w:lang w:eastAsia="sk-SK"/>
        </w:rPr>
      </w:pPr>
      <w:hyperlink w:anchor="_Toc114833213" w:history="1">
        <w:r w:rsidR="00CE4942" w:rsidRPr="006633DC">
          <w:rPr>
            <w:rStyle w:val="Hypertextovprepojenie"/>
            <w:rFonts w:cs="Times New Roman"/>
            <w:noProof/>
          </w:rPr>
          <w:t>15</w:t>
        </w:r>
        <w:r w:rsidR="00CE4942">
          <w:rPr>
            <w:rFonts w:eastAsiaTheme="minorEastAsia"/>
            <w:i w:val="0"/>
            <w:iCs w:val="0"/>
            <w:noProof/>
            <w:sz w:val="22"/>
            <w:szCs w:val="22"/>
            <w:lang w:eastAsia="sk-SK"/>
          </w:rPr>
          <w:tab/>
        </w:r>
        <w:r w:rsidR="00CE4942" w:rsidRPr="006633DC">
          <w:rPr>
            <w:rStyle w:val="Hypertextovprepojenie"/>
            <w:noProof/>
          </w:rPr>
          <w:t>Zábezpeka</w:t>
        </w:r>
        <w:r w:rsidR="00CE4942">
          <w:rPr>
            <w:noProof/>
            <w:webHidden/>
          </w:rPr>
          <w:tab/>
        </w:r>
        <w:r w:rsidR="00CE4942">
          <w:rPr>
            <w:noProof/>
            <w:webHidden/>
          </w:rPr>
          <w:fldChar w:fldCharType="begin"/>
        </w:r>
        <w:r w:rsidR="00CE4942">
          <w:rPr>
            <w:noProof/>
            <w:webHidden/>
          </w:rPr>
          <w:instrText xml:space="preserve"> PAGEREF _Toc114833213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5BDBD686" w14:textId="624E968B" w:rsidR="00CE4942" w:rsidRDefault="00456658">
      <w:pPr>
        <w:pStyle w:val="Obsah3"/>
        <w:tabs>
          <w:tab w:val="left" w:pos="709"/>
        </w:tabs>
        <w:rPr>
          <w:rFonts w:eastAsiaTheme="minorEastAsia"/>
          <w:i w:val="0"/>
          <w:iCs w:val="0"/>
          <w:noProof/>
          <w:sz w:val="22"/>
          <w:szCs w:val="22"/>
          <w:lang w:eastAsia="sk-SK"/>
        </w:rPr>
      </w:pPr>
      <w:hyperlink w:anchor="_Toc114833214" w:history="1">
        <w:r w:rsidR="00CE4942" w:rsidRPr="006633DC">
          <w:rPr>
            <w:rStyle w:val="Hypertextovprepojenie"/>
            <w:rFonts w:cs="Times New Roman"/>
            <w:noProof/>
          </w:rPr>
          <w:t>16</w:t>
        </w:r>
        <w:r w:rsidR="00CE4942">
          <w:rPr>
            <w:rFonts w:eastAsiaTheme="minorEastAsia"/>
            <w:i w:val="0"/>
            <w:iCs w:val="0"/>
            <w:noProof/>
            <w:sz w:val="22"/>
            <w:szCs w:val="22"/>
            <w:lang w:eastAsia="sk-SK"/>
          </w:rPr>
          <w:tab/>
        </w:r>
        <w:r w:rsidR="00CE4942" w:rsidRPr="006633DC">
          <w:rPr>
            <w:rStyle w:val="Hypertextovprepojenie"/>
            <w:noProof/>
          </w:rPr>
          <w:t>Mena a ceny uvádzané v ponukách</w:t>
        </w:r>
        <w:r w:rsidR="00CE4942">
          <w:rPr>
            <w:noProof/>
            <w:webHidden/>
          </w:rPr>
          <w:tab/>
        </w:r>
        <w:r w:rsidR="00CE4942">
          <w:rPr>
            <w:noProof/>
            <w:webHidden/>
          </w:rPr>
          <w:fldChar w:fldCharType="begin"/>
        </w:r>
        <w:r w:rsidR="00CE4942">
          <w:rPr>
            <w:noProof/>
            <w:webHidden/>
          </w:rPr>
          <w:instrText xml:space="preserve"> PAGEREF _Toc114833214 \h </w:instrText>
        </w:r>
        <w:r w:rsidR="00CE4942">
          <w:rPr>
            <w:noProof/>
            <w:webHidden/>
          </w:rPr>
        </w:r>
        <w:r w:rsidR="00CE4942">
          <w:rPr>
            <w:noProof/>
            <w:webHidden/>
          </w:rPr>
          <w:fldChar w:fldCharType="separate"/>
        </w:r>
        <w:r w:rsidR="00CE4942">
          <w:rPr>
            <w:noProof/>
            <w:webHidden/>
          </w:rPr>
          <w:t>11</w:t>
        </w:r>
        <w:r w:rsidR="00CE4942">
          <w:rPr>
            <w:noProof/>
            <w:webHidden/>
          </w:rPr>
          <w:fldChar w:fldCharType="end"/>
        </w:r>
      </w:hyperlink>
    </w:p>
    <w:p w14:paraId="1BC1A960" w14:textId="10338D39" w:rsidR="00CE4942" w:rsidRDefault="00456658">
      <w:pPr>
        <w:pStyle w:val="Obsah3"/>
        <w:tabs>
          <w:tab w:val="left" w:pos="709"/>
        </w:tabs>
        <w:rPr>
          <w:rFonts w:eastAsiaTheme="minorEastAsia"/>
          <w:i w:val="0"/>
          <w:iCs w:val="0"/>
          <w:noProof/>
          <w:sz w:val="22"/>
          <w:szCs w:val="22"/>
          <w:lang w:eastAsia="sk-SK"/>
        </w:rPr>
      </w:pPr>
      <w:hyperlink w:anchor="_Toc114833215" w:history="1">
        <w:r w:rsidR="00CE4942" w:rsidRPr="006633DC">
          <w:rPr>
            <w:rStyle w:val="Hypertextovprepojenie"/>
            <w:rFonts w:cs="Times New Roman"/>
            <w:noProof/>
          </w:rPr>
          <w:t>17</w:t>
        </w:r>
        <w:r w:rsidR="00CE4942">
          <w:rPr>
            <w:rFonts w:eastAsiaTheme="minorEastAsia"/>
            <w:i w:val="0"/>
            <w:iCs w:val="0"/>
            <w:noProof/>
            <w:sz w:val="22"/>
            <w:szCs w:val="22"/>
            <w:lang w:eastAsia="sk-SK"/>
          </w:rPr>
          <w:tab/>
        </w:r>
        <w:r w:rsidR="00CE4942" w:rsidRPr="006633DC">
          <w:rPr>
            <w:rStyle w:val="Hypertextovprepojenie"/>
            <w:noProof/>
          </w:rPr>
          <w:t>Vyhotovenie ponúk</w:t>
        </w:r>
        <w:r w:rsidR="00CE4942">
          <w:rPr>
            <w:noProof/>
            <w:webHidden/>
          </w:rPr>
          <w:tab/>
        </w:r>
        <w:r w:rsidR="00CE4942">
          <w:rPr>
            <w:noProof/>
            <w:webHidden/>
          </w:rPr>
          <w:fldChar w:fldCharType="begin"/>
        </w:r>
        <w:r w:rsidR="00CE4942">
          <w:rPr>
            <w:noProof/>
            <w:webHidden/>
          </w:rPr>
          <w:instrText xml:space="preserve"> PAGEREF _Toc114833215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6F8B816B" w14:textId="16D3D726" w:rsidR="00CE4942" w:rsidRDefault="00456658">
      <w:pPr>
        <w:pStyle w:val="Obsah3"/>
        <w:tabs>
          <w:tab w:val="left" w:pos="709"/>
        </w:tabs>
        <w:rPr>
          <w:rFonts w:eastAsiaTheme="minorEastAsia"/>
          <w:i w:val="0"/>
          <w:iCs w:val="0"/>
          <w:noProof/>
          <w:sz w:val="22"/>
          <w:szCs w:val="22"/>
          <w:lang w:eastAsia="sk-SK"/>
        </w:rPr>
      </w:pPr>
      <w:hyperlink w:anchor="_Toc114833216" w:history="1">
        <w:r w:rsidR="00CE4942" w:rsidRPr="006633DC">
          <w:rPr>
            <w:rStyle w:val="Hypertextovprepojenie"/>
            <w:rFonts w:cs="Times New Roman"/>
            <w:noProof/>
          </w:rPr>
          <w:t>18</w:t>
        </w:r>
        <w:r w:rsidR="00CE4942">
          <w:rPr>
            <w:rFonts w:eastAsiaTheme="minorEastAsia"/>
            <w:i w:val="0"/>
            <w:iCs w:val="0"/>
            <w:noProof/>
            <w:sz w:val="22"/>
            <w:szCs w:val="22"/>
            <w:lang w:eastAsia="sk-SK"/>
          </w:rPr>
          <w:tab/>
        </w:r>
        <w:r w:rsidR="00CE4942" w:rsidRPr="006633DC">
          <w:rPr>
            <w:rStyle w:val="Hypertextovprepojenie"/>
            <w:noProof/>
          </w:rPr>
          <w:t>Konflikt záujmov</w:t>
        </w:r>
        <w:r w:rsidR="00CE4942">
          <w:rPr>
            <w:noProof/>
            <w:webHidden/>
          </w:rPr>
          <w:tab/>
        </w:r>
        <w:r w:rsidR="00CE4942">
          <w:rPr>
            <w:noProof/>
            <w:webHidden/>
          </w:rPr>
          <w:fldChar w:fldCharType="begin"/>
        </w:r>
        <w:r w:rsidR="00CE4942">
          <w:rPr>
            <w:noProof/>
            <w:webHidden/>
          </w:rPr>
          <w:instrText xml:space="preserve"> PAGEREF _Toc114833216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55F0D2E4" w14:textId="173FE5CE" w:rsidR="00CE4942" w:rsidRDefault="00456658">
      <w:pPr>
        <w:pStyle w:val="Obsah2"/>
        <w:rPr>
          <w:rFonts w:asciiTheme="minorHAnsi" w:eastAsiaTheme="minorEastAsia" w:hAnsiTheme="minorHAnsi" w:cstheme="minorBidi"/>
          <w:b w:val="0"/>
          <w:smallCaps w:val="0"/>
          <w:sz w:val="22"/>
          <w:szCs w:val="22"/>
          <w:lang w:eastAsia="sk-SK"/>
        </w:rPr>
      </w:pPr>
      <w:hyperlink w:anchor="_Toc114833217" w:history="1">
        <w:r w:rsidR="00CE4942" w:rsidRPr="006633DC">
          <w:rPr>
            <w:rStyle w:val="Hypertextovprepojenie"/>
          </w:rPr>
          <w:t>ODDIEL IV</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Predkladanie ponúk</w:t>
        </w:r>
        <w:r w:rsidR="00CE4942">
          <w:rPr>
            <w:webHidden/>
          </w:rPr>
          <w:tab/>
        </w:r>
        <w:r w:rsidR="00CE4942">
          <w:rPr>
            <w:webHidden/>
          </w:rPr>
          <w:fldChar w:fldCharType="begin"/>
        </w:r>
        <w:r w:rsidR="00CE4942">
          <w:rPr>
            <w:webHidden/>
          </w:rPr>
          <w:instrText xml:space="preserve"> PAGEREF _Toc114833217 \h </w:instrText>
        </w:r>
        <w:r w:rsidR="00CE4942">
          <w:rPr>
            <w:webHidden/>
          </w:rPr>
        </w:r>
        <w:r w:rsidR="00CE4942">
          <w:rPr>
            <w:webHidden/>
          </w:rPr>
          <w:fldChar w:fldCharType="separate"/>
        </w:r>
        <w:r w:rsidR="00CE4942">
          <w:rPr>
            <w:webHidden/>
          </w:rPr>
          <w:t>12</w:t>
        </w:r>
        <w:r w:rsidR="00CE4942">
          <w:rPr>
            <w:webHidden/>
          </w:rPr>
          <w:fldChar w:fldCharType="end"/>
        </w:r>
      </w:hyperlink>
    </w:p>
    <w:p w14:paraId="12D759C2" w14:textId="38954503" w:rsidR="00CE4942" w:rsidRDefault="00456658">
      <w:pPr>
        <w:pStyle w:val="Obsah3"/>
        <w:tabs>
          <w:tab w:val="left" w:pos="709"/>
        </w:tabs>
        <w:rPr>
          <w:rFonts w:eastAsiaTheme="minorEastAsia"/>
          <w:i w:val="0"/>
          <w:iCs w:val="0"/>
          <w:noProof/>
          <w:sz w:val="22"/>
          <w:szCs w:val="22"/>
          <w:lang w:eastAsia="sk-SK"/>
        </w:rPr>
      </w:pPr>
      <w:hyperlink w:anchor="_Toc114833218" w:history="1">
        <w:r w:rsidR="00CE4942" w:rsidRPr="006633DC">
          <w:rPr>
            <w:rStyle w:val="Hypertextovprepojenie"/>
            <w:rFonts w:cs="Times New Roman"/>
            <w:noProof/>
          </w:rPr>
          <w:t>19</w:t>
        </w:r>
        <w:r w:rsidR="00CE4942">
          <w:rPr>
            <w:rFonts w:eastAsiaTheme="minorEastAsia"/>
            <w:i w:val="0"/>
            <w:iCs w:val="0"/>
            <w:noProof/>
            <w:sz w:val="22"/>
            <w:szCs w:val="22"/>
            <w:lang w:eastAsia="sk-SK"/>
          </w:rPr>
          <w:tab/>
        </w:r>
        <w:r w:rsidR="00CE4942" w:rsidRPr="006633DC">
          <w:rPr>
            <w:rStyle w:val="Hypertextovprepojenie"/>
            <w:noProof/>
          </w:rPr>
          <w:t>Spôsob predloženia ponuky</w:t>
        </w:r>
        <w:r w:rsidR="00CE4942">
          <w:rPr>
            <w:noProof/>
            <w:webHidden/>
          </w:rPr>
          <w:tab/>
        </w:r>
        <w:r w:rsidR="00CE4942">
          <w:rPr>
            <w:noProof/>
            <w:webHidden/>
          </w:rPr>
          <w:fldChar w:fldCharType="begin"/>
        </w:r>
        <w:r w:rsidR="00CE4942">
          <w:rPr>
            <w:noProof/>
            <w:webHidden/>
          </w:rPr>
          <w:instrText xml:space="preserve"> PAGEREF _Toc114833218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6A9B34A7" w14:textId="0D183E62" w:rsidR="00CE4942" w:rsidRDefault="00456658">
      <w:pPr>
        <w:pStyle w:val="Obsah3"/>
        <w:tabs>
          <w:tab w:val="left" w:pos="709"/>
        </w:tabs>
        <w:rPr>
          <w:rFonts w:eastAsiaTheme="minorEastAsia"/>
          <w:i w:val="0"/>
          <w:iCs w:val="0"/>
          <w:noProof/>
          <w:sz w:val="22"/>
          <w:szCs w:val="22"/>
          <w:lang w:eastAsia="sk-SK"/>
        </w:rPr>
      </w:pPr>
      <w:hyperlink w:anchor="_Toc114833219" w:history="1">
        <w:r w:rsidR="00CE4942" w:rsidRPr="006633DC">
          <w:rPr>
            <w:rStyle w:val="Hypertextovprepojenie"/>
            <w:rFonts w:cs="Times New Roman"/>
            <w:noProof/>
          </w:rPr>
          <w:t>20</w:t>
        </w:r>
        <w:r w:rsidR="00CE4942">
          <w:rPr>
            <w:rFonts w:eastAsiaTheme="minorEastAsia"/>
            <w:i w:val="0"/>
            <w:iCs w:val="0"/>
            <w:noProof/>
            <w:sz w:val="22"/>
            <w:szCs w:val="22"/>
            <w:lang w:eastAsia="sk-SK"/>
          </w:rPr>
          <w:tab/>
        </w:r>
        <w:r w:rsidR="00CE4942" w:rsidRPr="006633DC">
          <w:rPr>
            <w:rStyle w:val="Hypertextovprepojenie"/>
            <w:noProof/>
          </w:rPr>
          <w:t>Miesto a lehota na predkladanie ponúk</w:t>
        </w:r>
        <w:r w:rsidR="00CE4942">
          <w:rPr>
            <w:noProof/>
            <w:webHidden/>
          </w:rPr>
          <w:tab/>
        </w:r>
        <w:r w:rsidR="00CE4942">
          <w:rPr>
            <w:noProof/>
            <w:webHidden/>
          </w:rPr>
          <w:fldChar w:fldCharType="begin"/>
        </w:r>
        <w:r w:rsidR="00CE4942">
          <w:rPr>
            <w:noProof/>
            <w:webHidden/>
          </w:rPr>
          <w:instrText xml:space="preserve"> PAGEREF _Toc114833219 \h </w:instrText>
        </w:r>
        <w:r w:rsidR="00CE4942">
          <w:rPr>
            <w:noProof/>
            <w:webHidden/>
          </w:rPr>
        </w:r>
        <w:r w:rsidR="00CE4942">
          <w:rPr>
            <w:noProof/>
            <w:webHidden/>
          </w:rPr>
          <w:fldChar w:fldCharType="separate"/>
        </w:r>
        <w:r w:rsidR="00CE4942">
          <w:rPr>
            <w:noProof/>
            <w:webHidden/>
          </w:rPr>
          <w:t>13</w:t>
        </w:r>
        <w:r w:rsidR="00CE4942">
          <w:rPr>
            <w:noProof/>
            <w:webHidden/>
          </w:rPr>
          <w:fldChar w:fldCharType="end"/>
        </w:r>
      </w:hyperlink>
    </w:p>
    <w:p w14:paraId="5F3FC7F4" w14:textId="2550DD18" w:rsidR="00CE4942" w:rsidRDefault="00456658">
      <w:pPr>
        <w:pStyle w:val="Obsah2"/>
        <w:rPr>
          <w:rFonts w:asciiTheme="minorHAnsi" w:eastAsiaTheme="minorEastAsia" w:hAnsiTheme="minorHAnsi" w:cstheme="minorBidi"/>
          <w:b w:val="0"/>
          <w:smallCaps w:val="0"/>
          <w:sz w:val="22"/>
          <w:szCs w:val="22"/>
          <w:lang w:eastAsia="sk-SK"/>
        </w:rPr>
      </w:pPr>
      <w:hyperlink w:anchor="_Toc114833220" w:history="1">
        <w:r w:rsidR="00CE4942" w:rsidRPr="006633DC">
          <w:rPr>
            <w:rStyle w:val="Hypertextovprepojenie"/>
          </w:rPr>
          <w:t>ODDIEL V</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Otváranie a vyhodnotenie ponúk</w:t>
        </w:r>
        <w:r w:rsidR="00CE4942">
          <w:rPr>
            <w:webHidden/>
          </w:rPr>
          <w:tab/>
        </w:r>
        <w:r w:rsidR="00CE4942">
          <w:rPr>
            <w:webHidden/>
          </w:rPr>
          <w:fldChar w:fldCharType="begin"/>
        </w:r>
        <w:r w:rsidR="00CE4942">
          <w:rPr>
            <w:webHidden/>
          </w:rPr>
          <w:instrText xml:space="preserve"> PAGEREF _Toc114833220 \h </w:instrText>
        </w:r>
        <w:r w:rsidR="00CE4942">
          <w:rPr>
            <w:webHidden/>
          </w:rPr>
        </w:r>
        <w:r w:rsidR="00CE4942">
          <w:rPr>
            <w:webHidden/>
          </w:rPr>
          <w:fldChar w:fldCharType="separate"/>
        </w:r>
        <w:r w:rsidR="00CE4942">
          <w:rPr>
            <w:webHidden/>
          </w:rPr>
          <w:t>14</w:t>
        </w:r>
        <w:r w:rsidR="00CE4942">
          <w:rPr>
            <w:webHidden/>
          </w:rPr>
          <w:fldChar w:fldCharType="end"/>
        </w:r>
      </w:hyperlink>
    </w:p>
    <w:p w14:paraId="2CE6BAF3" w14:textId="56182ECC" w:rsidR="00CE4942" w:rsidRDefault="00456658">
      <w:pPr>
        <w:pStyle w:val="Obsah3"/>
        <w:tabs>
          <w:tab w:val="left" w:pos="709"/>
        </w:tabs>
        <w:rPr>
          <w:rFonts w:eastAsiaTheme="minorEastAsia"/>
          <w:i w:val="0"/>
          <w:iCs w:val="0"/>
          <w:noProof/>
          <w:sz w:val="22"/>
          <w:szCs w:val="22"/>
          <w:lang w:eastAsia="sk-SK"/>
        </w:rPr>
      </w:pPr>
      <w:hyperlink w:anchor="_Toc114833221" w:history="1">
        <w:r w:rsidR="00CE4942" w:rsidRPr="006633DC">
          <w:rPr>
            <w:rStyle w:val="Hypertextovprepojenie"/>
            <w:rFonts w:cs="Times New Roman"/>
            <w:noProof/>
          </w:rPr>
          <w:t>21</w:t>
        </w:r>
        <w:r w:rsidR="00CE4942">
          <w:rPr>
            <w:rFonts w:eastAsiaTheme="minorEastAsia"/>
            <w:i w:val="0"/>
            <w:iCs w:val="0"/>
            <w:noProof/>
            <w:sz w:val="22"/>
            <w:szCs w:val="22"/>
            <w:lang w:eastAsia="sk-SK"/>
          </w:rPr>
          <w:tab/>
        </w:r>
        <w:r w:rsidR="00CE4942" w:rsidRPr="006633DC">
          <w:rPr>
            <w:rStyle w:val="Hypertextovprepojenie"/>
            <w:noProof/>
          </w:rPr>
          <w:t>Otváranie ponúk</w:t>
        </w:r>
        <w:r w:rsidR="00CE4942">
          <w:rPr>
            <w:noProof/>
            <w:webHidden/>
          </w:rPr>
          <w:tab/>
        </w:r>
        <w:r w:rsidR="00CE4942">
          <w:rPr>
            <w:noProof/>
            <w:webHidden/>
          </w:rPr>
          <w:fldChar w:fldCharType="begin"/>
        </w:r>
        <w:r w:rsidR="00CE4942">
          <w:rPr>
            <w:noProof/>
            <w:webHidden/>
          </w:rPr>
          <w:instrText xml:space="preserve"> PAGEREF _Toc114833221 \h </w:instrText>
        </w:r>
        <w:r w:rsidR="00CE4942">
          <w:rPr>
            <w:noProof/>
            <w:webHidden/>
          </w:rPr>
        </w:r>
        <w:r w:rsidR="00CE4942">
          <w:rPr>
            <w:noProof/>
            <w:webHidden/>
          </w:rPr>
          <w:fldChar w:fldCharType="separate"/>
        </w:r>
        <w:r w:rsidR="00CE4942">
          <w:rPr>
            <w:noProof/>
            <w:webHidden/>
          </w:rPr>
          <w:t>14</w:t>
        </w:r>
        <w:r w:rsidR="00CE4942">
          <w:rPr>
            <w:noProof/>
            <w:webHidden/>
          </w:rPr>
          <w:fldChar w:fldCharType="end"/>
        </w:r>
      </w:hyperlink>
    </w:p>
    <w:p w14:paraId="2A9ED7EB" w14:textId="25372108" w:rsidR="00CE4942" w:rsidRDefault="00456658">
      <w:pPr>
        <w:pStyle w:val="Obsah3"/>
        <w:tabs>
          <w:tab w:val="left" w:pos="709"/>
        </w:tabs>
        <w:rPr>
          <w:rFonts w:eastAsiaTheme="minorEastAsia"/>
          <w:i w:val="0"/>
          <w:iCs w:val="0"/>
          <w:noProof/>
          <w:sz w:val="22"/>
          <w:szCs w:val="22"/>
          <w:lang w:eastAsia="sk-SK"/>
        </w:rPr>
      </w:pPr>
      <w:hyperlink w:anchor="_Toc114833222" w:history="1">
        <w:r w:rsidR="00CE4942" w:rsidRPr="006633DC">
          <w:rPr>
            <w:rStyle w:val="Hypertextovprepojenie"/>
            <w:rFonts w:cs="Times New Roman"/>
            <w:noProof/>
          </w:rPr>
          <w:t>22</w:t>
        </w:r>
        <w:r w:rsidR="00CE4942">
          <w:rPr>
            <w:rFonts w:eastAsiaTheme="minorEastAsia"/>
            <w:i w:val="0"/>
            <w:iCs w:val="0"/>
            <w:noProof/>
            <w:sz w:val="22"/>
            <w:szCs w:val="22"/>
            <w:lang w:eastAsia="sk-SK"/>
          </w:rPr>
          <w:tab/>
        </w:r>
        <w:r w:rsidR="00CE4942" w:rsidRPr="006633DC">
          <w:rPr>
            <w:rStyle w:val="Hypertextovprepojenie"/>
            <w:noProof/>
          </w:rPr>
          <w:t>Vyhodnotenie splnenia podmienok účasti, vysvetľovanie a vyhodnocovanie ponúk</w:t>
        </w:r>
        <w:r w:rsidR="00CE4942">
          <w:rPr>
            <w:noProof/>
            <w:webHidden/>
          </w:rPr>
          <w:tab/>
        </w:r>
        <w:r w:rsidR="00CE4942">
          <w:rPr>
            <w:noProof/>
            <w:webHidden/>
          </w:rPr>
          <w:fldChar w:fldCharType="begin"/>
        </w:r>
        <w:r w:rsidR="00CE4942">
          <w:rPr>
            <w:noProof/>
            <w:webHidden/>
          </w:rPr>
          <w:instrText xml:space="preserve"> PAGEREF _Toc114833222 \h </w:instrText>
        </w:r>
        <w:r w:rsidR="00CE4942">
          <w:rPr>
            <w:noProof/>
            <w:webHidden/>
          </w:rPr>
        </w:r>
        <w:r w:rsidR="00CE4942">
          <w:rPr>
            <w:noProof/>
            <w:webHidden/>
          </w:rPr>
          <w:fldChar w:fldCharType="separate"/>
        </w:r>
        <w:r w:rsidR="00CE4942">
          <w:rPr>
            <w:noProof/>
            <w:webHidden/>
          </w:rPr>
          <w:t>14</w:t>
        </w:r>
        <w:r w:rsidR="00CE4942">
          <w:rPr>
            <w:noProof/>
            <w:webHidden/>
          </w:rPr>
          <w:fldChar w:fldCharType="end"/>
        </w:r>
      </w:hyperlink>
    </w:p>
    <w:p w14:paraId="2ACE0B78" w14:textId="1C50BE6B" w:rsidR="00CE4942" w:rsidRDefault="00456658">
      <w:pPr>
        <w:pStyle w:val="Obsah3"/>
        <w:tabs>
          <w:tab w:val="left" w:pos="709"/>
        </w:tabs>
        <w:rPr>
          <w:rFonts w:eastAsiaTheme="minorEastAsia"/>
          <w:i w:val="0"/>
          <w:iCs w:val="0"/>
          <w:noProof/>
          <w:sz w:val="22"/>
          <w:szCs w:val="22"/>
          <w:lang w:eastAsia="sk-SK"/>
        </w:rPr>
      </w:pPr>
      <w:hyperlink w:anchor="_Toc114833223" w:history="1">
        <w:r w:rsidR="00CE4942" w:rsidRPr="006633DC">
          <w:rPr>
            <w:rStyle w:val="Hypertextovprepojenie"/>
            <w:rFonts w:cs="Times New Roman"/>
            <w:noProof/>
          </w:rPr>
          <w:t>23</w:t>
        </w:r>
        <w:r w:rsidR="00CE4942">
          <w:rPr>
            <w:rFonts w:eastAsiaTheme="minorEastAsia"/>
            <w:i w:val="0"/>
            <w:iCs w:val="0"/>
            <w:noProof/>
            <w:sz w:val="22"/>
            <w:szCs w:val="22"/>
            <w:lang w:eastAsia="sk-SK"/>
          </w:rPr>
          <w:tab/>
        </w:r>
        <w:r w:rsidR="00CE4942" w:rsidRPr="006633DC">
          <w:rPr>
            <w:rStyle w:val="Hypertextovprepojenie"/>
            <w:noProof/>
          </w:rPr>
          <w:t>Dôvernosť procesu Verejného obstarávania</w:t>
        </w:r>
        <w:r w:rsidR="00CE4942">
          <w:rPr>
            <w:noProof/>
            <w:webHidden/>
          </w:rPr>
          <w:tab/>
        </w:r>
        <w:r w:rsidR="00CE4942">
          <w:rPr>
            <w:noProof/>
            <w:webHidden/>
          </w:rPr>
          <w:fldChar w:fldCharType="begin"/>
        </w:r>
        <w:r w:rsidR="00CE4942">
          <w:rPr>
            <w:noProof/>
            <w:webHidden/>
          </w:rPr>
          <w:instrText xml:space="preserve"> PAGEREF _Toc114833223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3D9ABDCE" w14:textId="085A395E" w:rsidR="00CE4942" w:rsidRDefault="00456658">
      <w:pPr>
        <w:pStyle w:val="Obsah2"/>
        <w:rPr>
          <w:rFonts w:asciiTheme="minorHAnsi" w:eastAsiaTheme="minorEastAsia" w:hAnsiTheme="minorHAnsi" w:cstheme="minorBidi"/>
          <w:b w:val="0"/>
          <w:smallCaps w:val="0"/>
          <w:sz w:val="22"/>
          <w:szCs w:val="22"/>
          <w:lang w:eastAsia="sk-SK"/>
        </w:rPr>
      </w:pPr>
      <w:hyperlink w:anchor="_Toc114833224" w:history="1">
        <w:r w:rsidR="00CE4942" w:rsidRPr="006633DC">
          <w:rPr>
            <w:rStyle w:val="Hypertextovprepojenie"/>
          </w:rPr>
          <w:t>ODDIEL VI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Prijatie ponuky a</w:t>
        </w:r>
        <w:r w:rsidR="00CE4942" w:rsidRPr="006633DC">
          <w:rPr>
            <w:rStyle w:val="Hypertextovprepojenie"/>
            <w:rFonts w:cs="Calibri"/>
          </w:rPr>
          <w:t> </w:t>
        </w:r>
        <w:r w:rsidR="00CE4942" w:rsidRPr="006633DC">
          <w:rPr>
            <w:rStyle w:val="Hypertextovprepojenie"/>
          </w:rPr>
          <w:t>uzavretie zmluvy</w:t>
        </w:r>
        <w:r w:rsidR="00CE4942">
          <w:rPr>
            <w:webHidden/>
          </w:rPr>
          <w:tab/>
        </w:r>
        <w:r w:rsidR="00CE4942">
          <w:rPr>
            <w:webHidden/>
          </w:rPr>
          <w:fldChar w:fldCharType="begin"/>
        </w:r>
        <w:r w:rsidR="00CE4942">
          <w:rPr>
            <w:webHidden/>
          </w:rPr>
          <w:instrText xml:space="preserve"> PAGEREF _Toc114833224 \h </w:instrText>
        </w:r>
        <w:r w:rsidR="00CE4942">
          <w:rPr>
            <w:webHidden/>
          </w:rPr>
        </w:r>
        <w:r w:rsidR="00CE4942">
          <w:rPr>
            <w:webHidden/>
          </w:rPr>
          <w:fldChar w:fldCharType="separate"/>
        </w:r>
        <w:r w:rsidR="00CE4942">
          <w:rPr>
            <w:webHidden/>
          </w:rPr>
          <w:t>16</w:t>
        </w:r>
        <w:r w:rsidR="00CE4942">
          <w:rPr>
            <w:webHidden/>
          </w:rPr>
          <w:fldChar w:fldCharType="end"/>
        </w:r>
      </w:hyperlink>
    </w:p>
    <w:p w14:paraId="74705F0D" w14:textId="006B06DB" w:rsidR="00CE4942" w:rsidRDefault="00456658">
      <w:pPr>
        <w:pStyle w:val="Obsah3"/>
        <w:tabs>
          <w:tab w:val="left" w:pos="709"/>
        </w:tabs>
        <w:rPr>
          <w:rFonts w:eastAsiaTheme="minorEastAsia"/>
          <w:i w:val="0"/>
          <w:iCs w:val="0"/>
          <w:noProof/>
          <w:sz w:val="22"/>
          <w:szCs w:val="22"/>
          <w:lang w:eastAsia="sk-SK"/>
        </w:rPr>
      </w:pPr>
      <w:hyperlink w:anchor="_Toc114833225" w:history="1">
        <w:r w:rsidR="00CE4942" w:rsidRPr="006633DC">
          <w:rPr>
            <w:rStyle w:val="Hypertextovprepojenie"/>
            <w:rFonts w:cs="Times New Roman"/>
            <w:noProof/>
          </w:rPr>
          <w:t>24</w:t>
        </w:r>
        <w:r w:rsidR="00CE4942">
          <w:rPr>
            <w:rFonts w:eastAsiaTheme="minorEastAsia"/>
            <w:i w:val="0"/>
            <w:iCs w:val="0"/>
            <w:noProof/>
            <w:sz w:val="22"/>
            <w:szCs w:val="22"/>
            <w:lang w:eastAsia="sk-SK"/>
          </w:rPr>
          <w:tab/>
        </w:r>
        <w:r w:rsidR="00CE4942" w:rsidRPr="006633DC">
          <w:rPr>
            <w:rStyle w:val="Hypertextovprepojenie"/>
            <w:noProof/>
          </w:rPr>
          <w:t>Vyhodnotenie splnenia podmienok účasti úspešného uchádzača a informácia o výsledku hodnotenia ponúk</w:t>
        </w:r>
        <w:r w:rsidR="00CE4942">
          <w:rPr>
            <w:noProof/>
            <w:webHidden/>
          </w:rPr>
          <w:tab/>
        </w:r>
        <w:r w:rsidR="00CE4942">
          <w:rPr>
            <w:noProof/>
            <w:webHidden/>
          </w:rPr>
          <w:fldChar w:fldCharType="begin"/>
        </w:r>
        <w:r w:rsidR="00CE4942">
          <w:rPr>
            <w:noProof/>
            <w:webHidden/>
          </w:rPr>
          <w:instrText xml:space="preserve"> PAGEREF _Toc114833225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15FB600C" w14:textId="08905D2F" w:rsidR="00CE4942" w:rsidRDefault="00456658">
      <w:pPr>
        <w:pStyle w:val="Obsah3"/>
        <w:tabs>
          <w:tab w:val="left" w:pos="709"/>
        </w:tabs>
        <w:rPr>
          <w:rFonts w:eastAsiaTheme="minorEastAsia"/>
          <w:i w:val="0"/>
          <w:iCs w:val="0"/>
          <w:noProof/>
          <w:sz w:val="22"/>
          <w:szCs w:val="22"/>
          <w:lang w:eastAsia="sk-SK"/>
        </w:rPr>
      </w:pPr>
      <w:hyperlink w:anchor="_Toc114833226" w:history="1">
        <w:r w:rsidR="00CE4942" w:rsidRPr="006633DC">
          <w:rPr>
            <w:rStyle w:val="Hypertextovprepojenie"/>
            <w:rFonts w:cs="Times New Roman"/>
            <w:noProof/>
          </w:rPr>
          <w:t>25</w:t>
        </w:r>
        <w:r w:rsidR="00CE4942">
          <w:rPr>
            <w:rFonts w:eastAsiaTheme="minorEastAsia"/>
            <w:i w:val="0"/>
            <w:iCs w:val="0"/>
            <w:noProof/>
            <w:sz w:val="22"/>
            <w:szCs w:val="22"/>
            <w:lang w:eastAsia="sk-SK"/>
          </w:rPr>
          <w:tab/>
        </w:r>
        <w:r w:rsidR="00CE4942" w:rsidRPr="006633DC">
          <w:rPr>
            <w:rStyle w:val="Hypertextovprepojenie"/>
            <w:noProof/>
          </w:rPr>
          <w:t>Uzavretie zmluvy</w:t>
        </w:r>
        <w:r w:rsidR="00CE4942">
          <w:rPr>
            <w:noProof/>
            <w:webHidden/>
          </w:rPr>
          <w:tab/>
        </w:r>
        <w:r w:rsidR="00CE4942">
          <w:rPr>
            <w:noProof/>
            <w:webHidden/>
          </w:rPr>
          <w:fldChar w:fldCharType="begin"/>
        </w:r>
        <w:r w:rsidR="00CE4942">
          <w:rPr>
            <w:noProof/>
            <w:webHidden/>
          </w:rPr>
          <w:instrText xml:space="preserve"> PAGEREF _Toc114833226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67A07C9B" w14:textId="30E4246F"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27" w:history="1">
        <w:r w:rsidR="00CE4942" w:rsidRPr="006633DC">
          <w:rPr>
            <w:rStyle w:val="Hypertextovprepojenie"/>
          </w:rPr>
          <w:t>ČASŤ B</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Opis predmetu zákazky</w:t>
        </w:r>
        <w:r w:rsidR="00CE4942">
          <w:rPr>
            <w:webHidden/>
          </w:rPr>
          <w:tab/>
        </w:r>
        <w:r w:rsidR="00CE4942">
          <w:rPr>
            <w:webHidden/>
          </w:rPr>
          <w:fldChar w:fldCharType="begin"/>
        </w:r>
        <w:r w:rsidR="00CE4942">
          <w:rPr>
            <w:webHidden/>
          </w:rPr>
          <w:instrText xml:space="preserve"> PAGEREF _Toc114833227 \h </w:instrText>
        </w:r>
        <w:r w:rsidR="00CE4942">
          <w:rPr>
            <w:webHidden/>
          </w:rPr>
        </w:r>
        <w:r w:rsidR="00CE4942">
          <w:rPr>
            <w:webHidden/>
          </w:rPr>
          <w:fldChar w:fldCharType="separate"/>
        </w:r>
        <w:r w:rsidR="00CE4942">
          <w:rPr>
            <w:webHidden/>
          </w:rPr>
          <w:t>18</w:t>
        </w:r>
        <w:r w:rsidR="00CE4942">
          <w:rPr>
            <w:webHidden/>
          </w:rPr>
          <w:fldChar w:fldCharType="end"/>
        </w:r>
      </w:hyperlink>
    </w:p>
    <w:p w14:paraId="12D934C2" w14:textId="32FA1C15" w:rsidR="00CE4942" w:rsidRDefault="00456658">
      <w:pPr>
        <w:pStyle w:val="Obsah3"/>
        <w:rPr>
          <w:rFonts w:eastAsiaTheme="minorEastAsia"/>
          <w:i w:val="0"/>
          <w:iCs w:val="0"/>
          <w:noProof/>
          <w:sz w:val="22"/>
          <w:szCs w:val="22"/>
          <w:lang w:eastAsia="sk-SK"/>
        </w:rPr>
      </w:pPr>
      <w:hyperlink w:anchor="_Toc114833228"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Základný účel obstarania predmetu zákazky</w:t>
        </w:r>
        <w:r w:rsidR="00CE4942">
          <w:rPr>
            <w:noProof/>
            <w:webHidden/>
          </w:rPr>
          <w:tab/>
        </w:r>
        <w:r w:rsidR="00CE4942">
          <w:rPr>
            <w:noProof/>
            <w:webHidden/>
          </w:rPr>
          <w:fldChar w:fldCharType="begin"/>
        </w:r>
        <w:r w:rsidR="00CE4942">
          <w:rPr>
            <w:noProof/>
            <w:webHidden/>
          </w:rPr>
          <w:instrText xml:space="preserve"> PAGEREF _Toc114833228 \h </w:instrText>
        </w:r>
        <w:r w:rsidR="00CE4942">
          <w:rPr>
            <w:noProof/>
            <w:webHidden/>
          </w:rPr>
        </w:r>
        <w:r w:rsidR="00CE4942">
          <w:rPr>
            <w:noProof/>
            <w:webHidden/>
          </w:rPr>
          <w:fldChar w:fldCharType="separate"/>
        </w:r>
        <w:r w:rsidR="00CE4942">
          <w:rPr>
            <w:noProof/>
            <w:webHidden/>
          </w:rPr>
          <w:t>18</w:t>
        </w:r>
        <w:r w:rsidR="00CE4942">
          <w:rPr>
            <w:noProof/>
            <w:webHidden/>
          </w:rPr>
          <w:fldChar w:fldCharType="end"/>
        </w:r>
      </w:hyperlink>
    </w:p>
    <w:p w14:paraId="31C99FEA" w14:textId="34CCB0F8" w:rsidR="00CE4942" w:rsidRDefault="00456658">
      <w:pPr>
        <w:pStyle w:val="Obsah3"/>
        <w:rPr>
          <w:rFonts w:eastAsiaTheme="minorEastAsia"/>
          <w:i w:val="0"/>
          <w:iCs w:val="0"/>
          <w:noProof/>
          <w:sz w:val="22"/>
          <w:szCs w:val="22"/>
          <w:lang w:eastAsia="sk-SK"/>
        </w:rPr>
      </w:pPr>
      <w:hyperlink w:anchor="_Toc114833229"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Základný opis predmetu zákazky</w:t>
        </w:r>
        <w:r w:rsidR="00CE4942">
          <w:rPr>
            <w:noProof/>
            <w:webHidden/>
          </w:rPr>
          <w:tab/>
        </w:r>
        <w:r w:rsidR="00CE4942">
          <w:rPr>
            <w:noProof/>
            <w:webHidden/>
          </w:rPr>
          <w:fldChar w:fldCharType="begin"/>
        </w:r>
        <w:r w:rsidR="00CE4942">
          <w:rPr>
            <w:noProof/>
            <w:webHidden/>
          </w:rPr>
          <w:instrText xml:space="preserve"> PAGEREF _Toc114833229 \h </w:instrText>
        </w:r>
        <w:r w:rsidR="00CE4942">
          <w:rPr>
            <w:noProof/>
            <w:webHidden/>
          </w:rPr>
        </w:r>
        <w:r w:rsidR="00CE4942">
          <w:rPr>
            <w:noProof/>
            <w:webHidden/>
          </w:rPr>
          <w:fldChar w:fldCharType="separate"/>
        </w:r>
        <w:r w:rsidR="00CE4942">
          <w:rPr>
            <w:noProof/>
            <w:webHidden/>
          </w:rPr>
          <w:t>18</w:t>
        </w:r>
        <w:r w:rsidR="00CE4942">
          <w:rPr>
            <w:noProof/>
            <w:webHidden/>
          </w:rPr>
          <w:fldChar w:fldCharType="end"/>
        </w:r>
      </w:hyperlink>
    </w:p>
    <w:p w14:paraId="1F0898A5" w14:textId="22FC0704" w:rsidR="00CE4942" w:rsidRDefault="00456658">
      <w:pPr>
        <w:pStyle w:val="Obsah3"/>
        <w:rPr>
          <w:rFonts w:eastAsiaTheme="minorEastAsia"/>
          <w:i w:val="0"/>
          <w:iCs w:val="0"/>
          <w:noProof/>
          <w:sz w:val="22"/>
          <w:szCs w:val="22"/>
          <w:lang w:eastAsia="sk-SK"/>
        </w:rPr>
      </w:pPr>
      <w:hyperlink w:anchor="_Toc114833230"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Charakteristika súčasného stavu energetického hospodárstva</w:t>
        </w:r>
        <w:r w:rsidR="00CE4942">
          <w:rPr>
            <w:noProof/>
            <w:webHidden/>
          </w:rPr>
          <w:tab/>
        </w:r>
        <w:r w:rsidR="00CE4942">
          <w:rPr>
            <w:noProof/>
            <w:webHidden/>
          </w:rPr>
          <w:fldChar w:fldCharType="begin"/>
        </w:r>
        <w:r w:rsidR="00CE4942">
          <w:rPr>
            <w:noProof/>
            <w:webHidden/>
          </w:rPr>
          <w:instrText xml:space="preserve"> PAGEREF _Toc114833230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7D4B41B" w14:textId="30D0B13B" w:rsidR="00CE4942" w:rsidRDefault="00456658">
      <w:pPr>
        <w:pStyle w:val="Obsah3"/>
        <w:rPr>
          <w:rFonts w:eastAsiaTheme="minorEastAsia"/>
          <w:i w:val="0"/>
          <w:iCs w:val="0"/>
          <w:noProof/>
          <w:sz w:val="22"/>
          <w:szCs w:val="22"/>
          <w:lang w:eastAsia="sk-SK"/>
        </w:rPr>
      </w:pPr>
      <w:hyperlink w:anchor="_Toc114833231" w:history="1">
        <w:r w:rsidR="00CE4942" w:rsidRPr="006633DC">
          <w:rPr>
            <w:rStyle w:val="Hypertextovprepojenie"/>
            <w:rFonts w:cs="Times New Roman"/>
            <w:noProof/>
          </w:rPr>
          <w:t>4</w:t>
        </w:r>
        <w:r w:rsidR="00CE4942">
          <w:rPr>
            <w:rFonts w:eastAsiaTheme="minorEastAsia"/>
            <w:i w:val="0"/>
            <w:iCs w:val="0"/>
            <w:noProof/>
            <w:sz w:val="22"/>
            <w:szCs w:val="22"/>
            <w:lang w:eastAsia="sk-SK"/>
          </w:rPr>
          <w:tab/>
        </w:r>
        <w:r w:rsidR="00CE4942" w:rsidRPr="006633DC">
          <w:rPr>
            <w:rStyle w:val="Hypertextovprepojenie"/>
            <w:noProof/>
          </w:rPr>
          <w:t>Požiadavky na rozsah realizácie predmetu zákazky a rozsah opatrení</w:t>
        </w:r>
        <w:r w:rsidR="00CE4942">
          <w:rPr>
            <w:noProof/>
            <w:webHidden/>
          </w:rPr>
          <w:tab/>
        </w:r>
        <w:r w:rsidR="00CE4942">
          <w:rPr>
            <w:noProof/>
            <w:webHidden/>
          </w:rPr>
          <w:fldChar w:fldCharType="begin"/>
        </w:r>
        <w:r w:rsidR="00CE4942">
          <w:rPr>
            <w:noProof/>
            <w:webHidden/>
          </w:rPr>
          <w:instrText xml:space="preserve"> PAGEREF _Toc114833231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60E3232" w14:textId="2BBADDA9" w:rsidR="00CE4942" w:rsidRDefault="00456658">
      <w:pPr>
        <w:pStyle w:val="Obsah3"/>
        <w:rPr>
          <w:rFonts w:eastAsiaTheme="minorEastAsia"/>
          <w:i w:val="0"/>
          <w:iCs w:val="0"/>
          <w:noProof/>
          <w:sz w:val="22"/>
          <w:szCs w:val="22"/>
          <w:lang w:eastAsia="sk-SK"/>
        </w:rPr>
      </w:pPr>
      <w:hyperlink w:anchor="_Toc114833232" w:history="1">
        <w:r w:rsidR="00CE4942" w:rsidRPr="006633DC">
          <w:rPr>
            <w:rStyle w:val="Hypertextovprepojenie"/>
            <w:rFonts w:cs="Times New Roman"/>
            <w:noProof/>
          </w:rPr>
          <w:t>5</w:t>
        </w:r>
        <w:r w:rsidR="00CE4942">
          <w:rPr>
            <w:rFonts w:eastAsiaTheme="minorEastAsia"/>
            <w:i w:val="0"/>
            <w:iCs w:val="0"/>
            <w:noProof/>
            <w:sz w:val="22"/>
            <w:szCs w:val="22"/>
            <w:lang w:eastAsia="sk-SK"/>
          </w:rPr>
          <w:tab/>
        </w:r>
        <w:r w:rsidR="00CE4942" w:rsidRPr="006633DC">
          <w:rPr>
            <w:rStyle w:val="Hypertextovprepojenie"/>
            <w:noProof/>
          </w:rPr>
          <w:t>Požiadavky na garanciu a výšku úspor</w:t>
        </w:r>
        <w:r w:rsidR="00CE4942">
          <w:rPr>
            <w:noProof/>
            <w:webHidden/>
          </w:rPr>
          <w:tab/>
        </w:r>
        <w:r w:rsidR="00CE4942">
          <w:rPr>
            <w:noProof/>
            <w:webHidden/>
          </w:rPr>
          <w:fldChar w:fldCharType="begin"/>
        </w:r>
        <w:r w:rsidR="00CE4942">
          <w:rPr>
            <w:noProof/>
            <w:webHidden/>
          </w:rPr>
          <w:instrText xml:space="preserve"> PAGEREF _Toc114833232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09A87F76" w14:textId="6F5B52EB" w:rsidR="00CE4942" w:rsidRDefault="00456658">
      <w:pPr>
        <w:pStyle w:val="Obsah3"/>
        <w:rPr>
          <w:rFonts w:eastAsiaTheme="minorEastAsia"/>
          <w:i w:val="0"/>
          <w:iCs w:val="0"/>
          <w:noProof/>
          <w:sz w:val="22"/>
          <w:szCs w:val="22"/>
          <w:lang w:eastAsia="sk-SK"/>
        </w:rPr>
      </w:pPr>
      <w:hyperlink w:anchor="_Toc114833233" w:history="1">
        <w:r w:rsidR="00CE4942" w:rsidRPr="006633DC">
          <w:rPr>
            <w:rStyle w:val="Hypertextovprepojenie"/>
            <w:rFonts w:cs="Times New Roman"/>
            <w:noProof/>
          </w:rPr>
          <w:t>6</w:t>
        </w:r>
        <w:r w:rsidR="00CE4942">
          <w:rPr>
            <w:rFonts w:eastAsiaTheme="minorEastAsia"/>
            <w:i w:val="0"/>
            <w:iCs w:val="0"/>
            <w:noProof/>
            <w:sz w:val="22"/>
            <w:szCs w:val="22"/>
            <w:lang w:eastAsia="sk-SK"/>
          </w:rPr>
          <w:tab/>
        </w:r>
        <w:r w:rsidR="00CE4942" w:rsidRPr="006633DC">
          <w:rPr>
            <w:rStyle w:val="Hypertextovprepojenie"/>
            <w:noProof/>
          </w:rPr>
          <w:t>Súvisiace plnenia</w:t>
        </w:r>
        <w:r w:rsidR="00CE4942">
          <w:rPr>
            <w:noProof/>
            <w:webHidden/>
          </w:rPr>
          <w:tab/>
        </w:r>
        <w:r w:rsidR="00CE4942">
          <w:rPr>
            <w:noProof/>
            <w:webHidden/>
          </w:rPr>
          <w:fldChar w:fldCharType="begin"/>
        </w:r>
        <w:r w:rsidR="00CE4942">
          <w:rPr>
            <w:noProof/>
            <w:webHidden/>
          </w:rPr>
          <w:instrText xml:space="preserve"> PAGEREF _Toc114833233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02E766F" w14:textId="48DE5D5D" w:rsidR="00CE4942" w:rsidRDefault="00456658">
      <w:pPr>
        <w:pStyle w:val="Obsah3"/>
        <w:rPr>
          <w:rFonts w:eastAsiaTheme="minorEastAsia"/>
          <w:i w:val="0"/>
          <w:iCs w:val="0"/>
          <w:noProof/>
          <w:sz w:val="22"/>
          <w:szCs w:val="22"/>
          <w:lang w:eastAsia="sk-SK"/>
        </w:rPr>
      </w:pPr>
      <w:hyperlink w:anchor="_Toc114833234" w:history="1">
        <w:r w:rsidR="00CE4942" w:rsidRPr="006633DC">
          <w:rPr>
            <w:rStyle w:val="Hypertextovprepojenie"/>
            <w:rFonts w:cs="Times New Roman"/>
            <w:noProof/>
          </w:rPr>
          <w:t>7</w:t>
        </w:r>
        <w:r w:rsidR="00CE4942">
          <w:rPr>
            <w:rFonts w:eastAsiaTheme="minorEastAsia"/>
            <w:i w:val="0"/>
            <w:iCs w:val="0"/>
            <w:noProof/>
            <w:sz w:val="22"/>
            <w:szCs w:val="22"/>
            <w:lang w:eastAsia="sk-SK"/>
          </w:rPr>
          <w:tab/>
        </w:r>
        <w:r w:rsidR="00CE4942" w:rsidRPr="006633DC">
          <w:rPr>
            <w:rStyle w:val="Hypertextovprepojenie"/>
            <w:noProof/>
          </w:rPr>
          <w:t>Záruka za zariadenia a garancia úspory energie</w:t>
        </w:r>
        <w:r w:rsidR="00CE4942">
          <w:rPr>
            <w:noProof/>
            <w:webHidden/>
          </w:rPr>
          <w:tab/>
        </w:r>
        <w:r w:rsidR="00CE4942">
          <w:rPr>
            <w:noProof/>
            <w:webHidden/>
          </w:rPr>
          <w:fldChar w:fldCharType="begin"/>
        </w:r>
        <w:r w:rsidR="00CE4942">
          <w:rPr>
            <w:noProof/>
            <w:webHidden/>
          </w:rPr>
          <w:instrText xml:space="preserve"> PAGEREF _Toc114833234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31824C61" w14:textId="71557EFF" w:rsidR="00CE4942" w:rsidRDefault="00456658">
      <w:pPr>
        <w:pStyle w:val="Obsah3"/>
        <w:rPr>
          <w:rFonts w:eastAsiaTheme="minorEastAsia"/>
          <w:i w:val="0"/>
          <w:iCs w:val="0"/>
          <w:noProof/>
          <w:sz w:val="22"/>
          <w:szCs w:val="22"/>
          <w:lang w:eastAsia="sk-SK"/>
        </w:rPr>
      </w:pPr>
      <w:hyperlink w:anchor="_Toc114833235" w:history="1">
        <w:r w:rsidR="00CE4942" w:rsidRPr="006633DC">
          <w:rPr>
            <w:rStyle w:val="Hypertextovprepojenie"/>
            <w:rFonts w:cs="Times New Roman"/>
            <w:noProof/>
          </w:rPr>
          <w:t>8</w:t>
        </w:r>
        <w:r w:rsidR="00CE4942">
          <w:rPr>
            <w:rFonts w:eastAsiaTheme="minorEastAsia"/>
            <w:i w:val="0"/>
            <w:iCs w:val="0"/>
            <w:noProof/>
            <w:sz w:val="22"/>
            <w:szCs w:val="22"/>
            <w:lang w:eastAsia="sk-SK"/>
          </w:rPr>
          <w:tab/>
        </w:r>
        <w:r w:rsidR="00CE4942" w:rsidRPr="006633DC">
          <w:rPr>
            <w:rStyle w:val="Hypertextovprepojenie"/>
            <w:noProof/>
          </w:rPr>
          <w:t>Miesto realizácie predmetu zákazky</w:t>
        </w:r>
        <w:r w:rsidR="00CE4942">
          <w:rPr>
            <w:noProof/>
            <w:webHidden/>
          </w:rPr>
          <w:tab/>
        </w:r>
        <w:r w:rsidR="00CE4942">
          <w:rPr>
            <w:noProof/>
            <w:webHidden/>
          </w:rPr>
          <w:fldChar w:fldCharType="begin"/>
        </w:r>
        <w:r w:rsidR="00CE4942">
          <w:rPr>
            <w:noProof/>
            <w:webHidden/>
          </w:rPr>
          <w:instrText xml:space="preserve"> PAGEREF _Toc114833235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6EB8E6B9" w14:textId="01DB69EC" w:rsidR="00CE4942" w:rsidRDefault="00456658">
      <w:pPr>
        <w:pStyle w:val="Obsah3"/>
        <w:rPr>
          <w:rFonts w:eastAsiaTheme="minorEastAsia"/>
          <w:i w:val="0"/>
          <w:iCs w:val="0"/>
          <w:noProof/>
          <w:sz w:val="22"/>
          <w:szCs w:val="22"/>
          <w:lang w:eastAsia="sk-SK"/>
        </w:rPr>
      </w:pPr>
      <w:hyperlink w:anchor="_Toc114833236" w:history="1">
        <w:r w:rsidR="00CE4942" w:rsidRPr="006633DC">
          <w:rPr>
            <w:rStyle w:val="Hypertextovprepojenie"/>
            <w:rFonts w:cs="Times New Roman"/>
            <w:noProof/>
          </w:rPr>
          <w:t>9</w:t>
        </w:r>
        <w:r w:rsidR="00CE4942">
          <w:rPr>
            <w:rFonts w:eastAsiaTheme="minorEastAsia"/>
            <w:i w:val="0"/>
            <w:iCs w:val="0"/>
            <w:noProof/>
            <w:sz w:val="22"/>
            <w:szCs w:val="22"/>
            <w:lang w:eastAsia="sk-SK"/>
          </w:rPr>
          <w:tab/>
        </w:r>
        <w:r w:rsidR="00CE4942" w:rsidRPr="006633DC">
          <w:rPr>
            <w:rStyle w:val="Hypertextovprepojenie"/>
            <w:noProof/>
          </w:rPr>
          <w:t>Termín realizácie predmetu zákazky</w:t>
        </w:r>
        <w:r w:rsidR="00CE4942">
          <w:rPr>
            <w:noProof/>
            <w:webHidden/>
          </w:rPr>
          <w:tab/>
        </w:r>
        <w:r w:rsidR="00CE4942">
          <w:rPr>
            <w:noProof/>
            <w:webHidden/>
          </w:rPr>
          <w:fldChar w:fldCharType="begin"/>
        </w:r>
        <w:r w:rsidR="00CE4942">
          <w:rPr>
            <w:noProof/>
            <w:webHidden/>
          </w:rPr>
          <w:instrText xml:space="preserve"> PAGEREF _Toc114833236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46783DF8" w14:textId="196EF538" w:rsidR="00CE4942" w:rsidRDefault="00456658">
      <w:pPr>
        <w:pStyle w:val="Obsah3"/>
        <w:tabs>
          <w:tab w:val="left" w:pos="709"/>
        </w:tabs>
        <w:rPr>
          <w:rFonts w:eastAsiaTheme="minorEastAsia"/>
          <w:i w:val="0"/>
          <w:iCs w:val="0"/>
          <w:noProof/>
          <w:sz w:val="22"/>
          <w:szCs w:val="22"/>
          <w:lang w:eastAsia="sk-SK"/>
        </w:rPr>
      </w:pPr>
      <w:hyperlink w:anchor="_Toc114833237" w:history="1">
        <w:r w:rsidR="00CE4942" w:rsidRPr="006633DC">
          <w:rPr>
            <w:rStyle w:val="Hypertextovprepojenie"/>
            <w:rFonts w:cs="Times New Roman"/>
            <w:noProof/>
          </w:rPr>
          <w:t>10</w:t>
        </w:r>
        <w:r w:rsidR="00CE4942">
          <w:rPr>
            <w:rFonts w:eastAsiaTheme="minorEastAsia"/>
            <w:i w:val="0"/>
            <w:iCs w:val="0"/>
            <w:noProof/>
            <w:sz w:val="22"/>
            <w:szCs w:val="22"/>
            <w:lang w:eastAsia="sk-SK"/>
          </w:rPr>
          <w:tab/>
        </w:r>
        <w:r w:rsidR="00CE4942" w:rsidRPr="006633DC">
          <w:rPr>
            <w:rStyle w:val="Hypertextovprepojenie"/>
            <w:noProof/>
          </w:rPr>
          <w:t>Ďalšie požiadavky na realizáciu predmetu zákazky</w:t>
        </w:r>
        <w:r w:rsidR="00CE4942">
          <w:rPr>
            <w:noProof/>
            <w:webHidden/>
          </w:rPr>
          <w:tab/>
        </w:r>
        <w:r w:rsidR="00CE4942">
          <w:rPr>
            <w:noProof/>
            <w:webHidden/>
          </w:rPr>
          <w:fldChar w:fldCharType="begin"/>
        </w:r>
        <w:r w:rsidR="00CE4942">
          <w:rPr>
            <w:noProof/>
            <w:webHidden/>
          </w:rPr>
          <w:instrText xml:space="preserve"> PAGEREF _Toc114833237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0DEE2931" w14:textId="0D1C37A0"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38" w:history="1">
        <w:r w:rsidR="00CE4942" w:rsidRPr="006633DC">
          <w:rPr>
            <w:rStyle w:val="Hypertextovprepojenie"/>
          </w:rPr>
          <w:t>ČASŤ C</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Spôsob určenia ceny</w:t>
        </w:r>
        <w:r w:rsidR="00CE4942">
          <w:rPr>
            <w:webHidden/>
          </w:rPr>
          <w:tab/>
        </w:r>
        <w:r w:rsidR="00CE4942">
          <w:rPr>
            <w:webHidden/>
          </w:rPr>
          <w:fldChar w:fldCharType="begin"/>
        </w:r>
        <w:r w:rsidR="00CE4942">
          <w:rPr>
            <w:webHidden/>
          </w:rPr>
          <w:instrText xml:space="preserve"> PAGEREF _Toc114833238 \h </w:instrText>
        </w:r>
        <w:r w:rsidR="00CE4942">
          <w:rPr>
            <w:webHidden/>
          </w:rPr>
        </w:r>
        <w:r w:rsidR="00CE4942">
          <w:rPr>
            <w:webHidden/>
          </w:rPr>
          <w:fldChar w:fldCharType="separate"/>
        </w:r>
        <w:r w:rsidR="00CE4942">
          <w:rPr>
            <w:webHidden/>
          </w:rPr>
          <w:t>21</w:t>
        </w:r>
        <w:r w:rsidR="00CE4942">
          <w:rPr>
            <w:webHidden/>
          </w:rPr>
          <w:fldChar w:fldCharType="end"/>
        </w:r>
      </w:hyperlink>
    </w:p>
    <w:p w14:paraId="04AEE4F7" w14:textId="68763B31" w:rsidR="00CE4942" w:rsidRDefault="00456658">
      <w:pPr>
        <w:pStyle w:val="Obsah3"/>
        <w:rPr>
          <w:rFonts w:eastAsiaTheme="minorEastAsia"/>
          <w:i w:val="0"/>
          <w:iCs w:val="0"/>
          <w:noProof/>
          <w:sz w:val="22"/>
          <w:szCs w:val="22"/>
          <w:lang w:eastAsia="sk-SK"/>
        </w:rPr>
      </w:pPr>
      <w:hyperlink w:anchor="_Toc114833239"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Stanovenie ceny za predmet zákazky</w:t>
        </w:r>
        <w:r w:rsidR="00CE4942">
          <w:rPr>
            <w:noProof/>
            <w:webHidden/>
          </w:rPr>
          <w:tab/>
        </w:r>
        <w:r w:rsidR="00CE4942">
          <w:rPr>
            <w:noProof/>
            <w:webHidden/>
          </w:rPr>
          <w:fldChar w:fldCharType="begin"/>
        </w:r>
        <w:r w:rsidR="00CE4942">
          <w:rPr>
            <w:noProof/>
            <w:webHidden/>
          </w:rPr>
          <w:instrText xml:space="preserve"> PAGEREF _Toc114833239 \h </w:instrText>
        </w:r>
        <w:r w:rsidR="00CE4942">
          <w:rPr>
            <w:noProof/>
            <w:webHidden/>
          </w:rPr>
        </w:r>
        <w:r w:rsidR="00CE4942">
          <w:rPr>
            <w:noProof/>
            <w:webHidden/>
          </w:rPr>
          <w:fldChar w:fldCharType="separate"/>
        </w:r>
        <w:r w:rsidR="00CE4942">
          <w:rPr>
            <w:noProof/>
            <w:webHidden/>
          </w:rPr>
          <w:t>21</w:t>
        </w:r>
        <w:r w:rsidR="00CE4942">
          <w:rPr>
            <w:noProof/>
            <w:webHidden/>
          </w:rPr>
          <w:fldChar w:fldCharType="end"/>
        </w:r>
      </w:hyperlink>
    </w:p>
    <w:p w14:paraId="449298FE" w14:textId="0C19DB06" w:rsidR="00CE4942" w:rsidRDefault="00456658">
      <w:pPr>
        <w:pStyle w:val="Obsah3"/>
        <w:rPr>
          <w:rFonts w:eastAsiaTheme="minorEastAsia"/>
          <w:i w:val="0"/>
          <w:iCs w:val="0"/>
          <w:noProof/>
          <w:sz w:val="22"/>
          <w:szCs w:val="22"/>
          <w:lang w:eastAsia="sk-SK"/>
        </w:rPr>
      </w:pPr>
      <w:hyperlink w:anchor="_Toc114833240"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Predloženie ceny za predmet zákazky</w:t>
        </w:r>
        <w:r w:rsidR="00CE4942">
          <w:rPr>
            <w:noProof/>
            <w:webHidden/>
          </w:rPr>
          <w:tab/>
        </w:r>
        <w:r w:rsidR="00CE4942">
          <w:rPr>
            <w:noProof/>
            <w:webHidden/>
          </w:rPr>
          <w:fldChar w:fldCharType="begin"/>
        </w:r>
        <w:r w:rsidR="00CE4942">
          <w:rPr>
            <w:noProof/>
            <w:webHidden/>
          </w:rPr>
          <w:instrText xml:space="preserve"> PAGEREF _Toc114833240 \h </w:instrText>
        </w:r>
        <w:r w:rsidR="00CE4942">
          <w:rPr>
            <w:noProof/>
            <w:webHidden/>
          </w:rPr>
        </w:r>
        <w:r w:rsidR="00CE4942">
          <w:rPr>
            <w:noProof/>
            <w:webHidden/>
          </w:rPr>
          <w:fldChar w:fldCharType="separate"/>
        </w:r>
        <w:r w:rsidR="00CE4942">
          <w:rPr>
            <w:noProof/>
            <w:webHidden/>
          </w:rPr>
          <w:t>21</w:t>
        </w:r>
        <w:r w:rsidR="00CE4942">
          <w:rPr>
            <w:noProof/>
            <w:webHidden/>
          </w:rPr>
          <w:fldChar w:fldCharType="end"/>
        </w:r>
      </w:hyperlink>
    </w:p>
    <w:p w14:paraId="47042A21" w14:textId="0229058F"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41" w:history="1">
        <w:r w:rsidR="00CE4942" w:rsidRPr="006633DC">
          <w:rPr>
            <w:rStyle w:val="Hypertextovprepojenie"/>
          </w:rPr>
          <w:t>ČASŤ D</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Obchodné podmienky</w:t>
        </w:r>
        <w:r w:rsidR="00CE4942">
          <w:rPr>
            <w:webHidden/>
          </w:rPr>
          <w:tab/>
        </w:r>
        <w:r w:rsidR="00CE4942">
          <w:rPr>
            <w:webHidden/>
          </w:rPr>
          <w:fldChar w:fldCharType="begin"/>
        </w:r>
        <w:r w:rsidR="00CE4942">
          <w:rPr>
            <w:webHidden/>
          </w:rPr>
          <w:instrText xml:space="preserve"> PAGEREF _Toc114833241 \h </w:instrText>
        </w:r>
        <w:r w:rsidR="00CE4942">
          <w:rPr>
            <w:webHidden/>
          </w:rPr>
        </w:r>
        <w:r w:rsidR="00CE4942">
          <w:rPr>
            <w:webHidden/>
          </w:rPr>
          <w:fldChar w:fldCharType="separate"/>
        </w:r>
        <w:r w:rsidR="00CE4942">
          <w:rPr>
            <w:webHidden/>
          </w:rPr>
          <w:t>22</w:t>
        </w:r>
        <w:r w:rsidR="00CE4942">
          <w:rPr>
            <w:webHidden/>
          </w:rPr>
          <w:fldChar w:fldCharType="end"/>
        </w:r>
      </w:hyperlink>
    </w:p>
    <w:p w14:paraId="05D1165F" w14:textId="21FDF5A5" w:rsidR="00CE4942" w:rsidRDefault="00456658">
      <w:pPr>
        <w:pStyle w:val="Obsah3"/>
        <w:rPr>
          <w:rFonts w:eastAsiaTheme="minorEastAsia"/>
          <w:i w:val="0"/>
          <w:iCs w:val="0"/>
          <w:noProof/>
          <w:sz w:val="22"/>
          <w:szCs w:val="22"/>
          <w:lang w:eastAsia="sk-SK"/>
        </w:rPr>
      </w:pPr>
      <w:hyperlink w:anchor="_Toc114833242"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Podmienky uzatvorenia zmluvy</w:t>
        </w:r>
        <w:r w:rsidR="00CE4942">
          <w:rPr>
            <w:noProof/>
            <w:webHidden/>
          </w:rPr>
          <w:tab/>
        </w:r>
        <w:r w:rsidR="00CE4942">
          <w:rPr>
            <w:noProof/>
            <w:webHidden/>
          </w:rPr>
          <w:fldChar w:fldCharType="begin"/>
        </w:r>
        <w:r w:rsidR="00CE4942">
          <w:rPr>
            <w:noProof/>
            <w:webHidden/>
          </w:rPr>
          <w:instrText xml:space="preserve"> PAGEREF _Toc114833242 \h </w:instrText>
        </w:r>
        <w:r w:rsidR="00CE4942">
          <w:rPr>
            <w:noProof/>
            <w:webHidden/>
          </w:rPr>
        </w:r>
        <w:r w:rsidR="00CE4942">
          <w:rPr>
            <w:noProof/>
            <w:webHidden/>
          </w:rPr>
          <w:fldChar w:fldCharType="separate"/>
        </w:r>
        <w:r w:rsidR="00CE4942">
          <w:rPr>
            <w:noProof/>
            <w:webHidden/>
          </w:rPr>
          <w:t>22</w:t>
        </w:r>
        <w:r w:rsidR="00CE4942">
          <w:rPr>
            <w:noProof/>
            <w:webHidden/>
          </w:rPr>
          <w:fldChar w:fldCharType="end"/>
        </w:r>
      </w:hyperlink>
    </w:p>
    <w:p w14:paraId="415400F2" w14:textId="25D1E003"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43" w:history="1">
        <w:r w:rsidR="00CE4942" w:rsidRPr="006633DC">
          <w:rPr>
            <w:rStyle w:val="Hypertextovprepojenie"/>
          </w:rPr>
          <w:t>ČASŤ E</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Kritériá hodnotenia ponúk</w:t>
        </w:r>
        <w:r w:rsidR="00CE4942">
          <w:rPr>
            <w:webHidden/>
          </w:rPr>
          <w:tab/>
        </w:r>
        <w:r w:rsidR="00CE4942">
          <w:rPr>
            <w:webHidden/>
          </w:rPr>
          <w:fldChar w:fldCharType="begin"/>
        </w:r>
        <w:r w:rsidR="00CE4942">
          <w:rPr>
            <w:webHidden/>
          </w:rPr>
          <w:instrText xml:space="preserve"> PAGEREF _Toc114833243 \h </w:instrText>
        </w:r>
        <w:r w:rsidR="00CE4942">
          <w:rPr>
            <w:webHidden/>
          </w:rPr>
        </w:r>
        <w:r w:rsidR="00CE4942">
          <w:rPr>
            <w:webHidden/>
          </w:rPr>
          <w:fldChar w:fldCharType="separate"/>
        </w:r>
        <w:r w:rsidR="00CE4942">
          <w:rPr>
            <w:webHidden/>
          </w:rPr>
          <w:t>23</w:t>
        </w:r>
        <w:r w:rsidR="00CE4942">
          <w:rPr>
            <w:webHidden/>
          </w:rPr>
          <w:fldChar w:fldCharType="end"/>
        </w:r>
      </w:hyperlink>
    </w:p>
    <w:p w14:paraId="4EB513DD" w14:textId="282F4E6C" w:rsidR="00CE4942" w:rsidRDefault="00456658">
      <w:pPr>
        <w:pStyle w:val="Obsah3"/>
        <w:rPr>
          <w:rFonts w:eastAsiaTheme="minorEastAsia"/>
          <w:i w:val="0"/>
          <w:iCs w:val="0"/>
          <w:noProof/>
          <w:sz w:val="22"/>
          <w:szCs w:val="22"/>
          <w:lang w:eastAsia="sk-SK"/>
        </w:rPr>
      </w:pPr>
      <w:hyperlink w:anchor="_Toc114833244"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Kritérium na hodnotenie ponúk</w:t>
        </w:r>
        <w:r w:rsidR="00CE4942">
          <w:rPr>
            <w:noProof/>
            <w:webHidden/>
          </w:rPr>
          <w:tab/>
        </w:r>
        <w:r w:rsidR="00CE4942">
          <w:rPr>
            <w:noProof/>
            <w:webHidden/>
          </w:rPr>
          <w:fldChar w:fldCharType="begin"/>
        </w:r>
        <w:r w:rsidR="00CE4942">
          <w:rPr>
            <w:noProof/>
            <w:webHidden/>
          </w:rPr>
          <w:instrText xml:space="preserve"> PAGEREF _Toc114833244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13C7D7DC" w14:textId="48B1DAD0" w:rsidR="00CE4942" w:rsidRDefault="00456658">
      <w:pPr>
        <w:pStyle w:val="Obsah3"/>
        <w:rPr>
          <w:rFonts w:eastAsiaTheme="minorEastAsia"/>
          <w:i w:val="0"/>
          <w:iCs w:val="0"/>
          <w:noProof/>
          <w:sz w:val="22"/>
          <w:szCs w:val="22"/>
          <w:lang w:eastAsia="sk-SK"/>
        </w:rPr>
      </w:pPr>
      <w:hyperlink w:anchor="_Toc114833245"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Spôsob výpočtu jednotlivých podkritérií</w:t>
        </w:r>
        <w:r w:rsidR="00CE4942">
          <w:rPr>
            <w:noProof/>
            <w:webHidden/>
          </w:rPr>
          <w:tab/>
        </w:r>
        <w:r w:rsidR="00CE4942">
          <w:rPr>
            <w:noProof/>
            <w:webHidden/>
          </w:rPr>
          <w:fldChar w:fldCharType="begin"/>
        </w:r>
        <w:r w:rsidR="00CE4942">
          <w:rPr>
            <w:noProof/>
            <w:webHidden/>
          </w:rPr>
          <w:instrText xml:space="preserve"> PAGEREF _Toc114833245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74B0CCD7" w14:textId="6129280D" w:rsidR="00CE4942" w:rsidRDefault="00456658">
      <w:pPr>
        <w:pStyle w:val="Obsah3"/>
        <w:rPr>
          <w:rFonts w:eastAsiaTheme="minorEastAsia"/>
          <w:i w:val="0"/>
          <w:iCs w:val="0"/>
          <w:noProof/>
          <w:sz w:val="22"/>
          <w:szCs w:val="22"/>
          <w:lang w:eastAsia="sk-SK"/>
        </w:rPr>
      </w:pPr>
      <w:hyperlink w:anchor="_Toc114833246"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Spôsob vyhodnotenia ponúk</w:t>
        </w:r>
        <w:r w:rsidR="00CE4942">
          <w:rPr>
            <w:noProof/>
            <w:webHidden/>
          </w:rPr>
          <w:tab/>
        </w:r>
        <w:r w:rsidR="00CE4942">
          <w:rPr>
            <w:noProof/>
            <w:webHidden/>
          </w:rPr>
          <w:fldChar w:fldCharType="begin"/>
        </w:r>
        <w:r w:rsidR="00CE4942">
          <w:rPr>
            <w:noProof/>
            <w:webHidden/>
          </w:rPr>
          <w:instrText xml:space="preserve"> PAGEREF _Toc114833246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3DAF3D9B" w14:textId="4DA13279"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47" w:history="1">
        <w:r w:rsidR="00CE4942" w:rsidRPr="006633DC">
          <w:rPr>
            <w:rStyle w:val="Hypertextovprepojenie"/>
          </w:rPr>
          <w:t>ČASŤ F</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Podmienky účasti</w:t>
        </w:r>
        <w:r w:rsidR="00CE4942">
          <w:rPr>
            <w:webHidden/>
          </w:rPr>
          <w:tab/>
        </w:r>
        <w:r w:rsidR="00CE4942">
          <w:rPr>
            <w:webHidden/>
          </w:rPr>
          <w:fldChar w:fldCharType="begin"/>
        </w:r>
        <w:r w:rsidR="00CE4942">
          <w:rPr>
            <w:webHidden/>
          </w:rPr>
          <w:instrText xml:space="preserve"> PAGEREF _Toc114833247 \h </w:instrText>
        </w:r>
        <w:r w:rsidR="00CE4942">
          <w:rPr>
            <w:webHidden/>
          </w:rPr>
        </w:r>
        <w:r w:rsidR="00CE4942">
          <w:rPr>
            <w:webHidden/>
          </w:rPr>
          <w:fldChar w:fldCharType="separate"/>
        </w:r>
        <w:r w:rsidR="00CE4942">
          <w:rPr>
            <w:webHidden/>
          </w:rPr>
          <w:t>24</w:t>
        </w:r>
        <w:r w:rsidR="00CE4942">
          <w:rPr>
            <w:webHidden/>
          </w:rPr>
          <w:fldChar w:fldCharType="end"/>
        </w:r>
      </w:hyperlink>
    </w:p>
    <w:p w14:paraId="06DB3390" w14:textId="1FC68320" w:rsidR="00CE4942" w:rsidRDefault="00456658">
      <w:pPr>
        <w:pStyle w:val="Obsah3"/>
        <w:rPr>
          <w:rFonts w:eastAsiaTheme="minorEastAsia"/>
          <w:i w:val="0"/>
          <w:iCs w:val="0"/>
          <w:noProof/>
          <w:sz w:val="22"/>
          <w:szCs w:val="22"/>
          <w:lang w:eastAsia="sk-SK"/>
        </w:rPr>
      </w:pPr>
      <w:hyperlink w:anchor="_Toc114833248"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Osobné postavenie</w:t>
        </w:r>
        <w:r w:rsidR="00CE4942">
          <w:rPr>
            <w:noProof/>
            <w:webHidden/>
          </w:rPr>
          <w:tab/>
        </w:r>
        <w:r w:rsidR="00CE4942">
          <w:rPr>
            <w:noProof/>
            <w:webHidden/>
          </w:rPr>
          <w:fldChar w:fldCharType="begin"/>
        </w:r>
        <w:r w:rsidR="00CE4942">
          <w:rPr>
            <w:noProof/>
            <w:webHidden/>
          </w:rPr>
          <w:instrText xml:space="preserve"> PAGEREF _Toc114833248 \h </w:instrText>
        </w:r>
        <w:r w:rsidR="00CE4942">
          <w:rPr>
            <w:noProof/>
            <w:webHidden/>
          </w:rPr>
        </w:r>
        <w:r w:rsidR="00CE4942">
          <w:rPr>
            <w:noProof/>
            <w:webHidden/>
          </w:rPr>
          <w:fldChar w:fldCharType="separate"/>
        </w:r>
        <w:r w:rsidR="00CE4942">
          <w:rPr>
            <w:noProof/>
            <w:webHidden/>
          </w:rPr>
          <w:t>24</w:t>
        </w:r>
        <w:r w:rsidR="00CE4942">
          <w:rPr>
            <w:noProof/>
            <w:webHidden/>
          </w:rPr>
          <w:fldChar w:fldCharType="end"/>
        </w:r>
      </w:hyperlink>
    </w:p>
    <w:p w14:paraId="2255BD08" w14:textId="48887670" w:rsidR="00CE4942" w:rsidRDefault="00456658">
      <w:pPr>
        <w:pStyle w:val="Obsah3"/>
        <w:rPr>
          <w:rFonts w:eastAsiaTheme="minorEastAsia"/>
          <w:i w:val="0"/>
          <w:iCs w:val="0"/>
          <w:noProof/>
          <w:sz w:val="22"/>
          <w:szCs w:val="22"/>
          <w:lang w:eastAsia="sk-SK"/>
        </w:rPr>
      </w:pPr>
      <w:hyperlink w:anchor="_Toc114833249"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Technická alebo odborná spôsobilosť</w:t>
        </w:r>
        <w:r w:rsidR="00CE4942">
          <w:rPr>
            <w:noProof/>
            <w:webHidden/>
          </w:rPr>
          <w:tab/>
        </w:r>
        <w:r w:rsidR="00CE4942">
          <w:rPr>
            <w:noProof/>
            <w:webHidden/>
          </w:rPr>
          <w:fldChar w:fldCharType="begin"/>
        </w:r>
        <w:r w:rsidR="00CE4942">
          <w:rPr>
            <w:noProof/>
            <w:webHidden/>
          </w:rPr>
          <w:instrText xml:space="preserve"> PAGEREF _Toc114833249 \h </w:instrText>
        </w:r>
        <w:r w:rsidR="00CE4942">
          <w:rPr>
            <w:noProof/>
            <w:webHidden/>
          </w:rPr>
        </w:r>
        <w:r w:rsidR="00CE4942">
          <w:rPr>
            <w:noProof/>
            <w:webHidden/>
          </w:rPr>
          <w:fldChar w:fldCharType="separate"/>
        </w:r>
        <w:r w:rsidR="00CE4942">
          <w:rPr>
            <w:noProof/>
            <w:webHidden/>
          </w:rPr>
          <w:t>24</w:t>
        </w:r>
        <w:r w:rsidR="00CE4942">
          <w:rPr>
            <w:noProof/>
            <w:webHidden/>
          </w:rPr>
          <w:fldChar w:fldCharType="end"/>
        </w:r>
      </w:hyperlink>
    </w:p>
    <w:p w14:paraId="4E41ABB4" w14:textId="62C4306F" w:rsidR="00CE4942" w:rsidRDefault="00456658">
      <w:pPr>
        <w:pStyle w:val="Obsah3"/>
        <w:rPr>
          <w:rFonts w:eastAsiaTheme="minorEastAsia"/>
          <w:i w:val="0"/>
          <w:iCs w:val="0"/>
          <w:noProof/>
          <w:sz w:val="22"/>
          <w:szCs w:val="22"/>
          <w:lang w:eastAsia="sk-SK"/>
        </w:rPr>
      </w:pPr>
      <w:hyperlink w:anchor="_Toc114833250"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Spoločné podmienky k preukazovaniu splnenia podmienok účasti</w:t>
        </w:r>
        <w:r w:rsidR="00CE4942">
          <w:rPr>
            <w:noProof/>
            <w:webHidden/>
          </w:rPr>
          <w:tab/>
        </w:r>
        <w:r w:rsidR="00CE4942">
          <w:rPr>
            <w:noProof/>
            <w:webHidden/>
          </w:rPr>
          <w:fldChar w:fldCharType="begin"/>
        </w:r>
        <w:r w:rsidR="00CE4942">
          <w:rPr>
            <w:noProof/>
            <w:webHidden/>
          </w:rPr>
          <w:instrText xml:space="preserve"> PAGEREF _Toc114833250 \h </w:instrText>
        </w:r>
        <w:r w:rsidR="00CE4942">
          <w:rPr>
            <w:noProof/>
            <w:webHidden/>
          </w:rPr>
        </w:r>
        <w:r w:rsidR="00CE4942">
          <w:rPr>
            <w:noProof/>
            <w:webHidden/>
          </w:rPr>
          <w:fldChar w:fldCharType="separate"/>
        </w:r>
        <w:r w:rsidR="00CE4942">
          <w:rPr>
            <w:noProof/>
            <w:webHidden/>
          </w:rPr>
          <w:t>26</w:t>
        </w:r>
        <w:r w:rsidR="00CE4942">
          <w:rPr>
            <w:noProof/>
            <w:webHidden/>
          </w:rPr>
          <w:fldChar w:fldCharType="end"/>
        </w:r>
      </w:hyperlink>
    </w:p>
    <w:p w14:paraId="48650363" w14:textId="3CAF0CB1" w:rsidR="00CE4942" w:rsidRDefault="00456658">
      <w:pPr>
        <w:pStyle w:val="Obsah1"/>
        <w:rPr>
          <w:rFonts w:asciiTheme="minorHAnsi" w:eastAsiaTheme="minorEastAsia" w:hAnsiTheme="minorHAnsi" w:cstheme="minorBidi"/>
          <w:b w:val="0"/>
          <w:bCs w:val="0"/>
          <w:caps w:val="0"/>
          <w:sz w:val="22"/>
          <w:szCs w:val="22"/>
          <w:lang w:eastAsia="sk-SK"/>
        </w:rPr>
      </w:pPr>
      <w:hyperlink w:anchor="_Toc114833251" w:history="1">
        <w:r w:rsidR="00CE4942" w:rsidRPr="006633DC">
          <w:rPr>
            <w:rStyle w:val="Hypertextovprepojenie"/>
          </w:rPr>
          <w:t>ČASŤ G</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SUMARIZÁCIA PRÍLOH SÚŤAŽNÝCH PODKLADOV</w:t>
        </w:r>
        <w:r w:rsidR="00CE4942">
          <w:rPr>
            <w:webHidden/>
          </w:rPr>
          <w:tab/>
        </w:r>
        <w:r w:rsidR="00CE4942">
          <w:rPr>
            <w:webHidden/>
          </w:rPr>
          <w:fldChar w:fldCharType="begin"/>
        </w:r>
        <w:r w:rsidR="00CE4942">
          <w:rPr>
            <w:webHidden/>
          </w:rPr>
          <w:instrText xml:space="preserve"> PAGEREF _Toc114833251 \h </w:instrText>
        </w:r>
        <w:r w:rsidR="00CE4942">
          <w:rPr>
            <w:webHidden/>
          </w:rPr>
        </w:r>
        <w:r w:rsidR="00CE4942">
          <w:rPr>
            <w:webHidden/>
          </w:rPr>
          <w:fldChar w:fldCharType="separate"/>
        </w:r>
        <w:r w:rsidR="00CE4942">
          <w:rPr>
            <w:webHidden/>
          </w:rPr>
          <w:t>28</w:t>
        </w:r>
        <w:r w:rsidR="00CE4942">
          <w:rPr>
            <w:webHidden/>
          </w:rPr>
          <w:fldChar w:fldCharType="end"/>
        </w:r>
      </w:hyperlink>
    </w:p>
    <w:p w14:paraId="18D8CA69" w14:textId="663FD57D" w:rsidR="001B3C96" w:rsidRPr="00A56355" w:rsidRDefault="00485661" w:rsidP="00BF6A10">
      <w:pPr>
        <w:pStyle w:val="Nadpis1"/>
        <w:numPr>
          <w:ilvl w:val="0"/>
          <w:numId w:val="0"/>
        </w:numPr>
        <w:rPr>
          <w:rFonts w:ascii="Cambria" w:hAnsi="Cambria" w:cs="Times New Roman"/>
          <w:highlight w:val="lightGray"/>
          <w:u w:val="none"/>
        </w:rPr>
      </w:pPr>
      <w:r w:rsidRPr="00A56355">
        <w:rPr>
          <w:rFonts w:ascii="Cambria" w:hAnsi="Cambria"/>
        </w:rPr>
        <w:fldChar w:fldCharType="end"/>
      </w:r>
      <w:bookmarkStart w:id="3" w:name="_Toc4416495"/>
      <w:bookmarkStart w:id="4" w:name="_Toc4416602"/>
      <w:bookmarkStart w:id="5" w:name="_Toc4416896"/>
      <w:bookmarkStart w:id="6" w:name="_Toc4416945"/>
    </w:p>
    <w:p w14:paraId="76C39EF5" w14:textId="4202BDA3" w:rsidR="001B3C96" w:rsidRPr="00A56355" w:rsidRDefault="001B3C96">
      <w:pPr>
        <w:spacing w:after="0" w:line="240" w:lineRule="auto"/>
        <w:jc w:val="left"/>
        <w:rPr>
          <w:rFonts w:eastAsiaTheme="majorEastAsia" w:cs="Times New Roman"/>
          <w:b/>
          <w:sz w:val="28"/>
          <w:szCs w:val="28"/>
          <w:highlight w:val="lightGray"/>
        </w:rPr>
      </w:pPr>
      <w:r w:rsidRPr="00A56355">
        <w:rPr>
          <w:rFonts w:cs="Times New Roman"/>
          <w:highlight w:val="lightGray"/>
        </w:rPr>
        <w:br w:type="page"/>
      </w:r>
    </w:p>
    <w:p w14:paraId="7A650209" w14:textId="2D6667FA" w:rsidR="00A9266E" w:rsidRPr="00A56355" w:rsidRDefault="00A9266E" w:rsidP="00BF6A10">
      <w:pPr>
        <w:pStyle w:val="Nadpis1"/>
        <w:rPr>
          <w:rFonts w:ascii="Cambria" w:hAnsi="Cambria"/>
        </w:rPr>
      </w:pPr>
      <w:bookmarkStart w:id="7" w:name="_Toc114833195"/>
      <w:r w:rsidRPr="00A56355">
        <w:rPr>
          <w:rFonts w:ascii="Cambria" w:hAnsi="Cambria"/>
        </w:rPr>
        <w:lastRenderedPageBreak/>
        <w:t>Pokyny pre uchádzačov</w:t>
      </w:r>
      <w:bookmarkEnd w:id="2"/>
      <w:bookmarkEnd w:id="3"/>
      <w:bookmarkEnd w:id="4"/>
      <w:bookmarkEnd w:id="5"/>
      <w:bookmarkEnd w:id="6"/>
      <w:bookmarkEnd w:id="7"/>
    </w:p>
    <w:p w14:paraId="100C0FE1" w14:textId="49E678EF" w:rsidR="0099084C" w:rsidRPr="00A56355" w:rsidRDefault="0099084C" w:rsidP="0092757A">
      <w:pPr>
        <w:pStyle w:val="Nadpis2"/>
      </w:pPr>
      <w:bookmarkStart w:id="8" w:name="_Toc4416496"/>
      <w:bookmarkStart w:id="9" w:name="_Toc4416603"/>
      <w:bookmarkStart w:id="10" w:name="_Toc4416897"/>
      <w:bookmarkStart w:id="11" w:name="_Toc4416946"/>
      <w:bookmarkStart w:id="12" w:name="_Toc114833196"/>
      <w:r w:rsidRPr="00A56355">
        <w:t>Všeobecné informácie</w:t>
      </w:r>
      <w:bookmarkEnd w:id="8"/>
      <w:bookmarkEnd w:id="9"/>
      <w:bookmarkEnd w:id="10"/>
      <w:bookmarkEnd w:id="11"/>
      <w:bookmarkEnd w:id="12"/>
    </w:p>
    <w:p w14:paraId="39C9E0EA" w14:textId="30F41ED7" w:rsidR="007D1496" w:rsidRPr="00A56355" w:rsidRDefault="001B7673" w:rsidP="0096365D">
      <w:pPr>
        <w:pStyle w:val="Nadpis3"/>
      </w:pPr>
      <w:bookmarkStart w:id="13" w:name="_Toc114833197"/>
      <w:bookmarkStart w:id="14" w:name="_Toc4416604"/>
      <w:bookmarkStart w:id="15" w:name="_Toc4416898"/>
      <w:bookmarkStart w:id="16" w:name="_Toc4416947"/>
      <w:bookmarkStart w:id="17" w:name="_Ref4423258"/>
      <w:bookmarkStart w:id="18" w:name="_Toc447725742"/>
      <w:r w:rsidRPr="00A56355">
        <w:t xml:space="preserve">Identifikácia </w:t>
      </w:r>
      <w:r w:rsidR="00D73473" w:rsidRPr="00A56355">
        <w:t>verejného obstarávateľa</w:t>
      </w:r>
      <w:bookmarkEnd w:id="13"/>
      <w:r w:rsidR="00B53367" w:rsidRPr="00A56355">
        <w:t xml:space="preserve"> </w:t>
      </w:r>
      <w:bookmarkEnd w:id="14"/>
      <w:bookmarkEnd w:id="15"/>
      <w:bookmarkEnd w:id="16"/>
      <w:bookmarkEnd w:id="17"/>
      <w:bookmarkEnd w:id="18"/>
    </w:p>
    <w:p w14:paraId="04C11B7E" w14:textId="3B10C601" w:rsidR="00BF09B9" w:rsidRPr="00A56355" w:rsidRDefault="00785BCA" w:rsidP="00473971">
      <w:pPr>
        <w:ind w:left="3261" w:hanging="2552"/>
        <w:rPr>
          <w:b/>
          <w:bCs/>
        </w:rPr>
      </w:pPr>
      <w:bookmarkStart w:id="19" w:name="_Hlk5992564"/>
      <w:bookmarkStart w:id="20" w:name="_Toc447725746"/>
      <w:r w:rsidRPr="00A56355">
        <w:t>Názov:</w:t>
      </w:r>
      <w:r w:rsidRPr="00A56355">
        <w:tab/>
      </w:r>
      <w:r w:rsidR="00123371" w:rsidRPr="009A10D6">
        <w:rPr>
          <w:b/>
          <w:bCs/>
        </w:rPr>
        <w:t>LIDWINA - Domov sociálnych služieb</w:t>
      </w:r>
      <w:r w:rsidR="00123371" w:rsidRPr="00123371">
        <w:t xml:space="preserve"> </w:t>
      </w:r>
    </w:p>
    <w:p w14:paraId="4A5B9C8D" w14:textId="33EF0CB9" w:rsidR="00B63BC3" w:rsidRPr="00A56355" w:rsidRDefault="00785BCA" w:rsidP="00473971">
      <w:pPr>
        <w:ind w:left="3261" w:hanging="2552"/>
      </w:pPr>
      <w:r w:rsidRPr="00A56355">
        <w:t>Sídlo:</w:t>
      </w:r>
      <w:r w:rsidRPr="00A56355">
        <w:tab/>
      </w:r>
      <w:r w:rsidR="00123371" w:rsidRPr="00123371">
        <w:t xml:space="preserve">ul. Mládeže </w:t>
      </w:r>
      <w:r w:rsidR="00123371">
        <w:t>14/</w:t>
      </w:r>
      <w:r w:rsidR="00123371" w:rsidRPr="00123371">
        <w:t xml:space="preserve">1, 072 22 Strážske </w:t>
      </w:r>
    </w:p>
    <w:p w14:paraId="1E91C5F2" w14:textId="26C3BD7A" w:rsidR="00D564C9" w:rsidRPr="009E2143" w:rsidRDefault="00785BCA" w:rsidP="00473971">
      <w:pPr>
        <w:ind w:left="3261" w:hanging="2552"/>
      </w:pPr>
      <w:r w:rsidRPr="00A56355">
        <w:t>Štatutárny orgán/štatutár:</w:t>
      </w:r>
      <w:r w:rsidRPr="00A56355">
        <w:tab/>
      </w:r>
      <w:bookmarkStart w:id="21" w:name="_Hlk109984330"/>
      <w:r w:rsidR="00123371" w:rsidRPr="00123371">
        <w:t xml:space="preserve">Mgr. Viera </w:t>
      </w:r>
      <w:proofErr w:type="spellStart"/>
      <w:r w:rsidR="00123371" w:rsidRPr="00123371">
        <w:t>Dzurjašková</w:t>
      </w:r>
      <w:proofErr w:type="spellEnd"/>
      <w:r w:rsidR="00123371" w:rsidRPr="00123371">
        <w:t xml:space="preserve"> - poverená riadením</w:t>
      </w:r>
      <w:r w:rsidR="00123371" w:rsidRPr="00123371" w:rsidDel="00123371">
        <w:rPr>
          <w:highlight w:val="yellow"/>
        </w:rPr>
        <w:t xml:space="preserve"> </w:t>
      </w:r>
      <w:bookmarkEnd w:id="21"/>
    </w:p>
    <w:p w14:paraId="0C1871B9" w14:textId="6529C6C3" w:rsidR="00785BCA" w:rsidRPr="00A56355" w:rsidRDefault="00785BCA" w:rsidP="00473971">
      <w:pPr>
        <w:ind w:left="3261" w:hanging="2552"/>
      </w:pPr>
      <w:r w:rsidRPr="00A56355">
        <w:t>IČO:</w:t>
      </w:r>
      <w:r w:rsidRPr="00A56355">
        <w:tab/>
      </w:r>
      <w:r w:rsidR="00E86302" w:rsidRPr="00E86302">
        <w:t>00692026</w:t>
      </w:r>
      <w:r w:rsidR="00E86302" w:rsidRPr="00E86302" w:rsidDel="00123371">
        <w:rPr>
          <w:highlight w:val="yellow"/>
        </w:rPr>
        <w:t xml:space="preserve"> </w:t>
      </w:r>
    </w:p>
    <w:bookmarkEnd w:id="19"/>
    <w:p w14:paraId="20CF88BF" w14:textId="6DC9667E" w:rsidR="00785BCA" w:rsidRPr="00A56355" w:rsidRDefault="00785BCA" w:rsidP="00473971">
      <w:pPr>
        <w:ind w:left="3261" w:hanging="2552"/>
      </w:pPr>
      <w:r w:rsidRPr="00A56355">
        <w:t>DIČ:</w:t>
      </w:r>
      <w:r w:rsidRPr="00A56355">
        <w:tab/>
      </w:r>
      <w:bookmarkStart w:id="22" w:name="_Hlk63861731"/>
      <w:r w:rsidR="00E86302" w:rsidRPr="00E86302">
        <w:t>2020734716</w:t>
      </w:r>
      <w:r w:rsidR="00E86302" w:rsidRPr="00E86302" w:rsidDel="00E86302">
        <w:rPr>
          <w:highlight w:val="yellow"/>
        </w:rPr>
        <w:t xml:space="preserve"> </w:t>
      </w:r>
    </w:p>
    <w:bookmarkEnd w:id="22"/>
    <w:p w14:paraId="14BFDDFA" w14:textId="6B6398A9" w:rsidR="0005348C" w:rsidRPr="00A56355" w:rsidRDefault="00A259F5" w:rsidP="002655EC">
      <w:pPr>
        <w:ind w:left="3261" w:hanging="2552"/>
      </w:pPr>
      <w:r w:rsidRPr="00A56355">
        <w:t xml:space="preserve">URL: </w:t>
      </w:r>
      <w:r w:rsidRPr="00A56355">
        <w:tab/>
      </w:r>
      <w:r w:rsidR="00E86302" w:rsidRPr="00E86302">
        <w:t>https://www.dssstrazske.sk/</w:t>
      </w:r>
      <w:r w:rsidR="00E86302" w:rsidRPr="00E86302" w:rsidDel="00E86302">
        <w:rPr>
          <w:highlight w:val="yellow"/>
        </w:rPr>
        <w:t xml:space="preserve"> </w:t>
      </w:r>
    </w:p>
    <w:p w14:paraId="0D5528BE" w14:textId="012A7D2F" w:rsidR="00785BCA" w:rsidRPr="00A56355" w:rsidRDefault="00785BCA" w:rsidP="00473971">
      <w:pPr>
        <w:ind w:left="709"/>
      </w:pPr>
      <w:r w:rsidRPr="00A56355">
        <w:t xml:space="preserve">(ďalej </w:t>
      </w:r>
      <w:r w:rsidR="00786105" w:rsidRPr="00A56355">
        <w:t>aj ako</w:t>
      </w:r>
      <w:r w:rsidRPr="00A56355">
        <w:t xml:space="preserve"> „</w:t>
      </w:r>
      <w:bookmarkStart w:id="23" w:name="_Hlk519071869"/>
      <w:r w:rsidR="0045160F" w:rsidRPr="00A56355">
        <w:rPr>
          <w:b/>
        </w:rPr>
        <w:t xml:space="preserve">Verejný </w:t>
      </w:r>
      <w:r w:rsidRPr="00A56355">
        <w:rPr>
          <w:b/>
        </w:rPr>
        <w:t>obstarávateľ</w:t>
      </w:r>
      <w:bookmarkEnd w:id="23"/>
      <w:r w:rsidRPr="00A56355">
        <w:t>“)</w:t>
      </w:r>
    </w:p>
    <w:p w14:paraId="56112A8C" w14:textId="4225C259" w:rsidR="003F1BB1" w:rsidRPr="00A56355" w:rsidRDefault="003F1BB1" w:rsidP="00473971">
      <w:pPr>
        <w:ind w:left="709"/>
      </w:pPr>
      <w:r w:rsidRPr="00A56355">
        <w:t xml:space="preserve">Ďalšie informácie o podmienkach </w:t>
      </w:r>
      <w:r w:rsidR="008057FF">
        <w:t>Verejného obstarávania</w:t>
      </w:r>
      <w:r w:rsidRPr="00A56355">
        <w:t xml:space="preserve"> môžete získať u nasledovnej spoločnosti </w:t>
      </w:r>
      <w:r w:rsidR="00AE4840" w:rsidRPr="00A56355">
        <w:t>zabezpečujúcej proces verejného obstarávania</w:t>
      </w:r>
      <w:r w:rsidRPr="00A56355">
        <w:t>:</w:t>
      </w:r>
    </w:p>
    <w:p w14:paraId="56307677" w14:textId="434B3906" w:rsidR="00AE4840" w:rsidRPr="009A10D6" w:rsidRDefault="00AE4840" w:rsidP="00AE4840">
      <w:pPr>
        <w:ind w:left="3261" w:hanging="2552"/>
        <w:rPr>
          <w:b/>
          <w:bCs/>
        </w:rPr>
      </w:pPr>
      <w:r w:rsidRPr="00A56355">
        <w:t xml:space="preserve">Obchodné meno: </w:t>
      </w:r>
      <w:r w:rsidRPr="00A56355">
        <w:tab/>
      </w:r>
      <w:r w:rsidRPr="009A10D6">
        <w:rPr>
          <w:b/>
          <w:bCs/>
        </w:rPr>
        <w:t xml:space="preserve">Tatra Tender </w:t>
      </w:r>
      <w:proofErr w:type="spellStart"/>
      <w:r w:rsidRPr="009A10D6">
        <w:rPr>
          <w:b/>
          <w:bCs/>
        </w:rPr>
        <w:t>s.r.o</w:t>
      </w:r>
      <w:proofErr w:type="spellEnd"/>
      <w:r w:rsidRPr="009A10D6">
        <w:rPr>
          <w:b/>
          <w:bCs/>
        </w:rPr>
        <w:t>.</w:t>
      </w:r>
    </w:p>
    <w:p w14:paraId="1C3DA114" w14:textId="6D3AF277" w:rsidR="00AE4840" w:rsidRPr="00A56355" w:rsidRDefault="00AE4840" w:rsidP="00AE4840">
      <w:pPr>
        <w:ind w:left="3261" w:hanging="2552"/>
      </w:pPr>
      <w:r w:rsidRPr="00A56355">
        <w:t>Sídlo:</w:t>
      </w:r>
      <w:r w:rsidRPr="00A56355">
        <w:tab/>
        <w:t>Krčméryho 16, 811 04 Bratislava, Slovenská republika</w:t>
      </w:r>
    </w:p>
    <w:p w14:paraId="03593AAF" w14:textId="5565A24C" w:rsidR="00AE4840" w:rsidRPr="00A56355" w:rsidRDefault="00AE4840" w:rsidP="00AE4840">
      <w:pPr>
        <w:ind w:left="3261" w:hanging="2552"/>
      </w:pPr>
      <w:r w:rsidRPr="00A56355">
        <w:t>Štatutárny zástupca:</w:t>
      </w:r>
      <w:r w:rsidRPr="00A56355">
        <w:tab/>
        <w:t xml:space="preserve">Mgr. Vladimír Oros, konateľ </w:t>
      </w:r>
    </w:p>
    <w:p w14:paraId="112D0AD1" w14:textId="25FC9DD7" w:rsidR="00AE4840" w:rsidRPr="00A56355" w:rsidRDefault="00AE4840" w:rsidP="00AE4840">
      <w:pPr>
        <w:ind w:left="3261" w:hanging="2552"/>
      </w:pPr>
      <w:r w:rsidRPr="00A56355">
        <w:t>IČO:</w:t>
      </w:r>
      <w:r w:rsidRPr="00A56355">
        <w:tab/>
        <w:t>44 119 313</w:t>
      </w:r>
    </w:p>
    <w:p w14:paraId="153D541C" w14:textId="4D6303DF" w:rsidR="00AE4840" w:rsidRPr="00A56355" w:rsidRDefault="00AE4840" w:rsidP="00AE4840">
      <w:pPr>
        <w:ind w:left="3261" w:hanging="2552"/>
      </w:pPr>
      <w:r w:rsidRPr="00A56355">
        <w:t>zapísaný:</w:t>
      </w:r>
      <w:r w:rsidRPr="00A56355">
        <w:tab/>
        <w:t xml:space="preserve">v Obchodnom registri Okresného súdu Bratislava I, oddiel: </w:t>
      </w:r>
      <w:proofErr w:type="spellStart"/>
      <w:r w:rsidRPr="00A56355">
        <w:t>Sro</w:t>
      </w:r>
      <w:proofErr w:type="spellEnd"/>
      <w:r w:rsidRPr="00A56355">
        <w:t>, vložka číslo 51980/B</w:t>
      </w:r>
    </w:p>
    <w:p w14:paraId="6A9868F6" w14:textId="079D4DBB" w:rsidR="00AE4840" w:rsidRPr="00A56355" w:rsidRDefault="00AE4840" w:rsidP="00AE4840">
      <w:pPr>
        <w:ind w:left="3261" w:hanging="2552"/>
      </w:pPr>
      <w:r w:rsidRPr="00A56355">
        <w:t xml:space="preserve">Kontaktná osoba:          </w:t>
      </w:r>
      <w:r w:rsidRPr="00A56355">
        <w:tab/>
        <w:t xml:space="preserve">JUDr. Tomáš </w:t>
      </w:r>
      <w:proofErr w:type="spellStart"/>
      <w:r w:rsidRPr="00A56355">
        <w:t>Uríček</w:t>
      </w:r>
      <w:proofErr w:type="spellEnd"/>
    </w:p>
    <w:p w14:paraId="3E71455C" w14:textId="77777777" w:rsidR="00785BCA" w:rsidRPr="00A56355" w:rsidRDefault="00785BCA" w:rsidP="0096365D">
      <w:pPr>
        <w:pStyle w:val="Nadpis3"/>
      </w:pPr>
      <w:bookmarkStart w:id="24" w:name="_Toc447725743"/>
      <w:bookmarkStart w:id="25" w:name="_Toc487700723"/>
      <w:bookmarkStart w:id="26" w:name="_Toc4416605"/>
      <w:bookmarkStart w:id="27" w:name="_Toc4416899"/>
      <w:bookmarkStart w:id="28" w:name="_Toc4416948"/>
      <w:bookmarkStart w:id="29" w:name="_Toc114833198"/>
      <w:r w:rsidRPr="00A56355">
        <w:t>Predmet zákazky</w:t>
      </w:r>
      <w:bookmarkEnd w:id="24"/>
      <w:bookmarkEnd w:id="25"/>
      <w:bookmarkEnd w:id="26"/>
      <w:bookmarkEnd w:id="27"/>
      <w:bookmarkEnd w:id="28"/>
      <w:bookmarkEnd w:id="29"/>
    </w:p>
    <w:p w14:paraId="5C937767" w14:textId="6BB1BD8C" w:rsidR="00A259F5" w:rsidRPr="00564C0D" w:rsidRDefault="00BE1895" w:rsidP="007D3A0F">
      <w:pPr>
        <w:pStyle w:val="Nadpis4"/>
      </w:pPr>
      <w:bookmarkStart w:id="30" w:name="_Hlk5992583"/>
      <w:r w:rsidRPr="00564C0D">
        <w:t xml:space="preserve">Predmetom zákazky </w:t>
      </w:r>
      <w:r w:rsidR="00681923" w:rsidRPr="00564C0D">
        <w:t xml:space="preserve">je </w:t>
      </w:r>
      <w:bookmarkEnd w:id="30"/>
      <w:r w:rsidR="004B0D89" w:rsidRPr="00564C0D">
        <w:t>z</w:t>
      </w:r>
      <w:r w:rsidR="001A249A" w:rsidRPr="00564C0D">
        <w:t xml:space="preserve">výšenie prevádzkovej efektívnosti </w:t>
      </w:r>
      <w:r w:rsidR="008057FF" w:rsidRPr="00564C0D">
        <w:t xml:space="preserve">energetického hospodárstva Domova sociálnych služieb </w:t>
      </w:r>
      <w:proofErr w:type="spellStart"/>
      <w:r w:rsidR="00823283" w:rsidRPr="00564C0D">
        <w:t>Lidwina</w:t>
      </w:r>
      <w:proofErr w:type="spellEnd"/>
      <w:r w:rsidR="008057FF" w:rsidRPr="00564C0D">
        <w:t xml:space="preserve"> </w:t>
      </w:r>
      <w:r w:rsidR="00E86302" w:rsidRPr="00564C0D">
        <w:t xml:space="preserve">s garantovanou úsporou nákladov </w:t>
      </w:r>
      <w:r w:rsidR="00827902" w:rsidRPr="00564C0D">
        <w:t>(ďalej aj ako „</w:t>
      </w:r>
      <w:r w:rsidR="00827902" w:rsidRPr="00564C0D">
        <w:rPr>
          <w:b/>
        </w:rPr>
        <w:t>predmet zákazky</w:t>
      </w:r>
      <w:r w:rsidR="00827902" w:rsidRPr="00564C0D">
        <w:t>“).</w:t>
      </w:r>
    </w:p>
    <w:p w14:paraId="0B96ABD7" w14:textId="12E454BC" w:rsidR="00785BCA" w:rsidRPr="00564C0D" w:rsidRDefault="00404E66" w:rsidP="007D3A0F">
      <w:pPr>
        <w:pStyle w:val="Nadpis4"/>
      </w:pPr>
      <w:r w:rsidRPr="00564C0D">
        <w:t xml:space="preserve">Hlavný kód </w:t>
      </w:r>
      <w:r w:rsidR="00785BCA" w:rsidRPr="00564C0D">
        <w:t>CPV:</w:t>
      </w:r>
    </w:p>
    <w:p w14:paraId="4DDCCC4A" w14:textId="1490323D" w:rsidR="00E95DCE" w:rsidRPr="00564C0D" w:rsidRDefault="008057FF" w:rsidP="00427C68">
      <w:pPr>
        <w:ind w:left="3261" w:hanging="2552"/>
      </w:pPr>
      <w:r w:rsidRPr="00564C0D">
        <w:t xml:space="preserve">45300000-0 Stavebno-inštalačné práce </w:t>
      </w:r>
    </w:p>
    <w:p w14:paraId="2E4B136D" w14:textId="6EB26BC1" w:rsidR="00785BCA" w:rsidRPr="00564C0D" w:rsidRDefault="00404E66" w:rsidP="00427C68">
      <w:pPr>
        <w:ind w:left="3261" w:hanging="2552"/>
      </w:pPr>
      <w:r w:rsidRPr="00564C0D">
        <w:t>Dodatočné k</w:t>
      </w:r>
      <w:r w:rsidR="00785BCA" w:rsidRPr="00564C0D">
        <w:t>ód</w:t>
      </w:r>
      <w:r w:rsidRPr="00564C0D">
        <w:t xml:space="preserve">y </w:t>
      </w:r>
      <w:r w:rsidR="00785BCA" w:rsidRPr="00564C0D">
        <w:t xml:space="preserve">CPV: </w:t>
      </w:r>
    </w:p>
    <w:p w14:paraId="7AE41C3B" w14:textId="77777777" w:rsidR="008057FF" w:rsidRPr="00564C0D" w:rsidRDefault="008057FF" w:rsidP="008057FF">
      <w:pPr>
        <w:ind w:left="3261" w:hanging="2552"/>
      </w:pPr>
      <w:bookmarkStart w:id="31" w:name="_Toc487700724"/>
      <w:bookmarkStart w:id="32" w:name="_Toc4416606"/>
      <w:bookmarkStart w:id="33" w:name="_Toc4416900"/>
      <w:bookmarkStart w:id="34" w:name="_Toc4416949"/>
      <w:r w:rsidRPr="00564C0D">
        <w:t>71314000-2 Energetika a súvisiace služby</w:t>
      </w:r>
    </w:p>
    <w:p w14:paraId="77D3F27E" w14:textId="1DFA946C" w:rsidR="00E95DCE" w:rsidRPr="00564C0D" w:rsidRDefault="00E95DCE" w:rsidP="00962F39">
      <w:pPr>
        <w:ind w:left="3261" w:hanging="2552"/>
      </w:pPr>
      <w:r w:rsidRPr="00564C0D">
        <w:t xml:space="preserve">71314200-4 </w:t>
      </w:r>
      <w:r w:rsidR="00C5338A" w:rsidRPr="00564C0D">
        <w:t>Riadenie</w:t>
      </w:r>
      <w:r w:rsidRPr="00564C0D">
        <w:t xml:space="preserve"> energetiky,</w:t>
      </w:r>
    </w:p>
    <w:p w14:paraId="0D5EEB24" w14:textId="77777777" w:rsidR="00E95DCE" w:rsidRPr="00564C0D" w:rsidRDefault="00E95DCE" w:rsidP="00962F39">
      <w:pPr>
        <w:ind w:left="3261" w:hanging="2552"/>
      </w:pPr>
      <w:r w:rsidRPr="00564C0D">
        <w:t>51112000-0 Inštalácia zariadení na rozvod elektriny a regulačných zariadení,</w:t>
      </w:r>
    </w:p>
    <w:p w14:paraId="126E14A0" w14:textId="73581924" w:rsidR="00E95DCE" w:rsidRPr="00564C0D" w:rsidRDefault="00E95DCE" w:rsidP="00962F39">
      <w:pPr>
        <w:ind w:left="3261" w:hanging="2552"/>
      </w:pPr>
      <w:r w:rsidRPr="00564C0D">
        <w:t>51210000-7 Inštalácia meracích zariadení.</w:t>
      </w:r>
    </w:p>
    <w:p w14:paraId="51DE52CF" w14:textId="387C696C" w:rsidR="00311304" w:rsidRPr="00564C0D" w:rsidRDefault="00E95DCE" w:rsidP="007D3A0F">
      <w:pPr>
        <w:pStyle w:val="Nadpis4"/>
      </w:pPr>
      <w:r w:rsidRPr="00564C0D">
        <w:t>Podrobné vymedzenie predmetu zákazky tvorí Časť B. Opis predmetu zákazky.</w:t>
      </w:r>
      <w:r w:rsidR="00311304" w:rsidRPr="00564C0D">
        <w:t xml:space="preserve"> </w:t>
      </w:r>
    </w:p>
    <w:p w14:paraId="17E53558" w14:textId="77777777" w:rsidR="00913F10" w:rsidRPr="00564C0D" w:rsidRDefault="00913F10" w:rsidP="009A10D6"/>
    <w:p w14:paraId="7ABAD8D7" w14:textId="22B5BE48" w:rsidR="00311304" w:rsidRPr="00564C0D" w:rsidRDefault="00311304" w:rsidP="007D3A0F">
      <w:pPr>
        <w:pStyle w:val="Nadpis4"/>
      </w:pPr>
      <w:r w:rsidRPr="00564C0D">
        <w:rPr>
          <w:b/>
          <w:bCs/>
        </w:rPr>
        <w:t>Miesto dodania predmetu zákazky:</w:t>
      </w:r>
      <w:r w:rsidR="00CB74F4" w:rsidRPr="00564C0D">
        <w:t xml:space="preserve"> Domov sociálnych služieb </w:t>
      </w:r>
      <w:proofErr w:type="spellStart"/>
      <w:r w:rsidR="00CB74F4" w:rsidRPr="00564C0D">
        <w:t>Lidwina</w:t>
      </w:r>
      <w:proofErr w:type="spellEnd"/>
      <w:r w:rsidR="00CB74F4" w:rsidRPr="00564C0D">
        <w:t xml:space="preserve">, Námestie A. Dubčeka 270, 072 22 Strážske. </w:t>
      </w:r>
      <w:r w:rsidRPr="00564C0D">
        <w:t xml:space="preserve"> </w:t>
      </w:r>
    </w:p>
    <w:p w14:paraId="1134F88B" w14:textId="64F19FD1" w:rsidR="00785BCA" w:rsidRPr="00A56355" w:rsidRDefault="00785BCA" w:rsidP="0096365D">
      <w:pPr>
        <w:pStyle w:val="Nadpis3"/>
      </w:pPr>
      <w:bookmarkStart w:id="35" w:name="_Toc114833199"/>
      <w:r w:rsidRPr="00A56355">
        <w:t>Komplexnosť dodávky</w:t>
      </w:r>
      <w:bookmarkEnd w:id="31"/>
      <w:r w:rsidR="0021085A" w:rsidRPr="00A56355">
        <w:t xml:space="preserve"> a jej nedeliteľnosť</w:t>
      </w:r>
      <w:bookmarkEnd w:id="32"/>
      <w:bookmarkEnd w:id="33"/>
      <w:bookmarkEnd w:id="34"/>
      <w:bookmarkEnd w:id="35"/>
    </w:p>
    <w:p w14:paraId="06F81D22" w14:textId="77777777" w:rsidR="00E86302" w:rsidRPr="00564C0D" w:rsidRDefault="00785BCA" w:rsidP="007D3A0F">
      <w:pPr>
        <w:pStyle w:val="Nadpis4"/>
      </w:pPr>
      <w:r w:rsidRPr="00564C0D">
        <w:t xml:space="preserve">Uchádzač predloží ponuku na celý </w:t>
      </w:r>
      <w:r w:rsidR="00A259F5" w:rsidRPr="00564C0D">
        <w:t>p</w:t>
      </w:r>
      <w:r w:rsidR="007D674D" w:rsidRPr="00564C0D">
        <w:t>redmet</w:t>
      </w:r>
      <w:r w:rsidRPr="00564C0D">
        <w:t xml:space="preserve"> zákazky.</w:t>
      </w:r>
    </w:p>
    <w:p w14:paraId="003678D6" w14:textId="55AC0321" w:rsidR="00E86302" w:rsidRPr="00564C0D" w:rsidRDefault="00E86302" w:rsidP="007D3A0F">
      <w:pPr>
        <w:pStyle w:val="Nadpis4"/>
      </w:pPr>
      <w:r w:rsidRPr="00564C0D">
        <w:t xml:space="preserve">Verejný obstarávateľ má podľa ustanovenia § 28 ods. 2 ZVO povinnosť, v prípade, ak nerozdelí zákazku na časti, </w:t>
      </w:r>
      <w:r w:rsidR="00984590" w:rsidRPr="00564C0D">
        <w:t xml:space="preserve">toto nerozdelenie odôvodniť a </w:t>
      </w:r>
      <w:r w:rsidRPr="00564C0D">
        <w:t>odôvodnenie uviesť v oznámení o vyhlásení verejného obstarávania alebo v súťažných podkladoch.</w:t>
      </w:r>
    </w:p>
    <w:p w14:paraId="4300F51C" w14:textId="77777777" w:rsidR="00913F10" w:rsidRPr="00564C0D" w:rsidRDefault="00913F10" w:rsidP="00913F10"/>
    <w:p w14:paraId="44C65281" w14:textId="77777777" w:rsidR="00E86302" w:rsidRPr="00564C0D" w:rsidRDefault="00E86302" w:rsidP="009A10D6">
      <w:pPr>
        <w:ind w:left="709"/>
      </w:pPr>
      <w:r w:rsidRPr="00564C0D">
        <w:lastRenderedPageBreak/>
        <w:t>V nadväznosti na vyššie uvedenú povinnosť Verejný obstarávateľ uvádza nasledovné odôvodnenie nerozdelenia zákazky na časti:</w:t>
      </w:r>
    </w:p>
    <w:p w14:paraId="06CC57DD" w14:textId="28B6EB6C" w:rsidR="00984590" w:rsidRPr="00564C0D" w:rsidRDefault="00E86302" w:rsidP="009A10D6">
      <w:pPr>
        <w:ind w:left="709"/>
      </w:pPr>
      <w:r w:rsidRPr="00564C0D">
        <w:t xml:space="preserve">Predmetom </w:t>
      </w:r>
      <w:r w:rsidR="00984590" w:rsidRPr="00564C0D">
        <w:t xml:space="preserve">tejto zákazky </w:t>
      </w:r>
      <w:r w:rsidRPr="00564C0D">
        <w:t xml:space="preserve">je vykonanie opatrení na zvýšenie prevádzkovej efektivity energetického hospodárstva </w:t>
      </w:r>
      <w:r w:rsidR="00984590" w:rsidRPr="00564C0D">
        <w:t xml:space="preserve">budovy </w:t>
      </w:r>
      <w:r w:rsidR="00913F10" w:rsidRPr="00564C0D">
        <w:t>V</w:t>
      </w:r>
      <w:r w:rsidRPr="00564C0D">
        <w:t>erejného obstarávateľa</w:t>
      </w:r>
      <w:r w:rsidR="00913F10" w:rsidRPr="00564C0D">
        <w:t>, pričom p</w:t>
      </w:r>
      <w:r w:rsidRPr="00564C0D">
        <w:t xml:space="preserve">odstatou premetu zákazky je, že 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r w:rsidR="00984590" w:rsidRPr="00564C0D">
        <w:t xml:space="preserve">Hlavnou výhodou navrhovaného spôsobu riešenia je pre verejného obstarávateľa istota konečného výsledku rekonštrukcie v zmysle reálneho dosiahnutia úspor. </w:t>
      </w:r>
    </w:p>
    <w:p w14:paraId="0757F184" w14:textId="5B672B06" w:rsidR="00E86302" w:rsidRPr="00564C0D" w:rsidRDefault="00984590" w:rsidP="009A10D6">
      <w:pPr>
        <w:ind w:left="709"/>
      </w:pPr>
      <w:r w:rsidRPr="00564C0D">
        <w:t xml:space="preserve">Delenie zákazky </w:t>
      </w:r>
      <w:r w:rsidR="00170430" w:rsidRPr="00564C0D">
        <w:t xml:space="preserve">na časti </w:t>
      </w:r>
      <w:r w:rsidRPr="00564C0D">
        <w:t>by na základe uvedeného bolo neefektívne a predmet zákazky tak, ako je zadefinovaný by nebolo možné realizovať.</w:t>
      </w:r>
    </w:p>
    <w:p w14:paraId="468FE7DE" w14:textId="5875F73A" w:rsidR="00E86302" w:rsidRPr="00564C0D" w:rsidRDefault="00984590" w:rsidP="009A10D6">
      <w:pPr>
        <w:ind w:left="709"/>
      </w:pPr>
      <w:r w:rsidRPr="00564C0D">
        <w:t xml:space="preserve">Keďže </w:t>
      </w:r>
      <w:r w:rsidR="00E86302" w:rsidRPr="00564C0D">
        <w:t>je to uchádzač, ktorý v rámci ponuky navrhuje spôsob realizácie jednotlivých opatrení a výšku úspor nákladov na základe týchto opatrení, sú so samotnou dodávkou technologických prvkov opatrení neoddeliteľne spojené služby projektových a inžinierskych činností spojených s návrhom týchto opatrení a so zabezpečením všetkých potrebných povolení a schválení na ich realizáciu. Uchádzač tak preberá komplexnú zodpovednosť za správnosť  a realizovateľnosť jeho návrhu, čo je podstatou samotnej dlhodobej garancie úspor nákladov. Z tohto dôvodu je opodstatnené a možné realizovať zákazku financovanú touto formou výlučne zadaním všetkých činností potrebných pre realizáciu opatrení, vrátane súvisiacich služieb, v rámci jednej zákazky tak, aby uchádzač zahrnul vo svojej ponuke do nákladov všetky skutočné náklady spojené s vykonaním opatrení a dodržaním garantovaného zníženia prevádzkových nákladov energetického hospodárstva. V opačnom prípade by nebolo možné realizovať dodávku zariadení v rámci opatrení bez spolufinancovania investičných nákladov zo strany verejného obstarávateľa.</w:t>
      </w:r>
    </w:p>
    <w:p w14:paraId="19BF0EA9" w14:textId="77777777" w:rsidR="00E86302" w:rsidRPr="00564C0D" w:rsidRDefault="00E86302" w:rsidP="009A10D6">
      <w:pPr>
        <w:ind w:left="709"/>
      </w:pPr>
      <w:r w:rsidRPr="00564C0D">
        <w:t xml:space="preserve">Z tohto dôvodu Verejný obstarávateľ obstaráva celý predmet zákazky ako jednu zákazku a to najmä  s ohľadom na udržanie záruky za výsledok – t. j. nie len dodanie samotného diela, ale aj udržanie garantovaných parametrov (najmä garantovaných úspor) počas celej doby trvania zmluvy. </w:t>
      </w:r>
    </w:p>
    <w:p w14:paraId="17E4D071" w14:textId="097DE302" w:rsidR="00785BCA" w:rsidRPr="00A56355" w:rsidRDefault="00785BCA" w:rsidP="0096365D">
      <w:pPr>
        <w:pStyle w:val="Nadpis3"/>
      </w:pPr>
      <w:bookmarkStart w:id="36" w:name="_Toc487700725"/>
      <w:bookmarkStart w:id="37" w:name="_Toc4416607"/>
      <w:bookmarkStart w:id="38" w:name="_Toc4416901"/>
      <w:bookmarkStart w:id="39" w:name="_Toc4416950"/>
      <w:bookmarkStart w:id="40" w:name="_Toc114833200"/>
      <w:r w:rsidRPr="00A56355">
        <w:t>Zdroj fina</w:t>
      </w:r>
      <w:r w:rsidR="00C5338A" w:rsidRPr="00A56355">
        <w:t>n</w:t>
      </w:r>
      <w:r w:rsidRPr="00A56355">
        <w:t>čných prostriedkov</w:t>
      </w:r>
      <w:bookmarkEnd w:id="36"/>
      <w:bookmarkEnd w:id="37"/>
      <w:bookmarkEnd w:id="38"/>
      <w:bookmarkEnd w:id="39"/>
      <w:bookmarkEnd w:id="40"/>
    </w:p>
    <w:p w14:paraId="7DACE315" w14:textId="5F9F6399" w:rsidR="005C7431" w:rsidRPr="00564C0D" w:rsidRDefault="00D213E3" w:rsidP="007D3A0F">
      <w:pPr>
        <w:pStyle w:val="Nadpis4"/>
      </w:pPr>
      <w:bookmarkStart w:id="41" w:name="_Hlk5983088"/>
      <w:r w:rsidRPr="00564C0D">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64C0D">
        <w:t>.</w:t>
      </w:r>
    </w:p>
    <w:p w14:paraId="285A71C1" w14:textId="64A51E6D" w:rsidR="00267B50" w:rsidRPr="00A56355" w:rsidRDefault="00267B50" w:rsidP="0096365D">
      <w:pPr>
        <w:pStyle w:val="Nadpis3"/>
      </w:pPr>
      <w:bookmarkStart w:id="42" w:name="_Toc522635378"/>
      <w:bookmarkStart w:id="43" w:name="_Toc525293192"/>
      <w:bookmarkStart w:id="44" w:name="_Toc4416608"/>
      <w:bookmarkStart w:id="45" w:name="_Toc4416902"/>
      <w:bookmarkStart w:id="46" w:name="_Toc4416951"/>
      <w:bookmarkStart w:id="47" w:name="_Toc114833201"/>
      <w:bookmarkEnd w:id="41"/>
      <w:bookmarkEnd w:id="42"/>
      <w:bookmarkEnd w:id="43"/>
      <w:r w:rsidRPr="00A56355">
        <w:t>Zmluva</w:t>
      </w:r>
      <w:bookmarkEnd w:id="20"/>
      <w:bookmarkEnd w:id="44"/>
      <w:bookmarkEnd w:id="45"/>
      <w:bookmarkEnd w:id="46"/>
      <w:bookmarkEnd w:id="47"/>
    </w:p>
    <w:p w14:paraId="379C92D6" w14:textId="715FA91D" w:rsidR="00AC20ED" w:rsidRPr="00A56355" w:rsidRDefault="00611121" w:rsidP="007D3A0F">
      <w:pPr>
        <w:pStyle w:val="Nadpis4"/>
      </w:pPr>
      <w:bookmarkStart w:id="48" w:name="_Toc447725747"/>
      <w:bookmarkStart w:id="49" w:name="_Toc4416609"/>
      <w:bookmarkStart w:id="50" w:name="_Toc4416903"/>
      <w:bookmarkStart w:id="51" w:name="_Toc4416952"/>
      <w:r w:rsidRPr="00A56355">
        <w:t xml:space="preserve">Výsledkom </w:t>
      </w:r>
      <w:r w:rsidR="00164407">
        <w:t>Verejného obstarávania</w:t>
      </w:r>
      <w:r w:rsidRPr="00A56355">
        <w:t xml:space="preserve"> bude Zmluva o Dielo s rozšírenými zárukami uzatvorená podľa ustanovenia § 269 ods. 2 s primeraným uplatnením ustanovení § 536 a </w:t>
      </w:r>
      <w:proofErr w:type="spellStart"/>
      <w:r w:rsidRPr="00A56355">
        <w:t>nasl</w:t>
      </w:r>
      <w:proofErr w:type="spellEnd"/>
      <w:r w:rsidRPr="00A56355">
        <w:t xml:space="preserve">. zákona č. 513/1991 Zb. Obchodný zákonník v znení neskorších predpisov, medzi úspešným uchádzačom (poskytovateľom) a Verejným obstarávateľom (prijímateľom) </w:t>
      </w:r>
      <w:r w:rsidR="00AC20ED" w:rsidRPr="00A56355">
        <w:t>(ďalej len ako „</w:t>
      </w:r>
      <w:r w:rsidR="00245C94" w:rsidRPr="00A56355">
        <w:rPr>
          <w:b/>
          <w:bCs/>
        </w:rPr>
        <w:t>zmluv</w:t>
      </w:r>
      <w:r w:rsidR="00273148" w:rsidRPr="00A56355">
        <w:rPr>
          <w:b/>
          <w:bCs/>
        </w:rPr>
        <w:t>a</w:t>
      </w:r>
      <w:r w:rsidR="00245C94" w:rsidRPr="00A56355">
        <w:t>“</w:t>
      </w:r>
      <w:r w:rsidR="00AC20ED" w:rsidRPr="00A56355">
        <w:t xml:space="preserve">). </w:t>
      </w:r>
    </w:p>
    <w:p w14:paraId="4F5FB967" w14:textId="77777777" w:rsidR="002935AA" w:rsidRDefault="00AC20ED" w:rsidP="007D3A0F">
      <w:pPr>
        <w:pStyle w:val="Nadpis4"/>
      </w:pPr>
      <w:r w:rsidRPr="00A56355">
        <w:t xml:space="preserve">Obsah </w:t>
      </w:r>
      <w:r w:rsidR="001C5F04" w:rsidRPr="00A56355">
        <w:t>zml</w:t>
      </w:r>
      <w:r w:rsidR="00273148" w:rsidRPr="00A56355">
        <w:t>uvy</w:t>
      </w:r>
      <w:r w:rsidRPr="00A56355">
        <w:t xml:space="preserve"> bude zodpovedať podmienkam stanoveným v týchto súťažných podkladoch</w:t>
      </w:r>
      <w:r w:rsidR="005C7431" w:rsidRPr="00A56355">
        <w:t xml:space="preserve">                                    </w:t>
      </w:r>
      <w:r w:rsidRPr="00A56355">
        <w:t>a v ponuke úspešného uchádzača.</w:t>
      </w:r>
      <w:r w:rsidR="002935AA">
        <w:t xml:space="preserve"> </w:t>
      </w:r>
    </w:p>
    <w:p w14:paraId="620C2EE1" w14:textId="5C545B52" w:rsidR="002935AA" w:rsidRPr="002935AA" w:rsidRDefault="002935AA" w:rsidP="007D3A0F">
      <w:pPr>
        <w:pStyle w:val="Nadpis4"/>
      </w:pPr>
      <w:r>
        <w:t xml:space="preserve">Návrh zmluvy </w:t>
      </w:r>
      <w:r w:rsidR="00896BAC" w:rsidRPr="005E21DB">
        <w:t xml:space="preserve">spolu s prílohami zmluvy </w:t>
      </w:r>
      <w:r>
        <w:t>tvorí prílohu č. D.1 týchto súťažných podkladov.</w:t>
      </w:r>
    </w:p>
    <w:p w14:paraId="4DB30616" w14:textId="741DAEF8" w:rsidR="00AE3791" w:rsidRPr="00A56355" w:rsidRDefault="00AE3791" w:rsidP="0096365D">
      <w:pPr>
        <w:pStyle w:val="Nadpis3"/>
      </w:pPr>
      <w:bookmarkStart w:id="52" w:name="_Toc102737452"/>
      <w:bookmarkStart w:id="53" w:name="_Toc102737453"/>
      <w:bookmarkStart w:id="54" w:name="_Toc102737454"/>
      <w:bookmarkStart w:id="55" w:name="_Toc102737455"/>
      <w:bookmarkStart w:id="56" w:name="_Toc102737456"/>
      <w:bookmarkStart w:id="57" w:name="_Toc102737457"/>
      <w:bookmarkStart w:id="58" w:name="_Toc102737458"/>
      <w:bookmarkStart w:id="59" w:name="_Toc447725748"/>
      <w:bookmarkStart w:id="60" w:name="_Toc4416610"/>
      <w:bookmarkStart w:id="61" w:name="_Toc4416904"/>
      <w:bookmarkStart w:id="62" w:name="_Toc4416953"/>
      <w:bookmarkStart w:id="63" w:name="_Toc114833202"/>
      <w:bookmarkEnd w:id="48"/>
      <w:bookmarkEnd w:id="49"/>
      <w:bookmarkEnd w:id="50"/>
      <w:bookmarkEnd w:id="51"/>
      <w:bookmarkEnd w:id="52"/>
      <w:bookmarkEnd w:id="53"/>
      <w:bookmarkEnd w:id="54"/>
      <w:bookmarkEnd w:id="55"/>
      <w:bookmarkEnd w:id="56"/>
      <w:bookmarkEnd w:id="57"/>
      <w:bookmarkEnd w:id="58"/>
      <w:r w:rsidRPr="00A56355">
        <w:t>Oprávnení uchádzači</w:t>
      </w:r>
      <w:bookmarkEnd w:id="59"/>
      <w:bookmarkEnd w:id="60"/>
      <w:bookmarkEnd w:id="61"/>
      <w:bookmarkEnd w:id="62"/>
      <w:bookmarkEnd w:id="63"/>
    </w:p>
    <w:p w14:paraId="67FD5939" w14:textId="07107CAA" w:rsidR="00414230" w:rsidRPr="00A56355" w:rsidRDefault="00D74F88" w:rsidP="007D3A0F">
      <w:pPr>
        <w:pStyle w:val="Nadpis4"/>
      </w:pPr>
      <w:r w:rsidRPr="00A56355">
        <w:t>Ponuku môžu predkladať fyzické</w:t>
      </w:r>
      <w:r w:rsidR="00FC48EA" w:rsidRPr="00A56355">
        <w:t xml:space="preserve"> osoby</w:t>
      </w:r>
      <w:r w:rsidRPr="00A56355">
        <w:t xml:space="preserve">, právnické osoby alebo skupina fyzických alebo právnických osôb, vystupujúcich voči </w:t>
      </w:r>
      <w:r w:rsidR="00A04C69" w:rsidRPr="00A56355">
        <w:t>Verejn</w:t>
      </w:r>
      <w:r w:rsidRPr="00A56355">
        <w:t>ému obstarávateľovi spoločne</w:t>
      </w:r>
      <w:r w:rsidR="00ED40DA" w:rsidRPr="00A56355">
        <w:t xml:space="preserve"> (ďalej aj ako „</w:t>
      </w:r>
      <w:bookmarkStart w:id="64" w:name="_Hlk519072534"/>
      <w:r w:rsidR="00ED40DA" w:rsidRPr="00A56355">
        <w:rPr>
          <w:b/>
        </w:rPr>
        <w:t>Skupina dodávateľov</w:t>
      </w:r>
      <w:bookmarkEnd w:id="64"/>
      <w:r w:rsidR="00ED40DA" w:rsidRPr="00A56355">
        <w:t>“)</w:t>
      </w:r>
      <w:r w:rsidR="00023E6E" w:rsidRPr="00A56355">
        <w:t>.</w:t>
      </w:r>
      <w:r w:rsidR="00414230" w:rsidRPr="00A56355">
        <w:t xml:space="preserve"> </w:t>
      </w:r>
    </w:p>
    <w:p w14:paraId="7B4119B2" w14:textId="77777777" w:rsidR="0062154A" w:rsidRPr="00A56355" w:rsidRDefault="00414230" w:rsidP="007D3A0F">
      <w:pPr>
        <w:pStyle w:val="Nadpis4"/>
      </w:pPr>
      <w:r w:rsidRPr="00A56355">
        <w:t xml:space="preserve">V prípade, </w:t>
      </w:r>
      <w:r w:rsidR="0027022D" w:rsidRPr="00A56355">
        <w:t xml:space="preserve">ak </w:t>
      </w:r>
      <w:r w:rsidRPr="00A56355">
        <w:t xml:space="preserve">je uchádzačom </w:t>
      </w:r>
      <w:r w:rsidR="00ED40DA" w:rsidRPr="00A56355">
        <w:t>Skupina dodávateľov</w:t>
      </w:r>
      <w:r w:rsidRPr="00A56355">
        <w:t xml:space="preserve">, </w:t>
      </w:r>
      <w:r w:rsidR="00C660B1" w:rsidRPr="00A56355">
        <w:t>ponuka musí byť podpísaná všetkými členmi Skupiny dodávateľov</w:t>
      </w:r>
      <w:r w:rsidR="000A61B8" w:rsidRPr="00A56355">
        <w:t>,</w:t>
      </w:r>
      <w:r w:rsidR="00C660B1" w:rsidRPr="00A56355">
        <w:t xml:space="preserve"> resp. za všetkých členov Skupiny dodávateľov. Zároveň je uchádzač povinný predložiť vo svojej ponuke </w:t>
      </w:r>
    </w:p>
    <w:p w14:paraId="1EE3F0A8" w14:textId="1132B4E6" w:rsidR="0062154A" w:rsidRPr="00A56355" w:rsidRDefault="00A655E1" w:rsidP="008E1487">
      <w:pPr>
        <w:pStyle w:val="Nadpis6"/>
      </w:pPr>
      <w:r w:rsidRPr="00A56355">
        <w:t xml:space="preserve">vyhlásenie o vytvorení Skupiny dodávateľov </w:t>
      </w:r>
      <w:r w:rsidR="0062154A" w:rsidRPr="00A56355">
        <w:t xml:space="preserve">obsahujúce určenie vedúceho člena Skupiny </w:t>
      </w:r>
      <w:r w:rsidR="0062154A" w:rsidRPr="00A56355">
        <w:lastRenderedPageBreak/>
        <w:t xml:space="preserve">dodávateľov; za týmto účelom uchádzač môže využiť vzor vyhlásenia podľa Prílohy A4 týchto súťažných podkladov; a </w:t>
      </w:r>
    </w:p>
    <w:p w14:paraId="048C2932" w14:textId="77777777" w:rsidR="008F7B8D" w:rsidRDefault="0062154A" w:rsidP="008E1487">
      <w:pPr>
        <w:pStyle w:val="Nadpis6"/>
      </w:pPr>
      <w:r w:rsidRPr="00A56355">
        <w:t xml:space="preserve">splnomocnenie identifikujúce člena Skupiny dodávateľov oprávneného konať </w:t>
      </w:r>
      <w:r w:rsidR="00C660B1" w:rsidRPr="00A56355">
        <w:t xml:space="preserve"> v mene ostatných členov Skupiny dodávateľov pre účely tejto </w:t>
      </w:r>
      <w:r w:rsidRPr="00A56355">
        <w:t>Verejného obstarávania; z</w:t>
      </w:r>
      <w:r w:rsidR="00C660B1" w:rsidRPr="00A56355">
        <w:t xml:space="preserve">a týmto účelom uchádzač </w:t>
      </w:r>
      <w:r w:rsidR="00724AE1" w:rsidRPr="00A56355">
        <w:t xml:space="preserve">môže využiť vzor splnomocnenia podľa Prílohy </w:t>
      </w:r>
      <w:r w:rsidR="00A4716E" w:rsidRPr="00A56355">
        <w:t>A5</w:t>
      </w:r>
      <w:r w:rsidR="00724AE1" w:rsidRPr="00A56355">
        <w:t xml:space="preserve"> týchto súťažných podkladov.</w:t>
      </w:r>
      <w:r w:rsidR="008F7B8D" w:rsidRPr="008F7B8D">
        <w:t xml:space="preserve"> </w:t>
      </w:r>
    </w:p>
    <w:p w14:paraId="0060B1BC" w14:textId="03D7B01E" w:rsidR="008F7B8D" w:rsidRPr="008F7B8D" w:rsidRDefault="008F7B8D" w:rsidP="007D3A0F">
      <w:pPr>
        <w:pStyle w:val="Nadpis4"/>
      </w:pPr>
      <w:r w:rsidRPr="008F7B8D">
        <w:t>V prípade, ak je uchádzačom skupina, takýto uchádzač je povinný predložiť doklad podpísaný všetkými členmi skupiny o určení vedúceho člena oprávneného konať v mene ostatných členov skupiny v tejto verejnej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4AB70BE9" w14:textId="188F206A" w:rsidR="00F25C73" w:rsidRPr="00A56355" w:rsidRDefault="00F25C73" w:rsidP="008E1487">
      <w:pPr>
        <w:pStyle w:val="Nadpis6"/>
        <w:numPr>
          <w:ilvl w:val="0"/>
          <w:numId w:val="0"/>
        </w:numPr>
      </w:pPr>
    </w:p>
    <w:p w14:paraId="3B58683E" w14:textId="0D37E4B6" w:rsidR="00AE3791" w:rsidRPr="00A56355" w:rsidRDefault="00AE3791" w:rsidP="0096365D">
      <w:pPr>
        <w:pStyle w:val="Nadpis3"/>
      </w:pPr>
      <w:bookmarkStart w:id="65" w:name="_Toc447725749"/>
      <w:bookmarkStart w:id="66" w:name="_Toc4416611"/>
      <w:bookmarkStart w:id="67" w:name="_Toc4416905"/>
      <w:bookmarkStart w:id="68" w:name="_Toc4416954"/>
      <w:bookmarkStart w:id="69" w:name="_Ref4422946"/>
      <w:bookmarkStart w:id="70" w:name="_Toc114833203"/>
      <w:r w:rsidRPr="00A56355">
        <w:t>Predloženie a obsah ponúk</w:t>
      </w:r>
      <w:bookmarkEnd w:id="65"/>
      <w:bookmarkEnd w:id="66"/>
      <w:bookmarkEnd w:id="67"/>
      <w:bookmarkEnd w:id="68"/>
      <w:bookmarkEnd w:id="69"/>
      <w:bookmarkEnd w:id="70"/>
    </w:p>
    <w:p w14:paraId="1ABE6C09" w14:textId="65EF9F00" w:rsidR="00D622A7" w:rsidRPr="00A56355" w:rsidRDefault="00D622A7" w:rsidP="007D3A0F">
      <w:pPr>
        <w:pStyle w:val="Nadpis4"/>
      </w:pPr>
      <w:r w:rsidRPr="00A56355">
        <w:t xml:space="preserve">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79506D68" w14:textId="67B6D188" w:rsidR="00F25C73" w:rsidRPr="00A56355" w:rsidRDefault="00FD77F0" w:rsidP="007D3A0F">
      <w:pPr>
        <w:pStyle w:val="Nadpis4"/>
      </w:pPr>
      <w:r w:rsidRPr="00A56355">
        <w:t xml:space="preserve">Ak nie je v bode </w:t>
      </w:r>
      <w:r w:rsidR="009829EA" w:rsidRPr="00A56355">
        <w:fldChar w:fldCharType="begin"/>
      </w:r>
      <w:r w:rsidR="009829EA" w:rsidRPr="00A56355">
        <w:instrText xml:space="preserve"> REF _Ref534358796 \r \h </w:instrText>
      </w:r>
      <w:r w:rsidR="008501A8" w:rsidRPr="00A56355">
        <w:instrText xml:space="preserve"> \* MERGEFORMAT </w:instrText>
      </w:r>
      <w:r w:rsidR="009829EA" w:rsidRPr="00A56355">
        <w:fldChar w:fldCharType="separate"/>
      </w:r>
      <w:r w:rsidR="00CC2364">
        <w:t>7.6</w:t>
      </w:r>
      <w:r w:rsidR="009829EA" w:rsidRPr="00A56355">
        <w:fldChar w:fldCharType="end"/>
      </w:r>
      <w:r w:rsidR="009829EA" w:rsidRPr="00A56355">
        <w:t xml:space="preserve"> </w:t>
      </w:r>
      <w:r w:rsidRPr="00A56355">
        <w:t xml:space="preserve">tejto časti súťažných podkladov uvedené inak, ponuka musí byť vyhotovená elektronicky v zmysle § 49 ods. 1 písm. a) </w:t>
      </w:r>
      <w:r w:rsidR="005A1935" w:rsidRPr="00A56355">
        <w:t>ZVO</w:t>
      </w:r>
      <w:r w:rsidRPr="00A56355">
        <w:t xml:space="preserve"> a vložená do systému JOSEPHINE umiestnenom na webovej adres</w:t>
      </w:r>
      <w:r w:rsidR="00CC2364">
        <w:t xml:space="preserve">e https://josephine.proebiz.com. </w:t>
      </w:r>
      <w:r w:rsidR="00F25C73" w:rsidRPr="00A56355">
        <w:t xml:space="preserve">Uchádzač predkladá ponuku spôsobom uvedeným v bode </w:t>
      </w:r>
      <w:r w:rsidR="00F25C73" w:rsidRPr="00A56355">
        <w:fldChar w:fldCharType="begin"/>
      </w:r>
      <w:r w:rsidR="00F25C73" w:rsidRPr="00A56355">
        <w:instrText xml:space="preserve"> REF _Ref4422409 \n \h  \* MERGEFORMAT </w:instrText>
      </w:r>
      <w:r w:rsidR="00F25C73" w:rsidRPr="00A56355">
        <w:fldChar w:fldCharType="separate"/>
      </w:r>
      <w:r w:rsidR="00CC2364">
        <w:t>19</w:t>
      </w:r>
      <w:r w:rsidR="00F25C73" w:rsidRPr="00A56355">
        <w:fldChar w:fldCharType="end"/>
      </w:r>
      <w:r w:rsidR="00F25C73" w:rsidRPr="00A56355">
        <w:t xml:space="preserve"> tejto časti súťažných podkladov a v lehote uvedenej v bode </w:t>
      </w:r>
      <w:r w:rsidR="00F25C73" w:rsidRPr="00A56355">
        <w:fldChar w:fldCharType="begin"/>
      </w:r>
      <w:r w:rsidR="00F25C73" w:rsidRPr="00A56355">
        <w:instrText xml:space="preserve"> REF _Ref4422424 \n \h  \* MERGEFORMAT </w:instrText>
      </w:r>
      <w:r w:rsidR="00F25C73" w:rsidRPr="00A56355">
        <w:fldChar w:fldCharType="separate"/>
      </w:r>
      <w:r w:rsidR="00CC2364">
        <w:t>20</w:t>
      </w:r>
      <w:r w:rsidR="00F25C73" w:rsidRPr="00A56355">
        <w:fldChar w:fldCharType="end"/>
      </w:r>
      <w:r w:rsidR="00F25C73" w:rsidRPr="00A56355">
        <w:t xml:space="preserve"> tejto časti súťažných podkladov.</w:t>
      </w:r>
    </w:p>
    <w:p w14:paraId="3D16158B" w14:textId="1833621D" w:rsidR="00A56198" w:rsidRPr="00A56355" w:rsidRDefault="00A56198" w:rsidP="007D3A0F">
      <w:pPr>
        <w:pStyle w:val="Nadpis4"/>
      </w:pPr>
      <w:bookmarkStart w:id="71" w:name="_Ref6235445"/>
      <w:r w:rsidRPr="00A56355">
        <w:t>Súčasťou ponuky musia byť nasledujúce doklady / dokumenty:</w:t>
      </w:r>
      <w:bookmarkEnd w:id="71"/>
      <w:r w:rsidRPr="00A56355">
        <w:t xml:space="preserve"> </w:t>
      </w:r>
    </w:p>
    <w:p w14:paraId="13453BEF" w14:textId="633211A3" w:rsidR="00A56198" w:rsidRPr="00A56355" w:rsidRDefault="00FC48EA" w:rsidP="008E1487">
      <w:pPr>
        <w:pStyle w:val="Nadpis6"/>
      </w:pPr>
      <w:bookmarkStart w:id="72" w:name="_Hlk534374350"/>
      <w:r w:rsidRPr="00A56355">
        <w:t xml:space="preserve">Úvodný </w:t>
      </w:r>
      <w:r w:rsidR="00A56198" w:rsidRPr="00A56355">
        <w:t>list ponuky s </w:t>
      </w:r>
      <w:r w:rsidR="00A56198" w:rsidRPr="00A56355">
        <w:rPr>
          <w:szCs w:val="20"/>
        </w:rPr>
        <w:t>uvedením</w:t>
      </w:r>
      <w:r w:rsidR="00A56198" w:rsidRPr="00A56355">
        <w:t xml:space="preserve"> nasledovných údajov:</w:t>
      </w:r>
      <w:bookmarkEnd w:id="72"/>
    </w:p>
    <w:p w14:paraId="6218E968" w14:textId="1E351242" w:rsidR="00A56198" w:rsidRPr="00A56355" w:rsidRDefault="00A56198" w:rsidP="00AB6B8B">
      <w:pPr>
        <w:pStyle w:val="Nadpis7"/>
      </w:pPr>
      <w:r w:rsidRPr="00A56355">
        <w:t>identifikácia uchádzača - obchodn</w:t>
      </w:r>
      <w:r w:rsidR="00BE4C42" w:rsidRPr="00A56355">
        <w:t>é</w:t>
      </w:r>
      <w:r w:rsidRPr="00A56355">
        <w:t xml:space="preserve"> </w:t>
      </w:r>
      <w:r w:rsidR="00BE4C42" w:rsidRPr="00A56355">
        <w:t xml:space="preserve">meno / </w:t>
      </w:r>
      <w:r w:rsidRPr="00A56355">
        <w:t>názov a sídlo uchádzača (uchádzačov v prípade Skupiny dodávateľov);</w:t>
      </w:r>
    </w:p>
    <w:p w14:paraId="70BF33B6" w14:textId="0368CBFA" w:rsidR="00A56198" w:rsidRPr="00A56355" w:rsidRDefault="00A56198" w:rsidP="00AB6B8B">
      <w:pPr>
        <w:pStyle w:val="Nadpis7"/>
      </w:pPr>
      <w:r w:rsidRPr="00A56355">
        <w:t xml:space="preserve">identifikáciu </w:t>
      </w:r>
      <w:r w:rsidR="00D446B6">
        <w:t>Verejného obstarávania</w:t>
      </w:r>
      <w:r w:rsidRPr="00A56355">
        <w:t xml:space="preserve">, do </w:t>
      </w:r>
      <w:r w:rsidR="00D446B6">
        <w:t>ktorého</w:t>
      </w:r>
      <w:r w:rsidRPr="00A56355">
        <w:t xml:space="preserve"> sa ponuka predkladá s uvedením názvu </w:t>
      </w:r>
      <w:r w:rsidR="0068594A" w:rsidRPr="00A56355">
        <w:t>p</w:t>
      </w:r>
      <w:r w:rsidRPr="00A56355">
        <w:t>redmetu zákazky;</w:t>
      </w:r>
    </w:p>
    <w:p w14:paraId="2FDBC96A" w14:textId="77777777" w:rsidR="00A56198" w:rsidRPr="00A56355" w:rsidRDefault="00A56198" w:rsidP="00AB6B8B">
      <w:pPr>
        <w:pStyle w:val="Nadpis7"/>
      </w:pPr>
      <w:r w:rsidRPr="00A56355">
        <w:t>zoznam dokumentov predložených v ponuke;</w:t>
      </w:r>
    </w:p>
    <w:p w14:paraId="1DCABECD" w14:textId="3F9F577C" w:rsidR="00A56198" w:rsidRPr="00A56355" w:rsidRDefault="00A56198" w:rsidP="00AB6B8B">
      <w:pPr>
        <w:pStyle w:val="Nadpis7"/>
      </w:pPr>
      <w:r w:rsidRPr="00A56355">
        <w:t xml:space="preserve">identifikácia obchodného tajomstva, resp. dôverných informácií (ak sú) v súlade s bodom </w:t>
      </w:r>
      <w:r w:rsidR="00696E11" w:rsidRPr="00A56355">
        <w:fldChar w:fldCharType="begin"/>
      </w:r>
      <w:r w:rsidR="00696E11" w:rsidRPr="00A56355">
        <w:instrText xml:space="preserve"> REF _Ref4422446 \n \h </w:instrText>
      </w:r>
      <w:r w:rsidR="008501A8" w:rsidRPr="00A56355">
        <w:instrText xml:space="preserve"> \* MERGEFORMAT </w:instrText>
      </w:r>
      <w:r w:rsidR="00696E11" w:rsidRPr="00A56355">
        <w:fldChar w:fldCharType="separate"/>
      </w:r>
      <w:r w:rsidR="00CC2364">
        <w:t>24.2</w:t>
      </w:r>
      <w:r w:rsidR="00696E11" w:rsidRPr="00A56355">
        <w:fldChar w:fldCharType="end"/>
      </w:r>
      <w:r w:rsidR="00696E11" w:rsidRPr="00A56355">
        <w:t xml:space="preserve"> </w:t>
      </w:r>
      <w:r w:rsidRPr="00A56355">
        <w:t>týchto súťažných podkladov (identifikácia čísla strany, čísla odseku, bodu a textu obsahujúceho obchodné tajomstvo, príp. dôverné informácie).</w:t>
      </w:r>
    </w:p>
    <w:p w14:paraId="06068968" w14:textId="00117B7C" w:rsidR="00A56198" w:rsidRPr="00375FF7" w:rsidRDefault="00A56198" w:rsidP="008E1487">
      <w:pPr>
        <w:pStyle w:val="Nadpis6"/>
        <w:numPr>
          <w:ilvl w:val="0"/>
          <w:numId w:val="0"/>
        </w:numPr>
        <w:ind w:left="1134"/>
      </w:pPr>
      <w:r w:rsidRPr="00A56355">
        <w:t xml:space="preserve">Ako vzor </w:t>
      </w:r>
      <w:r w:rsidR="00FC48EA" w:rsidRPr="00375FF7">
        <w:t xml:space="preserve">úvodného </w:t>
      </w:r>
      <w:r w:rsidRPr="00375FF7">
        <w:t xml:space="preserve">listu uchádzač môže použiť vzor uvedený v Prílohe </w:t>
      </w:r>
      <w:r w:rsidR="00B87223" w:rsidRPr="00375FF7">
        <w:t>A1</w:t>
      </w:r>
      <w:r w:rsidRPr="00375FF7">
        <w:t xml:space="preserve"> súťažných podkladov</w:t>
      </w:r>
      <w:r w:rsidR="00E543BE" w:rsidRPr="00375FF7">
        <w:t>.</w:t>
      </w:r>
    </w:p>
    <w:p w14:paraId="246906CB" w14:textId="1DAC26BD" w:rsidR="00831255" w:rsidRPr="00375FF7" w:rsidRDefault="00FE5D11" w:rsidP="008E1487">
      <w:pPr>
        <w:pStyle w:val="Nadpis6"/>
      </w:pPr>
      <w:bookmarkStart w:id="73" w:name="_Ref4422667"/>
      <w:bookmarkStart w:id="74" w:name="_Ref524523915"/>
      <w:r w:rsidRPr="00375FF7">
        <w:rPr>
          <w:b/>
          <w:bCs/>
        </w:rPr>
        <w:t>Technická časť ponuky</w:t>
      </w:r>
      <w:r w:rsidRPr="00375FF7">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7D1E0E1F" w:rsidR="00FE5D11" w:rsidRPr="00375FF7" w:rsidRDefault="00FE5D11" w:rsidP="00AB6B8B">
      <w:pPr>
        <w:pStyle w:val="Nadpis7"/>
      </w:pPr>
      <w:r w:rsidRPr="00375FF7">
        <w:t xml:space="preserve">Všeobecný opis realizácie opatrení rozdelený na jednotlivé navrhované opatrenia, pričom pri každom opatrení uchádzač uvedie najmä </w:t>
      </w:r>
      <w:r w:rsidR="00855702" w:rsidRPr="00375FF7">
        <w:t xml:space="preserve">(i) </w:t>
      </w:r>
      <w:r w:rsidRPr="00375FF7">
        <w:t>základný opis samotného opatrenia a spôsobu jeho realizácie, ďalej uchádzač uvedie</w:t>
      </w:r>
      <w:r w:rsidR="00855702" w:rsidRPr="00375FF7">
        <w:t xml:space="preserve"> (ii) </w:t>
      </w:r>
      <w:r w:rsidRPr="00375FF7">
        <w:t>výšku investičných nákladov za jednotlivé opatrenia</w:t>
      </w:r>
      <w:r w:rsidR="00855702" w:rsidRPr="00375FF7">
        <w:t xml:space="preserve"> </w:t>
      </w:r>
      <w:r w:rsidR="00903F9D" w:rsidRPr="00375FF7">
        <w:t xml:space="preserve">a </w:t>
      </w:r>
      <w:r w:rsidR="00855702" w:rsidRPr="00375FF7">
        <w:t xml:space="preserve">(iii) </w:t>
      </w:r>
      <w:r w:rsidRPr="00375FF7">
        <w:t>materiálno-technologickú charakteristiku vybraných materiálov a</w:t>
      </w:r>
      <w:r w:rsidR="007652B3" w:rsidRPr="00375FF7">
        <w:t> </w:t>
      </w:r>
      <w:r w:rsidRPr="00375FF7">
        <w:t>zriadení</w:t>
      </w:r>
      <w:r w:rsidR="007652B3" w:rsidRPr="00375FF7">
        <w:t xml:space="preserve"> s identifikovaním kľúčových komponentov aj s uvedením konkrétneho typu výrobku a jeho výrobcu</w:t>
      </w:r>
      <w:r w:rsidRPr="00375FF7">
        <w:t>, ktoré budú tvoriť predmet dodania</w:t>
      </w:r>
      <w:r w:rsidR="00E35774" w:rsidRPr="00375FF7">
        <w:t>; a</w:t>
      </w:r>
    </w:p>
    <w:p w14:paraId="0510C5E2" w14:textId="7829B30F" w:rsidR="00632C3C" w:rsidRPr="00375FF7" w:rsidRDefault="00375FF7" w:rsidP="00AB6B8B">
      <w:pPr>
        <w:pStyle w:val="Nadpis7"/>
      </w:pPr>
      <w:r w:rsidRPr="00375FF7">
        <w:t xml:space="preserve">Podrobný popis návrhu zmien oproti projektovej dokumentácií súčasťou ktorého bude </w:t>
      </w:r>
      <w:r w:rsidRPr="00375FF7">
        <w:lastRenderedPageBreak/>
        <w:t xml:space="preserve">podrobný popis úpravy každého parametra každého technického zariadenia, materiálu a iných výrobkov a zariadení, ktorá uchádzač podľa bodu </w:t>
      </w:r>
      <w:r w:rsidRPr="00375FF7">
        <w:fldChar w:fldCharType="begin"/>
      </w:r>
      <w:r w:rsidRPr="00375FF7">
        <w:instrText xml:space="preserve"> REF _Ref109980201 \n \h </w:instrText>
      </w:r>
      <w:r>
        <w:instrText xml:space="preserve"> \* MERGEFORMAT </w:instrText>
      </w:r>
      <w:r w:rsidRPr="00375FF7">
        <w:fldChar w:fldCharType="separate"/>
      </w:r>
      <w:r w:rsidRPr="00375FF7">
        <w:t>2.3</w:t>
      </w:r>
      <w:r w:rsidRPr="00375FF7">
        <w:fldChar w:fldCharType="end"/>
      </w:r>
      <w:r w:rsidRPr="00375FF7">
        <w:t xml:space="preserve"> časti B. týchto súťažných podkladov navrhuje zmeniť oproti projektovej dokumentácii, ktorá tvorí Prílohu B4 týchto súťažných podkladov;</w:t>
      </w:r>
    </w:p>
    <w:p w14:paraId="71C089B0" w14:textId="1F66C519" w:rsidR="00E35774" w:rsidRPr="00375FF7" w:rsidRDefault="00E35774" w:rsidP="00AB6B8B">
      <w:pPr>
        <w:pStyle w:val="Nadpis7"/>
      </w:pPr>
      <w:r w:rsidRPr="00375FF7">
        <w:t xml:space="preserve">Grafický harmonogram plnenia. Harmonogram plnenia bude obsahovať vyjadrenie časovej náročnosti a nadväznosti jednotlivých úkonov, činností a prác vyjadrenú v dňoch. Harmonogram plnenia bude obsahovať uvedenie kritickej cesty jednotlivých plnení smerujúcich k dokončeniu predmetu zákazky pri zohľadnení časových a vecných míľnikov plnenia stanovených v bode </w:t>
      </w:r>
      <w:r w:rsidRPr="00375FF7">
        <w:fldChar w:fldCharType="begin"/>
      </w:r>
      <w:r w:rsidRPr="00375FF7">
        <w:instrText xml:space="preserve"> REF _Ref14346950 \n \h  \* MERGEFORMAT </w:instrText>
      </w:r>
      <w:r w:rsidRPr="00375FF7">
        <w:fldChar w:fldCharType="separate"/>
      </w:r>
      <w:r w:rsidR="00CC2364" w:rsidRPr="00375FF7">
        <w:t>9</w:t>
      </w:r>
      <w:r w:rsidRPr="00375FF7">
        <w:fldChar w:fldCharType="end"/>
      </w:r>
      <w:r w:rsidRPr="00375FF7">
        <w:t xml:space="preserve"> časti B. Opis predmetu zákazky týchto súťažných podkladov. Harmonogram plnenia predložený uchádzačom v rámci ponuky sa v prípade jeho úspechu doplní ako súčasť príslušnej zmluvy.</w:t>
      </w:r>
    </w:p>
    <w:p w14:paraId="4811E380" w14:textId="0927B218" w:rsidR="00630236" w:rsidRPr="00A56355" w:rsidRDefault="00922426" w:rsidP="008E1487">
      <w:pPr>
        <w:pStyle w:val="Nadpis6"/>
      </w:pPr>
      <w:bookmarkStart w:id="75" w:name="_Ref6235423"/>
      <w:r w:rsidRPr="00375FF7">
        <w:t>Doklady a dokumenty</w:t>
      </w:r>
      <w:r w:rsidR="00665159" w:rsidRPr="00375FF7">
        <w:t>, ktorými uchádzač preukazuje splnenie podmienok</w:t>
      </w:r>
      <w:r w:rsidR="00665159" w:rsidRPr="00A56355">
        <w:t xml:space="preserve"> účasti</w:t>
      </w:r>
      <w:r w:rsidR="00A718D2" w:rsidRPr="00A56355">
        <w:t xml:space="preserve"> v zmysle Časti F. Podmienky účasti týchto súťažných podkladov</w:t>
      </w:r>
      <w:r w:rsidR="0045452C" w:rsidRPr="00A56355">
        <w:rPr>
          <w:szCs w:val="20"/>
        </w:rPr>
        <w:t>; t. j. všetky doklady, ktorými preukazuje splnenie podmienok účasti týkajúcich sa osobného postavenia</w:t>
      </w:r>
      <w:r w:rsidR="00FC3250" w:rsidRPr="00A56355">
        <w:rPr>
          <w:szCs w:val="20"/>
        </w:rPr>
        <w:t xml:space="preserve"> a</w:t>
      </w:r>
      <w:r w:rsidR="0045452C" w:rsidRPr="00A56355">
        <w:rPr>
          <w:szCs w:val="20"/>
        </w:rPr>
        <w:t xml:space="preserve"> technickej </w:t>
      </w:r>
      <w:r w:rsidR="00FC3250" w:rsidRPr="00A56355">
        <w:rPr>
          <w:szCs w:val="20"/>
        </w:rPr>
        <w:t xml:space="preserve">alebo odbornej </w:t>
      </w:r>
      <w:r w:rsidR="0045452C" w:rsidRPr="00A56355">
        <w:rPr>
          <w:szCs w:val="20"/>
        </w:rPr>
        <w:t>spôsobilosti (</w:t>
      </w:r>
      <w:r w:rsidR="00FC3250" w:rsidRPr="00A56355">
        <w:rPr>
          <w:szCs w:val="20"/>
        </w:rPr>
        <w:t xml:space="preserve">Verejný obstarávateľ odporúča, aby uchádzač za účelom preukázania splnenia niektorých podmienok účasti technickej alebo odbornej spôsobilosti použil aj vzorové dokumenty </w:t>
      </w:r>
      <w:r w:rsidR="0045452C" w:rsidRPr="00A56355">
        <w:rPr>
          <w:szCs w:val="20"/>
        </w:rPr>
        <w:t xml:space="preserve">Príloh </w:t>
      </w:r>
      <w:r w:rsidR="00964A48" w:rsidRPr="00A56355">
        <w:rPr>
          <w:szCs w:val="20"/>
        </w:rPr>
        <w:t>F1</w:t>
      </w:r>
      <w:r w:rsidR="00665A53" w:rsidRPr="00A56355">
        <w:rPr>
          <w:szCs w:val="20"/>
        </w:rPr>
        <w:t xml:space="preserve"> </w:t>
      </w:r>
      <w:r w:rsidR="00FC3250" w:rsidRPr="00A56355">
        <w:rPr>
          <w:szCs w:val="20"/>
        </w:rPr>
        <w:t xml:space="preserve">a </w:t>
      </w:r>
      <w:r w:rsidR="00964A48" w:rsidRPr="00A56355">
        <w:rPr>
          <w:szCs w:val="20"/>
        </w:rPr>
        <w:t>F2</w:t>
      </w:r>
      <w:r w:rsidR="00665A53" w:rsidRPr="00A56355">
        <w:rPr>
          <w:szCs w:val="20"/>
        </w:rPr>
        <w:t xml:space="preserve"> </w:t>
      </w:r>
      <w:r w:rsidR="0045452C" w:rsidRPr="00A56355">
        <w:rPr>
          <w:szCs w:val="20"/>
        </w:rPr>
        <w:t>týchto súťažných podkladov</w:t>
      </w:r>
      <w:r w:rsidR="00FC3250" w:rsidRPr="00A56355">
        <w:rPr>
          <w:szCs w:val="20"/>
        </w:rPr>
        <w:t xml:space="preserve"> – t.</w:t>
      </w:r>
      <w:r w:rsidR="00BE5BF7" w:rsidRPr="00A56355">
        <w:rPr>
          <w:szCs w:val="20"/>
        </w:rPr>
        <w:t xml:space="preserve"> </w:t>
      </w:r>
      <w:r w:rsidR="00FC3250" w:rsidRPr="00A56355">
        <w:rPr>
          <w:szCs w:val="20"/>
        </w:rPr>
        <w:t xml:space="preserve">j. </w:t>
      </w:r>
      <w:r w:rsidR="0068594A" w:rsidRPr="00A56355">
        <w:rPr>
          <w:szCs w:val="20"/>
        </w:rPr>
        <w:t>Z</w:t>
      </w:r>
      <w:r w:rsidR="00FC3250" w:rsidRPr="00A56355">
        <w:rPr>
          <w:szCs w:val="20"/>
        </w:rPr>
        <w:t xml:space="preserve">oznam </w:t>
      </w:r>
      <w:r w:rsidR="0004557E" w:rsidRPr="0004557E">
        <w:rPr>
          <w:szCs w:val="20"/>
        </w:rPr>
        <w:t xml:space="preserve">stavebných prác a súvisiacich </w:t>
      </w:r>
      <w:r w:rsidR="00FC3250" w:rsidRPr="00A56355">
        <w:rPr>
          <w:szCs w:val="20"/>
        </w:rPr>
        <w:t xml:space="preserve"> služieb (referencií) a </w:t>
      </w:r>
      <w:r w:rsidR="0068594A" w:rsidRPr="00A56355">
        <w:rPr>
          <w:szCs w:val="20"/>
        </w:rPr>
        <w:t>Z</w:t>
      </w:r>
      <w:r w:rsidR="00FC3250" w:rsidRPr="00A56355">
        <w:rPr>
          <w:szCs w:val="20"/>
        </w:rPr>
        <w:t>oznam odborníkov</w:t>
      </w:r>
      <w:r w:rsidR="0045452C" w:rsidRPr="00A56355">
        <w:rPr>
          <w:szCs w:val="20"/>
        </w:rPr>
        <w:t>)</w:t>
      </w:r>
      <w:r w:rsidR="00D70FE6" w:rsidRPr="00A56355">
        <w:t>.</w:t>
      </w:r>
      <w:bookmarkEnd w:id="75"/>
      <w:r w:rsidR="005B20B5" w:rsidRPr="00A56355">
        <w:t xml:space="preserve"> </w:t>
      </w:r>
      <w:bookmarkEnd w:id="73"/>
      <w:bookmarkEnd w:id="74"/>
    </w:p>
    <w:p w14:paraId="4EE6574B" w14:textId="426529C7" w:rsidR="009E22BB" w:rsidRPr="00A56355" w:rsidRDefault="009E22BB" w:rsidP="008E1487">
      <w:pPr>
        <w:pStyle w:val="Nadpis6"/>
        <w:rPr>
          <w:szCs w:val="20"/>
        </w:rPr>
      </w:pPr>
      <w:bookmarkStart w:id="76" w:name="_Ref4422691"/>
      <w:bookmarkStart w:id="77" w:name="_Ref524522702"/>
      <w:bookmarkStart w:id="78" w:name="_Ref524523889"/>
      <w:r w:rsidRPr="00A56355">
        <w:t xml:space="preserve">Doklad o zložení zábezpeky podľa bodu </w:t>
      </w:r>
      <w:r w:rsidR="00F20FB9">
        <w:fldChar w:fldCharType="begin"/>
      </w:r>
      <w:r w:rsidR="00F20FB9">
        <w:instrText xml:space="preserve"> REF _Ref106269483 \n \h </w:instrText>
      </w:r>
      <w:r w:rsidR="00F20FB9">
        <w:fldChar w:fldCharType="separate"/>
      </w:r>
      <w:r w:rsidR="00F20FB9">
        <w:t>15</w:t>
      </w:r>
      <w:r w:rsidR="00F20FB9">
        <w:fldChar w:fldCharType="end"/>
      </w:r>
      <w:r w:rsidR="00F20FB9">
        <w:t xml:space="preserve"> </w:t>
      </w:r>
      <w:r w:rsidRPr="00A56355">
        <w:t xml:space="preserve">tejto časti súťažných podkladov vo forme </w:t>
      </w:r>
      <w:r w:rsidRPr="00A56355">
        <w:rPr>
          <w:szCs w:val="20"/>
        </w:rPr>
        <w:t xml:space="preserve">ustanovenej v bode </w:t>
      </w:r>
      <w:r w:rsidR="004C08D9">
        <w:rPr>
          <w:szCs w:val="20"/>
        </w:rPr>
        <w:fldChar w:fldCharType="begin"/>
      </w:r>
      <w:r w:rsidR="004C08D9">
        <w:rPr>
          <w:szCs w:val="20"/>
        </w:rPr>
        <w:instrText xml:space="preserve"> REF _Ref534358796 \r \h </w:instrText>
      </w:r>
      <w:r w:rsidR="004C08D9">
        <w:rPr>
          <w:szCs w:val="20"/>
        </w:rPr>
      </w:r>
      <w:r w:rsidR="004C08D9">
        <w:rPr>
          <w:szCs w:val="20"/>
        </w:rPr>
        <w:fldChar w:fldCharType="separate"/>
      </w:r>
      <w:r w:rsidR="004C08D9">
        <w:rPr>
          <w:szCs w:val="20"/>
        </w:rPr>
        <w:t>7.6</w:t>
      </w:r>
      <w:r w:rsidR="004C08D9">
        <w:rPr>
          <w:szCs w:val="20"/>
        </w:rPr>
        <w:fldChar w:fldCharType="end"/>
      </w:r>
      <w:r w:rsidRPr="00A56355">
        <w:rPr>
          <w:szCs w:val="20"/>
        </w:rPr>
        <w:t xml:space="preserve"> tejto časti súťažných podkladov.</w:t>
      </w:r>
      <w:bookmarkEnd w:id="76"/>
      <w:r w:rsidRPr="00A56355">
        <w:rPr>
          <w:szCs w:val="20"/>
        </w:rPr>
        <w:t xml:space="preserve"> </w:t>
      </w:r>
      <w:bookmarkEnd w:id="77"/>
    </w:p>
    <w:bookmarkEnd w:id="78"/>
    <w:p w14:paraId="17DC7686" w14:textId="31CFC762" w:rsidR="00915293" w:rsidRPr="00A56355" w:rsidRDefault="00672CF4" w:rsidP="008E1487">
      <w:pPr>
        <w:pStyle w:val="Nadpis6"/>
      </w:pPr>
      <w:r w:rsidRPr="00A56355">
        <w:t xml:space="preserve">Vyhlásenie o akceptácii podmienok </w:t>
      </w:r>
      <w:r w:rsidR="006C467A">
        <w:t>Verejného obstarávania</w:t>
      </w:r>
      <w:r w:rsidRPr="00A56355">
        <w:t xml:space="preserve">, </w:t>
      </w:r>
      <w:r w:rsidR="00915293" w:rsidRPr="00A56355">
        <w:t xml:space="preserve">ktorého vzor tvorí Prílohu </w:t>
      </w:r>
      <w:r w:rsidR="00B87223" w:rsidRPr="00A56355">
        <w:t>A2</w:t>
      </w:r>
      <w:r w:rsidR="00915293" w:rsidRPr="00A56355">
        <w:t xml:space="preserve"> týchto súťažných podkladov.</w:t>
      </w:r>
    </w:p>
    <w:p w14:paraId="3C69AB4A" w14:textId="64A7A56B" w:rsidR="00915293" w:rsidRPr="00A56355" w:rsidRDefault="00915293" w:rsidP="008E1487">
      <w:pPr>
        <w:pStyle w:val="Nadpis6"/>
      </w:pPr>
      <w:r w:rsidRPr="00A56355">
        <w:rPr>
          <w:szCs w:val="20"/>
        </w:rPr>
        <w:t>Čestné vyhlásenie uchádzača o</w:t>
      </w:r>
      <w:r w:rsidRPr="00A56355">
        <w:rPr>
          <w:rFonts w:cs="Calibri"/>
          <w:szCs w:val="20"/>
        </w:rPr>
        <w:t> </w:t>
      </w:r>
      <w:r w:rsidRPr="00A56355">
        <w:rPr>
          <w:szCs w:val="20"/>
        </w:rPr>
        <w:t xml:space="preserve">neprítomnosti konfliktu záujmov vypracované podľa </w:t>
      </w:r>
      <w:r w:rsidRPr="00A56355">
        <w:t xml:space="preserve">Prílohy </w:t>
      </w:r>
      <w:r w:rsidR="00B87223" w:rsidRPr="00A56355">
        <w:t>A3</w:t>
      </w:r>
      <w:r w:rsidRPr="00A56355">
        <w:t xml:space="preserve"> týchto súťažných podkladov a v súlade s bodom </w:t>
      </w:r>
      <w:r w:rsidR="00696E11" w:rsidRPr="00A56355">
        <w:fldChar w:fldCharType="begin"/>
      </w:r>
      <w:r w:rsidR="00696E11" w:rsidRPr="00A56355">
        <w:instrText xml:space="preserve"> REF _Ref4422488 \n \h </w:instrText>
      </w:r>
      <w:r w:rsidR="008501A8" w:rsidRPr="00A56355">
        <w:instrText xml:space="preserve"> \* MERGEFORMAT </w:instrText>
      </w:r>
      <w:r w:rsidR="00696E11" w:rsidRPr="00A56355">
        <w:fldChar w:fldCharType="separate"/>
      </w:r>
      <w:r w:rsidR="00CC2364">
        <w:t>18</w:t>
      </w:r>
      <w:r w:rsidR="00696E11" w:rsidRPr="00A56355">
        <w:fldChar w:fldCharType="end"/>
      </w:r>
      <w:r w:rsidRPr="00A56355">
        <w:t xml:space="preserve"> tejto časti súťažných podkladov.</w:t>
      </w:r>
    </w:p>
    <w:p w14:paraId="3CDD144B" w14:textId="40C1FF39" w:rsidR="00915293" w:rsidRPr="00A56355" w:rsidRDefault="00915293" w:rsidP="008E1487">
      <w:pPr>
        <w:pStyle w:val="Nadpis6"/>
      </w:pPr>
      <w:bookmarkStart w:id="79" w:name="_Hlk519775982"/>
      <w:r w:rsidRPr="00A56355">
        <w:t>Ak ponuku predkladá Skupina dodávateľov</w:t>
      </w:r>
      <w:r w:rsidR="007E5BFA" w:rsidRPr="00A56355">
        <w:t>,</w:t>
      </w:r>
      <w:bookmarkEnd w:id="79"/>
      <w:r w:rsidR="007E5BFA" w:rsidRPr="00A56355">
        <w:t xml:space="preserve"> </w:t>
      </w:r>
      <w:r w:rsidR="00D622A7" w:rsidRPr="00A56355">
        <w:t>vyhlásenie o vytvorení Skupiny dodávateľov ktorého vzor tvorí Prílohu č. A4 týchto súťažných podkladov a splnomocnenie identifikujúce člena Skupiny dodávateľov oprávneného konať za Skupinu dodávateľov s obsahovými náležitosťami podľa Prílohy A5 týchto súťažných podkladov;</w:t>
      </w:r>
    </w:p>
    <w:p w14:paraId="6D3BBAC9" w14:textId="77777777" w:rsidR="008F7B8D" w:rsidRDefault="00BE48D5" w:rsidP="008E1487">
      <w:pPr>
        <w:pStyle w:val="Nadpis6"/>
      </w:pPr>
      <w:r>
        <w:t>Návrh na plnenie kritérií predložený formou vyplnených tabuliek podľa vzoru v Prílohe C1 Návrh na plnenie kritérií týchto súťažných podkladov.</w:t>
      </w:r>
      <w:r w:rsidRPr="00A56355">
        <w:t xml:space="preserve"> </w:t>
      </w:r>
    </w:p>
    <w:p w14:paraId="3E3B6CAF" w14:textId="005C160F" w:rsidR="00D42A16" w:rsidRPr="00A56355" w:rsidRDefault="008F7B8D" w:rsidP="008E1487">
      <w:pPr>
        <w:pStyle w:val="Nadpis6"/>
      </w:pPr>
      <w:r w:rsidRPr="008F7B8D">
        <w:t xml:space="preserve">Kópia ponuky bez dokladov a dokumentov podľa bodu </w:t>
      </w:r>
      <w:r>
        <w:t>7.3 c)</w:t>
      </w:r>
      <w:r w:rsidRPr="008F7B8D">
        <w:t xml:space="preserve"> vyššie vo vyhotovení, ktoré umožní nezverejnenie dôverných informácií v súlade s bodom </w:t>
      </w:r>
      <w:r>
        <w:t>7</w:t>
      </w:r>
      <w:r w:rsidRPr="008F7B8D">
        <w:t>.8 tejto časti súťažných podkladov nižšie.</w:t>
      </w:r>
    </w:p>
    <w:p w14:paraId="63B8AB8E" w14:textId="211324E8" w:rsidR="003D02B1" w:rsidRPr="00A56355" w:rsidRDefault="00B35C6A" w:rsidP="007D3A0F">
      <w:pPr>
        <w:pStyle w:val="Nadpis4"/>
      </w:pPr>
      <w:bookmarkStart w:id="80" w:name="_Ref4422785"/>
      <w:bookmarkStart w:id="81" w:name="_Hlk522551112"/>
      <w:r w:rsidRPr="00A56355">
        <w:t xml:space="preserve">Každý dokument </w:t>
      </w:r>
      <w:r w:rsidR="003D02B1" w:rsidRPr="00A56355">
        <w:t>ponuky musí byť:</w:t>
      </w:r>
      <w:bookmarkEnd w:id="80"/>
    </w:p>
    <w:p w14:paraId="3E9A5182" w14:textId="42240DA0" w:rsidR="003D02B1" w:rsidRPr="00A56355" w:rsidRDefault="00B35C6A" w:rsidP="008E1487">
      <w:pPr>
        <w:pStyle w:val="Nadpis6"/>
      </w:pPr>
      <w:r w:rsidRPr="00A56355">
        <w:t>podpísaný</w:t>
      </w:r>
      <w:r w:rsidR="003D02B1" w:rsidRPr="00A56355">
        <w:t>, pričom</w:t>
      </w:r>
    </w:p>
    <w:p w14:paraId="4135C9C9" w14:textId="62F3DF4A" w:rsidR="003D02B1" w:rsidRPr="00A56355" w:rsidRDefault="003D02B1" w:rsidP="00AB6B8B">
      <w:pPr>
        <w:pStyle w:val="Nadpis7"/>
      </w:pPr>
      <w:r w:rsidRPr="00A56355">
        <w:t>v prípade dokumentu vydaného uchádzačom</w:t>
      </w:r>
      <w:r w:rsidR="00B35C6A" w:rsidRPr="00A56355">
        <w:t xml:space="preserve"> musí byť tento dokument</w:t>
      </w:r>
      <w:r w:rsidRPr="00A56355">
        <w:t xml:space="preserve"> </w:t>
      </w:r>
      <w:r w:rsidR="00B35C6A" w:rsidRPr="00A56355">
        <w:rPr>
          <w:b/>
          <w:u w:val="single"/>
        </w:rPr>
        <w:t xml:space="preserve">podpísaný </w:t>
      </w:r>
      <w:r w:rsidRPr="00A56355">
        <w:rPr>
          <w:b/>
          <w:u w:val="single"/>
        </w:rPr>
        <w:t>uchádzačom</w:t>
      </w:r>
      <w:r w:rsidRPr="00A56355">
        <w:t xml:space="preserve">, jeho štatutárnym </w:t>
      </w:r>
      <w:r w:rsidR="006803F9" w:rsidRPr="00A56355">
        <w:t xml:space="preserve">orgánom </w:t>
      </w:r>
      <w:r w:rsidRPr="00A56355">
        <w:t xml:space="preserve">alebo iným písomne splnomocneným zástupcom uchádzača, ktorý je oprávnený konať </w:t>
      </w:r>
      <w:r w:rsidR="006803F9" w:rsidRPr="00A56355">
        <w:t xml:space="preserve">v mene </w:t>
      </w:r>
      <w:r w:rsidRPr="00A56355">
        <w:t>uchádzača v potrebnom rozsahu; a</w:t>
      </w:r>
    </w:p>
    <w:p w14:paraId="478AEA87" w14:textId="5C4E8B82" w:rsidR="003D02B1" w:rsidRPr="00A56355" w:rsidRDefault="003D02B1" w:rsidP="00AB6B8B">
      <w:pPr>
        <w:pStyle w:val="Nadpis7"/>
      </w:pPr>
      <w:r w:rsidRPr="00A56355">
        <w:t xml:space="preserve">v prípade dokumentu, ktorý </w:t>
      </w:r>
      <w:r w:rsidR="00AD76AA" w:rsidRPr="00A56355">
        <w:t xml:space="preserve">nevydáva uchádzač ale tretia osoba, </w:t>
      </w:r>
      <w:r w:rsidRPr="00A56355">
        <w:rPr>
          <w:b/>
          <w:u w:val="single"/>
        </w:rPr>
        <w:t>podpísan</w:t>
      </w:r>
      <w:r w:rsidR="00B35C6A" w:rsidRPr="00A56355">
        <w:rPr>
          <w:b/>
          <w:u w:val="single"/>
        </w:rPr>
        <w:t>ý</w:t>
      </w:r>
      <w:r w:rsidRPr="00A56355">
        <w:rPr>
          <w:b/>
          <w:u w:val="single"/>
        </w:rPr>
        <w:t xml:space="preserve"> treťou osobou</w:t>
      </w:r>
      <w:r w:rsidRPr="00A56355">
        <w:t xml:space="preserve">, ktorá ho vydáva, resp. jej štatutárnym </w:t>
      </w:r>
      <w:r w:rsidR="006803F9" w:rsidRPr="00A56355">
        <w:t xml:space="preserve">orgánom </w:t>
      </w:r>
      <w:r w:rsidRPr="00A56355">
        <w:t>alebo iným ňou splnomocneným zástupcom.</w:t>
      </w:r>
    </w:p>
    <w:p w14:paraId="375413F6" w14:textId="279A7E96" w:rsidR="003D02B1" w:rsidRPr="00A56355" w:rsidRDefault="00B35C6A" w:rsidP="008E1487">
      <w:pPr>
        <w:pStyle w:val="Nadpis6"/>
      </w:pPr>
      <w:r w:rsidRPr="00A56355">
        <w:rPr>
          <w:b/>
          <w:u w:val="single"/>
        </w:rPr>
        <w:t>naskenovaný</w:t>
      </w:r>
      <w:r w:rsidRPr="00A56355">
        <w:rPr>
          <w:b/>
        </w:rPr>
        <w:t xml:space="preserve"> </w:t>
      </w:r>
      <w:r w:rsidR="003D02B1" w:rsidRPr="00A56355">
        <w:t xml:space="preserve">(odporúčaný formát je „PDF“), </w:t>
      </w:r>
      <w:r w:rsidR="00AD76AA" w:rsidRPr="00A56355">
        <w:t>a</w:t>
      </w:r>
    </w:p>
    <w:p w14:paraId="2F8E92D2" w14:textId="29ABB05D" w:rsidR="003D02B1" w:rsidRPr="00A56355" w:rsidRDefault="00B35C6A" w:rsidP="008E1487">
      <w:pPr>
        <w:pStyle w:val="Nadpis6"/>
      </w:pPr>
      <w:r w:rsidRPr="00A56355">
        <w:rPr>
          <w:b/>
          <w:u w:val="single"/>
        </w:rPr>
        <w:t>vložený</w:t>
      </w:r>
      <w:r w:rsidRPr="00A56355">
        <w:t xml:space="preserve"> </w:t>
      </w:r>
      <w:r w:rsidR="003D02B1" w:rsidRPr="00A56355">
        <w:t xml:space="preserve">do systému JOSEPHINE spôsobom uvedeným v bode </w:t>
      </w:r>
      <w:r w:rsidR="006149E7" w:rsidRPr="00A56355">
        <w:fldChar w:fldCharType="begin"/>
      </w:r>
      <w:r w:rsidR="006149E7" w:rsidRPr="00A56355">
        <w:instrText xml:space="preserve"> REF _Ref4422725 \n \h </w:instrText>
      </w:r>
      <w:r w:rsidR="008501A8" w:rsidRPr="00A56355">
        <w:instrText xml:space="preserve"> \* MERGEFORMAT </w:instrText>
      </w:r>
      <w:r w:rsidR="006149E7" w:rsidRPr="00A56355">
        <w:fldChar w:fldCharType="separate"/>
      </w:r>
      <w:r w:rsidR="00CC2364">
        <w:t>19</w:t>
      </w:r>
      <w:r w:rsidR="006149E7" w:rsidRPr="00A56355">
        <w:fldChar w:fldCharType="end"/>
      </w:r>
      <w:r w:rsidR="006149E7" w:rsidRPr="00A56355">
        <w:t xml:space="preserve"> </w:t>
      </w:r>
      <w:r w:rsidR="003D02B1" w:rsidRPr="00A56355">
        <w:t>tejto časti súťažných podkladov.</w:t>
      </w:r>
    </w:p>
    <w:p w14:paraId="27ED9FE9" w14:textId="05E18B15" w:rsidR="00AD76AA" w:rsidRPr="00A56355" w:rsidRDefault="00AD76AA" w:rsidP="007D3A0F">
      <w:pPr>
        <w:pStyle w:val="Nadpis4"/>
      </w:pPr>
      <w:bookmarkStart w:id="82" w:name="_Ref102729727"/>
      <w:bookmarkStart w:id="83" w:name="_Ref4422514"/>
      <w:r w:rsidRPr="00A56355">
        <w:t xml:space="preserve">V prípade, ak sa vyskytnú pochybnosti o pravosti dokumentov predložených v ponuke vo forme </w:t>
      </w:r>
      <w:proofErr w:type="spellStart"/>
      <w:r w:rsidRPr="00A56355">
        <w:t>scanu</w:t>
      </w:r>
      <w:proofErr w:type="spellEnd"/>
      <w:r w:rsidRPr="00A56355">
        <w:t xml:space="preserv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w:t>
      </w:r>
      <w:r w:rsidRPr="00A56355">
        <w:lastRenderedPageBreak/>
        <w:t>dokumentu alebo zaručenej konverzie podľa zákona č. 305/2013 Z. z. o e-</w:t>
      </w:r>
      <w:proofErr w:type="spellStart"/>
      <w:r w:rsidRPr="00A56355">
        <w:t>Governmente</w:t>
      </w:r>
      <w:proofErr w:type="spellEnd"/>
      <w:r w:rsidRPr="00A56355">
        <w:t xml:space="preserve"> v znení neskorších predpisov.</w:t>
      </w:r>
      <w:bookmarkEnd w:id="82"/>
      <w:r w:rsidRPr="00A56355">
        <w:t xml:space="preserve"> </w:t>
      </w:r>
      <w:r w:rsidR="008F7B8D" w:rsidRPr="008F7B8D">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3F0AEAE1" w14:textId="65B25AED" w:rsidR="003D02B1" w:rsidRPr="00A56355" w:rsidRDefault="003D02B1" w:rsidP="007D3A0F">
      <w:pPr>
        <w:pStyle w:val="Nadpis4"/>
      </w:pPr>
      <w:bookmarkStart w:id="84" w:name="_Ref534358796"/>
      <w:bookmarkEnd w:id="83"/>
      <w:r w:rsidRPr="00A56355">
        <w:t xml:space="preserve">V prípade poskytnutia zábezpeky formou bankovej záruky alebo poistenia záruky, uchádzač predloží doklad o zložení bankovej záruky alebo doklad o poistení záruky podľa bodu </w:t>
      </w:r>
      <w:r w:rsidR="006149E7" w:rsidRPr="00A56355">
        <w:fldChar w:fldCharType="begin"/>
      </w:r>
      <w:r w:rsidR="006149E7" w:rsidRPr="00A56355">
        <w:instrText xml:space="preserve"> REF _Ref4422691 \r \h </w:instrText>
      </w:r>
      <w:r w:rsidR="008501A8" w:rsidRPr="00A56355">
        <w:instrText xml:space="preserve"> \* MERGEFORMAT </w:instrText>
      </w:r>
      <w:r w:rsidR="006149E7" w:rsidRPr="00A56355">
        <w:fldChar w:fldCharType="separate"/>
      </w:r>
      <w:r w:rsidR="00CC2364">
        <w:t>7.3d)</w:t>
      </w:r>
      <w:r w:rsidR="006149E7" w:rsidRPr="00A56355">
        <w:fldChar w:fldCharType="end"/>
      </w:r>
      <w:r w:rsidR="006149E7" w:rsidRPr="00A56355">
        <w:t xml:space="preserve"> </w:t>
      </w:r>
      <w:r w:rsidRPr="00A56355">
        <w:t xml:space="preserve">tejto časti súťažných podkladov </w:t>
      </w:r>
      <w:r w:rsidR="00FE6F3A" w:rsidRPr="00A56355">
        <w:t xml:space="preserve">v ponuke </w:t>
      </w:r>
      <w:r w:rsidRPr="00A56355">
        <w:t>buď</w:t>
      </w:r>
      <w:bookmarkEnd w:id="84"/>
      <w:r w:rsidRPr="00A56355">
        <w:t xml:space="preserve"> </w:t>
      </w:r>
    </w:p>
    <w:p w14:paraId="20E19E4B" w14:textId="7DAF58F1" w:rsidR="003D02B1" w:rsidRPr="00A56355" w:rsidRDefault="003D02B1" w:rsidP="008E1487">
      <w:pPr>
        <w:pStyle w:val="Nadpis6"/>
      </w:pPr>
      <w:r w:rsidRPr="00A56355">
        <w:t>vo forme elektronického dokumentu s kvalifikovaným elektronickým podpisom banky</w:t>
      </w:r>
      <w:r w:rsidR="00E17111" w:rsidRPr="00A56355">
        <w:t>,</w:t>
      </w:r>
      <w:r w:rsidRPr="00A56355">
        <w:t xml:space="preserve"> </w:t>
      </w:r>
      <w:r w:rsidR="00AA0E4D" w:rsidRPr="00A56355">
        <w:t xml:space="preserve">resp. poisťovne </w:t>
      </w:r>
      <w:r w:rsidRPr="00A56355">
        <w:t xml:space="preserve">v súlade s </w:t>
      </w:r>
      <w:r w:rsidR="00AD76AA" w:rsidRPr="00A56355">
        <w:t>N</w:t>
      </w:r>
      <w:r w:rsidRPr="00A56355">
        <w:t xml:space="preserve">ariadením </w:t>
      </w:r>
      <w:r w:rsidR="00AD76AA" w:rsidRPr="00A56355">
        <w:t>Európskeho parlamentu a Rady (EÚ) č. 910/2014 zo dňa 23. júla 2014 o elektronickej identifikácii a dôveryhodných službách pre elektronické transakcie na vnútornom trhu a o zrušení smernice 1999/93/ES (ďalej len „</w:t>
      </w:r>
      <w:r w:rsidR="00AD76AA" w:rsidRPr="00A56355">
        <w:rPr>
          <w:b/>
          <w:bCs/>
        </w:rPr>
        <w:t xml:space="preserve">nariadenie </w:t>
      </w:r>
      <w:proofErr w:type="spellStart"/>
      <w:r w:rsidR="00AD76AA" w:rsidRPr="00A56355">
        <w:rPr>
          <w:b/>
          <w:bCs/>
        </w:rPr>
        <w:t>eIDAS</w:t>
      </w:r>
      <w:proofErr w:type="spellEnd"/>
      <w:r w:rsidR="00AD76AA" w:rsidRPr="00A56355">
        <w:t xml:space="preserve">“) </w:t>
      </w:r>
      <w:r w:rsidRPr="00A56355">
        <w:t>v prípade, ak banka</w:t>
      </w:r>
      <w:r w:rsidR="00E17111" w:rsidRPr="00A56355">
        <w:t>,</w:t>
      </w:r>
      <w:r w:rsidR="00AA0E4D" w:rsidRPr="00A56355">
        <w:t xml:space="preserve"> resp. poisťovňa</w:t>
      </w:r>
      <w:r w:rsidRPr="00A56355">
        <w:t xml:space="preserve"> uchádzača takúto formu vystavenia bankovej záruky</w:t>
      </w:r>
      <w:r w:rsidR="00E17111" w:rsidRPr="00A56355">
        <w:t>,</w:t>
      </w:r>
      <w:r w:rsidRPr="00A56355">
        <w:t xml:space="preserve"> </w:t>
      </w:r>
      <w:r w:rsidR="00AA0E4D" w:rsidRPr="00A56355">
        <w:t xml:space="preserve">resp. poistenia záruky </w:t>
      </w:r>
      <w:r w:rsidRPr="00A56355">
        <w:t>pripúšťa. V takom prípade nesmie byť uplatnenie bankovej záruky</w:t>
      </w:r>
      <w:r w:rsidR="00E17111" w:rsidRPr="00A56355">
        <w:t>,</w:t>
      </w:r>
      <w:r w:rsidRPr="00A56355">
        <w:t xml:space="preserve"> </w:t>
      </w:r>
      <w:r w:rsidR="00AA0E4D" w:rsidRPr="00A56355">
        <w:t xml:space="preserve">resp. poistenia záruky </w:t>
      </w:r>
      <w:r w:rsidRPr="00A56355">
        <w:t xml:space="preserve">zo strany </w:t>
      </w:r>
      <w:r w:rsidR="003716D2" w:rsidRPr="00A56355">
        <w:t>V</w:t>
      </w:r>
      <w:r w:rsidRPr="00A56355">
        <w:t>erejného obstarávateľa spojené so žiadnou prekážkou vyplývajúcou z elektronickej formy bankovej záruky</w:t>
      </w:r>
      <w:r w:rsidR="00E17111" w:rsidRPr="00A56355">
        <w:t>,</w:t>
      </w:r>
      <w:r w:rsidR="00AA0E4D" w:rsidRPr="00A56355">
        <w:t xml:space="preserve"> resp. poistenia záruky</w:t>
      </w:r>
      <w:r w:rsidRPr="00A56355">
        <w:t xml:space="preserve"> oproti uplatneniu plnenia z písomnej bankovej záruky</w:t>
      </w:r>
      <w:r w:rsidR="00E17111" w:rsidRPr="00A56355">
        <w:t>,</w:t>
      </w:r>
      <w:r w:rsidR="00AA0E4D" w:rsidRPr="00A56355">
        <w:t xml:space="preserve"> resp. poistenia záruky</w:t>
      </w:r>
      <w:r w:rsidRPr="00A56355">
        <w:t xml:space="preserve">; alebo </w:t>
      </w:r>
    </w:p>
    <w:p w14:paraId="18493218" w14:textId="288030D9" w:rsidR="007E65F6" w:rsidRPr="00A56355" w:rsidRDefault="003D02B1" w:rsidP="008E1487">
      <w:pPr>
        <w:pStyle w:val="Nadpis6"/>
      </w:pPr>
      <w:bookmarkStart w:id="85" w:name="_Ref4422822"/>
      <w:r w:rsidRPr="00A56355">
        <w:t xml:space="preserve">vo forme </w:t>
      </w:r>
      <w:proofErr w:type="spellStart"/>
      <w:r w:rsidRPr="00A56355">
        <w:t>s</w:t>
      </w:r>
      <w:r w:rsidR="00C5338A" w:rsidRPr="00A56355">
        <w:t>ke</w:t>
      </w:r>
      <w:r w:rsidRPr="00A56355">
        <w:t>nu</w:t>
      </w:r>
      <w:proofErr w:type="spellEnd"/>
      <w:r w:rsidR="00353352" w:rsidRPr="00353352">
        <w:t xml:space="preserve"> </w:t>
      </w:r>
      <w:r w:rsidR="00353352" w:rsidRPr="00A56355">
        <w:t>bankovej záruky, resp. poistenia záruky</w:t>
      </w:r>
      <w:r w:rsidRPr="00A56355">
        <w:t xml:space="preserve"> vloženého do systému JOSEPHINE</w:t>
      </w:r>
      <w:r w:rsidR="00454A83">
        <w:t>, pričom v takom prípade</w:t>
      </w:r>
      <w:r w:rsidRPr="00A56355">
        <w:t xml:space="preserve"> tiež zároveň samostatne doručí </w:t>
      </w:r>
      <w:r w:rsidRPr="00A56355">
        <w:rPr>
          <w:b/>
          <w:u w:val="single"/>
        </w:rPr>
        <w:t>originál záručnej listiny resp. poistenia záruky</w:t>
      </w:r>
      <w:r w:rsidRPr="00A56355">
        <w:t xml:space="preserve"> (notársky overená kópia nie je postačujúca) na adresu </w:t>
      </w:r>
      <w:r w:rsidR="00A8587F" w:rsidRPr="00A56355">
        <w:rPr>
          <w:b/>
          <w:bCs/>
        </w:rPr>
        <w:t xml:space="preserve">Tatra Tender </w:t>
      </w:r>
      <w:proofErr w:type="spellStart"/>
      <w:r w:rsidR="00A8587F" w:rsidRPr="00A56355">
        <w:rPr>
          <w:b/>
          <w:bCs/>
        </w:rPr>
        <w:t>s.r.o</w:t>
      </w:r>
      <w:proofErr w:type="spellEnd"/>
      <w:r w:rsidR="00A8587F" w:rsidRPr="00A56355">
        <w:rPr>
          <w:b/>
          <w:bCs/>
        </w:rPr>
        <w:t>. Krčméryho 16, 811 04 Bratislava, Slovenská republika</w:t>
      </w:r>
      <w:r w:rsidR="00672CF4" w:rsidRPr="00A56355">
        <w:t xml:space="preserve"> </w:t>
      </w:r>
      <w:r w:rsidRPr="00A56355">
        <w:t xml:space="preserve">v súlade s bodom </w:t>
      </w:r>
      <w:r w:rsidR="006149E7" w:rsidRPr="00A56355">
        <w:fldChar w:fldCharType="begin"/>
      </w:r>
      <w:r w:rsidR="006149E7" w:rsidRPr="00A56355">
        <w:instrText xml:space="preserve"> REF _Ref4422770 \n \h </w:instrText>
      </w:r>
      <w:r w:rsidR="008501A8" w:rsidRPr="00A56355">
        <w:instrText xml:space="preserve"> \* MERGEFORMAT </w:instrText>
      </w:r>
      <w:r w:rsidR="006149E7" w:rsidRPr="00A56355">
        <w:fldChar w:fldCharType="separate"/>
      </w:r>
      <w:r w:rsidR="00CC2364">
        <w:t>20</w:t>
      </w:r>
      <w:r w:rsidR="006149E7" w:rsidRPr="00A56355">
        <w:fldChar w:fldCharType="end"/>
      </w:r>
      <w:r w:rsidRPr="00A56355">
        <w:t xml:space="preserve"> tejto časti súťažných podkladov.</w:t>
      </w:r>
      <w:bookmarkEnd w:id="85"/>
      <w:r w:rsidRPr="00A56355">
        <w:t xml:space="preserve"> </w:t>
      </w:r>
    </w:p>
    <w:p w14:paraId="49A6D671" w14:textId="73155E84" w:rsidR="003D02B1" w:rsidRPr="00A56355" w:rsidRDefault="003D02B1" w:rsidP="007D3A0F">
      <w:pPr>
        <w:pStyle w:val="Nadpis4"/>
      </w:pPr>
      <w:r w:rsidRPr="00A56355">
        <w:t xml:space="preserve">V prípade zloženia finančných prostriedkov na bankový účet </w:t>
      </w:r>
      <w:r w:rsidR="00E17111" w:rsidRPr="00A56355">
        <w:t>V</w:t>
      </w:r>
      <w:r w:rsidRPr="00A56355">
        <w:t xml:space="preserve">erejného obstarávateľa sa odporúča, aby uchádzač predložil výpis z bankového účtu, resp. iné vyjadrenie uchádzača potvrdzujúce skutočnosť, že finančné prostriedky budú pripísané na účet </w:t>
      </w:r>
      <w:r w:rsidR="00E17111" w:rsidRPr="00A56355">
        <w:t>V</w:t>
      </w:r>
      <w:r w:rsidRPr="00A56355">
        <w:t>erejného obstarávateľa najneskôr v deň uplynutia lehoty na predkladanie ponúk.</w:t>
      </w:r>
    </w:p>
    <w:p w14:paraId="3E4CFF10" w14:textId="77777777" w:rsidR="008F7B8D" w:rsidRDefault="003D02B1" w:rsidP="007D3A0F">
      <w:pPr>
        <w:pStyle w:val="Nadpis4"/>
      </w:pPr>
      <w:r w:rsidRPr="00A56355">
        <w:t>Všetky doklady a dokumenty tvoriace obsah ponuky</w:t>
      </w:r>
      <w:r w:rsidR="004E5778" w:rsidRPr="00A56355">
        <w:t xml:space="preserve"> </w:t>
      </w:r>
      <w:r w:rsidRPr="00A56355">
        <w:t>požadované v týchto súťažných podkladoch, musia byť k termínu predloženia ponuky platné a aktuálne.</w:t>
      </w:r>
      <w:r w:rsidR="008F7B8D" w:rsidRPr="008F7B8D">
        <w:t xml:space="preserve"> </w:t>
      </w:r>
    </w:p>
    <w:p w14:paraId="0B36A44C" w14:textId="76D1B840" w:rsidR="003D02B1" w:rsidRPr="00A56355" w:rsidRDefault="008F7B8D" w:rsidP="007D3A0F">
      <w:pPr>
        <w:pStyle w:val="Nadpis4"/>
      </w:pPr>
      <w:r w:rsidRPr="008F7B8D">
        <w:t>Na zabezpečenie ochrany osobných údajov a dôverných informácií tvoriacich obsah ponuky, uchádzač elektronicky predloží aj kópiu časti ponuky podľa bodu 7</w:t>
      </w:r>
      <w:r>
        <w:t>.3 písm. i)</w:t>
      </w:r>
      <w:r w:rsidRPr="008F7B8D">
        <w:t xml:space="preserve"> tejto časti súťažných podkladov vo formáte </w:t>
      </w:r>
      <w:proofErr w:type="spellStart"/>
      <w:r w:rsidRPr="008F7B8D">
        <w:t>Portable</w:t>
      </w:r>
      <w:proofErr w:type="spellEnd"/>
      <w:r w:rsidRPr="008F7B8D">
        <w:t xml:space="preserve"> </w:t>
      </w:r>
      <w:proofErr w:type="spellStart"/>
      <w:r w:rsidRPr="008F7B8D">
        <w:t>Document</w:t>
      </w:r>
      <w:proofErr w:type="spellEnd"/>
      <w:r w:rsidRPr="008F7B8D">
        <w:t xml:space="preserve"> </w:t>
      </w:r>
      <w:proofErr w:type="spellStart"/>
      <w:r w:rsidRPr="008F7B8D">
        <w:t>Format</w:t>
      </w:r>
      <w:proofErr w:type="spellEnd"/>
      <w:r w:rsidRPr="008F7B8D">
        <w:t xml:space="preserve"> (.</w:t>
      </w:r>
      <w:proofErr w:type="spellStart"/>
      <w:r w:rsidRPr="008F7B8D">
        <w:t>pdf</w:t>
      </w:r>
      <w:proofErr w:type="spellEnd"/>
      <w:r w:rsidRPr="008F7B8D">
        <w:t>)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4CB55BBA" w:rsidR="00414230" w:rsidRPr="00A56355" w:rsidRDefault="00414230" w:rsidP="0096365D">
      <w:pPr>
        <w:pStyle w:val="Nadpis3"/>
      </w:pPr>
      <w:bookmarkStart w:id="86" w:name="_Toc102737461"/>
      <w:bookmarkStart w:id="87" w:name="_Toc522635383"/>
      <w:bookmarkStart w:id="88" w:name="_Toc525293197"/>
      <w:bookmarkStart w:id="89" w:name="_Toc522635384"/>
      <w:bookmarkStart w:id="90" w:name="_Toc525293198"/>
      <w:bookmarkStart w:id="91" w:name="_Toc522635385"/>
      <w:bookmarkStart w:id="92" w:name="_Toc525293199"/>
      <w:bookmarkStart w:id="93" w:name="_Toc447725750"/>
      <w:bookmarkStart w:id="94" w:name="_Toc4416612"/>
      <w:bookmarkStart w:id="95" w:name="_Toc4416906"/>
      <w:bookmarkStart w:id="96" w:name="_Toc4416955"/>
      <w:bookmarkStart w:id="97" w:name="_Toc114833204"/>
      <w:bookmarkEnd w:id="81"/>
      <w:bookmarkEnd w:id="86"/>
      <w:bookmarkEnd w:id="87"/>
      <w:bookmarkEnd w:id="88"/>
      <w:bookmarkEnd w:id="89"/>
      <w:bookmarkEnd w:id="90"/>
      <w:bookmarkEnd w:id="91"/>
      <w:bookmarkEnd w:id="92"/>
      <w:r w:rsidRPr="00A56355">
        <w:t>Variantné riešenie</w:t>
      </w:r>
      <w:bookmarkEnd w:id="93"/>
      <w:bookmarkEnd w:id="94"/>
      <w:bookmarkEnd w:id="95"/>
      <w:bookmarkEnd w:id="96"/>
      <w:bookmarkEnd w:id="97"/>
    </w:p>
    <w:p w14:paraId="79FAE4A4" w14:textId="77777777" w:rsidR="00414230" w:rsidRPr="00A56355" w:rsidRDefault="00414230" w:rsidP="007D3A0F">
      <w:pPr>
        <w:pStyle w:val="Nadpis4"/>
      </w:pPr>
      <w:r w:rsidRPr="00A56355">
        <w:t>Neumožňuje sa predložiť variantné riešenie.</w:t>
      </w:r>
    </w:p>
    <w:p w14:paraId="29226E9A" w14:textId="367E02B9" w:rsidR="00414230" w:rsidRPr="00A56355" w:rsidRDefault="00414230" w:rsidP="0096365D">
      <w:pPr>
        <w:pStyle w:val="Nadpis3"/>
      </w:pPr>
      <w:bookmarkStart w:id="98" w:name="_Toc447725751"/>
      <w:bookmarkStart w:id="99" w:name="_Toc4416613"/>
      <w:bookmarkStart w:id="100" w:name="_Toc4416907"/>
      <w:bookmarkStart w:id="101" w:name="_Toc4416956"/>
      <w:bookmarkStart w:id="102" w:name="_Toc114833205"/>
      <w:r w:rsidRPr="00A56355">
        <w:t>Platnosť ponúk</w:t>
      </w:r>
      <w:bookmarkEnd w:id="98"/>
      <w:bookmarkEnd w:id="99"/>
      <w:bookmarkEnd w:id="100"/>
      <w:bookmarkEnd w:id="101"/>
      <w:bookmarkEnd w:id="102"/>
    </w:p>
    <w:p w14:paraId="28F9C9B6" w14:textId="76B1A1CC" w:rsidR="00414230" w:rsidRPr="006E2F0C" w:rsidRDefault="00414230" w:rsidP="007D3A0F">
      <w:pPr>
        <w:pStyle w:val="Nadpis4"/>
      </w:pPr>
      <w:r w:rsidRPr="00A56355">
        <w:t xml:space="preserve">Ponuky zostávajú platné počas lehoty viazanosti ponúk stanovenej </w:t>
      </w:r>
      <w:r w:rsidRPr="006E2F0C">
        <w:t xml:space="preserve">do </w:t>
      </w:r>
      <w:r w:rsidR="008F7B8D" w:rsidRPr="006E2F0C">
        <w:rPr>
          <w:b/>
          <w:bCs/>
        </w:rPr>
        <w:t>31.01.2023</w:t>
      </w:r>
      <w:r w:rsidR="00A03C39" w:rsidRPr="006E2F0C">
        <w:t>.</w:t>
      </w:r>
    </w:p>
    <w:p w14:paraId="1F269BF8" w14:textId="77777777" w:rsidR="00084E6E" w:rsidRPr="00A56355" w:rsidRDefault="00084E6E" w:rsidP="007D3A0F">
      <w:pPr>
        <w:pStyle w:val="Nadpis4"/>
      </w:pPr>
      <w:bookmarkStart w:id="103" w:name="_Hlk53058079"/>
      <w:r w:rsidRPr="00A56355">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655CE818" w:rsidR="00084E6E" w:rsidRPr="00A56355" w:rsidRDefault="00084E6E" w:rsidP="007D3A0F">
      <w:pPr>
        <w:pStyle w:val="Nadpis4"/>
      </w:pPr>
      <w:r w:rsidRPr="00A56355">
        <w:t>Lehota viazanosti ponúk nepresiahne 12 mesiacov od uplynutia lehoty na predkladanie ponúk</w:t>
      </w:r>
      <w:bookmarkEnd w:id="103"/>
      <w:r w:rsidRPr="00A56355">
        <w:t>.</w:t>
      </w:r>
    </w:p>
    <w:p w14:paraId="7772D8BD" w14:textId="6ED23675" w:rsidR="00414230" w:rsidRPr="00A56355" w:rsidRDefault="00414230" w:rsidP="0096365D">
      <w:pPr>
        <w:pStyle w:val="Nadpis3"/>
      </w:pPr>
      <w:bookmarkStart w:id="104" w:name="_Toc447725752"/>
      <w:bookmarkStart w:id="105" w:name="_Toc4416614"/>
      <w:bookmarkStart w:id="106" w:name="_Toc4416908"/>
      <w:bookmarkStart w:id="107" w:name="_Toc4416957"/>
      <w:bookmarkStart w:id="108" w:name="_Toc114833206"/>
      <w:r w:rsidRPr="00A56355">
        <w:t>Náklady na ponuky</w:t>
      </w:r>
      <w:bookmarkEnd w:id="104"/>
      <w:bookmarkEnd w:id="105"/>
      <w:bookmarkEnd w:id="106"/>
      <w:bookmarkEnd w:id="107"/>
      <w:bookmarkEnd w:id="108"/>
    </w:p>
    <w:p w14:paraId="51694C1C" w14:textId="77777777" w:rsidR="008F7B8D" w:rsidRDefault="00414230" w:rsidP="007D3A0F">
      <w:pPr>
        <w:pStyle w:val="Nadpis4"/>
      </w:pPr>
      <w:r w:rsidRPr="00A56355">
        <w:t xml:space="preserve">Všetky výdavky spojené s prípravou a predložením ponúk znášajú uchádzači bez finančného nároku voči </w:t>
      </w:r>
      <w:r w:rsidR="00A04C69" w:rsidRPr="00A56355">
        <w:t>Verejn</w:t>
      </w:r>
      <w:r w:rsidRPr="00A56355">
        <w:t xml:space="preserve">ému obstarávateľovi. </w:t>
      </w:r>
    </w:p>
    <w:p w14:paraId="668A74E7" w14:textId="37896416" w:rsidR="009A10D6" w:rsidRDefault="008F7B8D" w:rsidP="007D3A0F">
      <w:pPr>
        <w:pStyle w:val="Nadpis4"/>
      </w:pPr>
      <w:r w:rsidRPr="008F7B8D">
        <w:t xml:space="preserve">Ponuky doručené spôsobom uvedeným v bode </w:t>
      </w:r>
      <w:r>
        <w:t>19</w:t>
      </w:r>
      <w:r w:rsidRPr="008F7B8D">
        <w:t xml:space="preserve"> tejto časti súťažných podkladov a predložené v lehote na predkladanie ponúk podľa bodu 2</w:t>
      </w:r>
      <w:r>
        <w:t>0</w:t>
      </w:r>
      <w:r w:rsidRPr="008F7B8D">
        <w:t xml:space="preserve">.3 tejto časti súťažných podkladov sa uchádzačom nevracajú. Zostávajú ako súčasť dokumentácie o verejnej súťaži. </w:t>
      </w:r>
      <w:bookmarkStart w:id="109" w:name="_Toc4416497"/>
      <w:bookmarkStart w:id="110" w:name="_Toc4416615"/>
      <w:bookmarkStart w:id="111" w:name="_Toc4416909"/>
      <w:bookmarkStart w:id="112" w:name="_Toc4416958"/>
    </w:p>
    <w:p w14:paraId="40967EA5" w14:textId="01E4ABAF" w:rsidR="00414230" w:rsidRPr="0092757A" w:rsidRDefault="00414230" w:rsidP="0092757A">
      <w:pPr>
        <w:pStyle w:val="Nadpis2"/>
      </w:pPr>
      <w:bookmarkStart w:id="113" w:name="_Toc114833207"/>
      <w:r w:rsidRPr="0092757A">
        <w:lastRenderedPageBreak/>
        <w:t xml:space="preserve">Dorozumievanie medzi </w:t>
      </w:r>
      <w:r w:rsidR="00A04C69" w:rsidRPr="0092757A">
        <w:t>Verejn</w:t>
      </w:r>
      <w:r w:rsidRPr="0092757A">
        <w:t>ým obstarávateľom a</w:t>
      </w:r>
      <w:r w:rsidRPr="0092757A">
        <w:rPr>
          <w:rFonts w:cs="Calibri"/>
        </w:rPr>
        <w:t> </w:t>
      </w:r>
      <w:r w:rsidRPr="0092757A">
        <w:t>uch</w:t>
      </w:r>
      <w:r w:rsidRPr="0092757A">
        <w:rPr>
          <w:rFonts w:cs="Proba Pro"/>
        </w:rPr>
        <w:t>á</w:t>
      </w:r>
      <w:r w:rsidRPr="0092757A">
        <w:t>dza</w:t>
      </w:r>
      <w:r w:rsidRPr="0092757A">
        <w:rPr>
          <w:rFonts w:cs="Proba Pro"/>
        </w:rPr>
        <w:t>č</w:t>
      </w:r>
      <w:r w:rsidRPr="0092757A">
        <w:t>mi alebo z</w:t>
      </w:r>
      <w:r w:rsidRPr="0092757A">
        <w:rPr>
          <w:rFonts w:cs="Proba Pro"/>
        </w:rPr>
        <w:t>á</w:t>
      </w:r>
      <w:r w:rsidRPr="0092757A">
        <w:t>ujemcami</w:t>
      </w:r>
      <w:bookmarkEnd w:id="109"/>
      <w:bookmarkEnd w:id="110"/>
      <w:bookmarkEnd w:id="111"/>
      <w:bookmarkEnd w:id="112"/>
      <w:bookmarkEnd w:id="113"/>
    </w:p>
    <w:p w14:paraId="6885611F" w14:textId="52979C1D" w:rsidR="00414230" w:rsidRPr="00A56355" w:rsidRDefault="00414230" w:rsidP="0096365D">
      <w:pPr>
        <w:pStyle w:val="Nadpis3"/>
      </w:pPr>
      <w:bookmarkStart w:id="114" w:name="_Toc444084946"/>
      <w:bookmarkStart w:id="115" w:name="_Toc4416616"/>
      <w:bookmarkStart w:id="116" w:name="_Toc4416910"/>
      <w:bookmarkStart w:id="117" w:name="_Toc4416959"/>
      <w:bookmarkStart w:id="118" w:name="_Toc114833208"/>
      <w:r w:rsidRPr="00A56355">
        <w:t xml:space="preserve">Dorozumievanie medzi </w:t>
      </w:r>
      <w:r w:rsidR="00A04C69" w:rsidRPr="00A56355">
        <w:t>Verejn</w:t>
      </w:r>
      <w:r w:rsidRPr="00A56355">
        <w:t>ým obstarávateľom a uchádzačmi alebo záujemcami</w:t>
      </w:r>
      <w:bookmarkEnd w:id="114"/>
      <w:bookmarkEnd w:id="115"/>
      <w:bookmarkEnd w:id="116"/>
      <w:bookmarkEnd w:id="117"/>
      <w:bookmarkEnd w:id="118"/>
    </w:p>
    <w:p w14:paraId="0597632B" w14:textId="0DA50C36" w:rsidR="00672CF4" w:rsidRPr="00A56355" w:rsidRDefault="00672CF4" w:rsidP="007D3A0F">
      <w:pPr>
        <w:pStyle w:val="Nadpis4"/>
      </w:pPr>
      <w:bookmarkStart w:id="119" w:name="_Toc522635391"/>
      <w:bookmarkStart w:id="120" w:name="_Toc525293205"/>
      <w:bookmarkStart w:id="121" w:name="_Toc522635392"/>
      <w:bookmarkStart w:id="122" w:name="_Toc525293206"/>
      <w:bookmarkStart w:id="123" w:name="_Toc522635393"/>
      <w:bookmarkStart w:id="124" w:name="_Toc525293207"/>
      <w:bookmarkStart w:id="125" w:name="_Toc522635394"/>
      <w:bookmarkStart w:id="126" w:name="_Toc525293208"/>
      <w:bookmarkStart w:id="127" w:name="_Toc522635395"/>
      <w:bookmarkStart w:id="128" w:name="_Toc525293209"/>
      <w:bookmarkStart w:id="129" w:name="_Toc522635396"/>
      <w:bookmarkStart w:id="130" w:name="_Toc525293210"/>
      <w:bookmarkStart w:id="131" w:name="_Toc522635397"/>
      <w:bookmarkStart w:id="132" w:name="_Toc525293211"/>
      <w:bookmarkStart w:id="133" w:name="_Toc522635398"/>
      <w:bookmarkStart w:id="134" w:name="_Toc525293212"/>
      <w:bookmarkStart w:id="135" w:name="_Toc522635399"/>
      <w:bookmarkStart w:id="136" w:name="_Toc525293213"/>
      <w:bookmarkStart w:id="137" w:name="_Toc522635400"/>
      <w:bookmarkStart w:id="138" w:name="_Toc525293214"/>
      <w:bookmarkStart w:id="139" w:name="_Toc522635401"/>
      <w:bookmarkStart w:id="140" w:name="_Toc525293215"/>
      <w:bookmarkStart w:id="141" w:name="_Toc522635402"/>
      <w:bookmarkStart w:id="142" w:name="_Toc525293216"/>
      <w:bookmarkStart w:id="143" w:name="_Toc522635403"/>
      <w:bookmarkStart w:id="144" w:name="_Toc525293217"/>
      <w:bookmarkStart w:id="145" w:name="_Toc522635404"/>
      <w:bookmarkStart w:id="146" w:name="_Toc525293218"/>
      <w:bookmarkStart w:id="147" w:name="_Toc444084947"/>
      <w:bookmarkStart w:id="148" w:name="_Toc4416617"/>
      <w:bookmarkStart w:id="149" w:name="_Toc4416911"/>
      <w:bookmarkStart w:id="150" w:name="_Toc441696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A56355">
        <w:t>Poskytovanie vysvetlení, odovzdávanie podkladov a komunikácia (ďalej len „</w:t>
      </w:r>
      <w:r w:rsidRPr="00A56355">
        <w:rPr>
          <w:b/>
        </w:rPr>
        <w:t>komunikácia</w:t>
      </w:r>
      <w:r w:rsidRPr="00A56355">
        <w:t xml:space="preserve">“) medzi </w:t>
      </w:r>
      <w:r w:rsidR="003716D2" w:rsidRPr="00A56355">
        <w:t>V</w:t>
      </w:r>
      <w:r w:rsidRPr="00A56355">
        <w:t xml:space="preserve">erejným obstarávateľom/záujemcami a uchádzačmi sa bude uskutočňovať v štátnom (slovenskom) jazyku. </w:t>
      </w:r>
    </w:p>
    <w:p w14:paraId="1BC40C37" w14:textId="4C7C7F2C" w:rsidR="00672CF4" w:rsidRPr="00A56355" w:rsidRDefault="00672CF4" w:rsidP="007D3A0F">
      <w:pPr>
        <w:pStyle w:val="Nadpis4"/>
      </w:pPr>
      <w:r w:rsidRPr="00A56355">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A56355">
        <w:t>V</w:t>
      </w:r>
      <w:r w:rsidRPr="00A56355">
        <w:t xml:space="preserve">erejným obstarávateľom </w:t>
      </w:r>
      <w:r w:rsidR="007E5BFA" w:rsidRPr="00A56355">
        <w:br/>
      </w:r>
      <w:r w:rsidRPr="00A56355">
        <w:t xml:space="preserve">a uchádzačmi, resp. záujemcami,  počas celého procesu </w:t>
      </w:r>
      <w:r w:rsidR="003716D2" w:rsidRPr="00A56355">
        <w:t>V</w:t>
      </w:r>
      <w:r w:rsidRPr="00A56355">
        <w:t xml:space="preserve">erejného obstarávania. </w:t>
      </w:r>
    </w:p>
    <w:p w14:paraId="4B15582C" w14:textId="76BE9391" w:rsidR="00672CF4" w:rsidRPr="00A56355" w:rsidRDefault="00672CF4" w:rsidP="007D3A0F">
      <w:pPr>
        <w:pStyle w:val="Nadpis4"/>
      </w:pPr>
      <w:r w:rsidRPr="00A56355">
        <w:t xml:space="preserve">JOSEPHINE je na účely tohto </w:t>
      </w:r>
      <w:r w:rsidR="003716D2" w:rsidRPr="00A56355">
        <w:t>V</w:t>
      </w:r>
      <w:r w:rsidRPr="00A56355">
        <w:t>erejného obstarávania softvér pre elektronizáciu zadávania verejných zákaziek. JOSEPHINE je webová aplikácia na doméne</w:t>
      </w:r>
      <w:r w:rsidR="00EF2DB2" w:rsidRPr="00A56355">
        <w:t xml:space="preserve"> </w:t>
      </w:r>
      <w:r w:rsidRPr="00A56355">
        <w:t>https://josephine.proebiz.com.</w:t>
      </w:r>
    </w:p>
    <w:p w14:paraId="0CE460B0" w14:textId="77777777" w:rsidR="00672CF4" w:rsidRPr="00A56355" w:rsidRDefault="00672CF4" w:rsidP="007D3A0F">
      <w:pPr>
        <w:pStyle w:val="Nadpis4"/>
      </w:pPr>
      <w:r w:rsidRPr="00A56355">
        <w:t xml:space="preserve">Návod na používanie systému je dostupný na webovom sídle portálu JOSEPHINE (http://files.nar.cz/docs/josephine/sk/Skrateny_navod_ucastnik.pdf). </w:t>
      </w:r>
    </w:p>
    <w:p w14:paraId="305DE51A" w14:textId="77777777" w:rsidR="00672CF4" w:rsidRPr="00A56355" w:rsidRDefault="00672CF4" w:rsidP="007D3A0F">
      <w:pPr>
        <w:pStyle w:val="Nadpis4"/>
      </w:pPr>
      <w:r w:rsidRPr="00A56355">
        <w:t>Minimálne technické požiadavky na používanie systému sú dostupné na webovom sídle portálu JOSEPHINE (http://files.nar.cz/docs/josephine/sk/Technicke_poziadavky_sw_JOSEPHINE.pdf).</w:t>
      </w:r>
    </w:p>
    <w:p w14:paraId="1D2AF3E2" w14:textId="77777777" w:rsidR="00672CF4" w:rsidRPr="00A56355" w:rsidRDefault="00672CF4" w:rsidP="007D3A0F">
      <w:pPr>
        <w:pStyle w:val="Nadpis4"/>
      </w:pPr>
      <w:r w:rsidRPr="00A56355">
        <w:t xml:space="preserve">Na bezproblémové používanie systému JOSEPHINE je nutné používať jeden z podporovaných internetových prehliadačov: </w:t>
      </w:r>
    </w:p>
    <w:p w14:paraId="13DAEBFD" w14:textId="77777777" w:rsidR="00672CF4" w:rsidRPr="00A56355" w:rsidRDefault="00672CF4" w:rsidP="007D3A0F">
      <w:pPr>
        <w:pStyle w:val="Nadpis4"/>
        <w:numPr>
          <w:ilvl w:val="3"/>
          <w:numId w:val="17"/>
        </w:numPr>
      </w:pPr>
      <w:r w:rsidRPr="00A56355">
        <w:t xml:space="preserve">Microsoft Internet Explorer verzia 11.0 a vyššia, </w:t>
      </w:r>
    </w:p>
    <w:p w14:paraId="509BF5F1" w14:textId="77777777" w:rsidR="00672CF4" w:rsidRPr="00A56355" w:rsidRDefault="00672CF4" w:rsidP="007D3A0F">
      <w:pPr>
        <w:pStyle w:val="Nadpis4"/>
        <w:numPr>
          <w:ilvl w:val="3"/>
          <w:numId w:val="17"/>
        </w:numPr>
      </w:pPr>
      <w:proofErr w:type="spellStart"/>
      <w:r w:rsidRPr="00A56355">
        <w:t>Mozilla</w:t>
      </w:r>
      <w:proofErr w:type="spellEnd"/>
      <w:r w:rsidRPr="00A56355">
        <w:t xml:space="preserve"> Firefox verzia 13.0 a vyššia,</w:t>
      </w:r>
    </w:p>
    <w:p w14:paraId="0A36FEC3" w14:textId="77777777" w:rsidR="00672CF4" w:rsidRPr="00A56355" w:rsidRDefault="00672CF4" w:rsidP="007D3A0F">
      <w:pPr>
        <w:pStyle w:val="Nadpis4"/>
        <w:numPr>
          <w:ilvl w:val="3"/>
          <w:numId w:val="17"/>
        </w:numPr>
      </w:pPr>
      <w:r w:rsidRPr="00A56355">
        <w:t xml:space="preserve">Google Chrome, alebo </w:t>
      </w:r>
    </w:p>
    <w:p w14:paraId="7AD83B01" w14:textId="77777777" w:rsidR="00672CF4" w:rsidRPr="00A56355" w:rsidRDefault="00672CF4" w:rsidP="007D3A0F">
      <w:pPr>
        <w:pStyle w:val="Nadpis4"/>
        <w:numPr>
          <w:ilvl w:val="3"/>
          <w:numId w:val="17"/>
        </w:numPr>
      </w:pPr>
      <w:r w:rsidRPr="00A56355">
        <w:t xml:space="preserve">Microsoft </w:t>
      </w:r>
      <w:proofErr w:type="spellStart"/>
      <w:r w:rsidRPr="00A56355">
        <w:t>Edge</w:t>
      </w:r>
      <w:proofErr w:type="spellEnd"/>
      <w:r w:rsidRPr="00A56355">
        <w:t>.</w:t>
      </w:r>
    </w:p>
    <w:p w14:paraId="545C9018" w14:textId="77777777" w:rsidR="00672CF4" w:rsidRPr="00A56355" w:rsidRDefault="00672CF4" w:rsidP="007D3A0F">
      <w:pPr>
        <w:pStyle w:val="Nadpis4"/>
      </w:pPr>
      <w:r w:rsidRPr="00A56355">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A56355" w:rsidRDefault="00672CF4" w:rsidP="007D3A0F">
      <w:pPr>
        <w:pStyle w:val="Nadpis4"/>
      </w:pPr>
      <w:r w:rsidRPr="00A56355">
        <w:t xml:space="preserve">Uchádzač, resp. záujemca, sa prihlási do systému a v komunikačnom rozhraní zákazky bude mať zobrazený obsah komunikácie – zásielky, správy. Uchádzač, resp. záujemca, si môže </w:t>
      </w:r>
      <w:r w:rsidR="00AE5CE5" w:rsidRPr="00A56355">
        <w:br/>
      </w:r>
      <w:r w:rsidRPr="00A56355">
        <w:t xml:space="preserve">v komunikačnom rozhraní zobraziť celú históriu o svojej komunikácií s </w:t>
      </w:r>
      <w:r w:rsidR="003716D2" w:rsidRPr="00A56355">
        <w:t>V</w:t>
      </w:r>
      <w:r w:rsidRPr="00A56355">
        <w:t>erejným obstarávateľom.</w:t>
      </w:r>
    </w:p>
    <w:p w14:paraId="67129671" w14:textId="6AD9E1D1" w:rsidR="00672CF4" w:rsidRPr="00A56355" w:rsidRDefault="00672CF4" w:rsidP="007D3A0F">
      <w:pPr>
        <w:pStyle w:val="Nadpis4"/>
      </w:pPr>
      <w:r w:rsidRPr="00A56355">
        <w:t xml:space="preserve">Ak je odosielateľom informácie uchádzač, resp. záujemca, tak po prihlásení do systému </w:t>
      </w:r>
      <w:r w:rsidR="00AE5CE5" w:rsidRPr="00A56355">
        <w:br/>
      </w:r>
      <w:r w:rsidRPr="00A56355">
        <w:t xml:space="preserve">a predmetnej zákazky môže prostredníctvom komunikačného rozhrania odosielať správy </w:t>
      </w:r>
      <w:r w:rsidR="00AE5CE5" w:rsidRPr="00A56355">
        <w:br/>
      </w:r>
      <w:r w:rsidRPr="00A56355">
        <w:t xml:space="preserve">a potrebné prílohy </w:t>
      </w:r>
      <w:r w:rsidR="003716D2" w:rsidRPr="00A56355">
        <w:t>V</w:t>
      </w:r>
      <w:r w:rsidRPr="00A56355">
        <w:t xml:space="preserve">erejnému obstarávateľovi. Takáto zásielka sa považuje za doručenú </w:t>
      </w:r>
      <w:r w:rsidR="003716D2" w:rsidRPr="00A56355">
        <w:t>V</w:t>
      </w:r>
      <w:r w:rsidRPr="00A56355">
        <w:t xml:space="preserve">erejnému obstarávateľovi okamihom jej odoslania v systému JOSEPHINE v súlade </w:t>
      </w:r>
      <w:r w:rsidR="00AE5CE5" w:rsidRPr="00A56355">
        <w:br/>
      </w:r>
      <w:r w:rsidRPr="00A56355">
        <w:t>s funkcionalitou systému.</w:t>
      </w:r>
    </w:p>
    <w:p w14:paraId="4F226490" w14:textId="77777777" w:rsidR="00672CF4" w:rsidRPr="00A56355" w:rsidRDefault="00672CF4" w:rsidP="007D3A0F">
      <w:pPr>
        <w:pStyle w:val="Nadpis4"/>
      </w:pPr>
      <w:r w:rsidRPr="00A56355">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A56355" w:rsidRDefault="00672CF4" w:rsidP="007D3A0F">
      <w:pPr>
        <w:pStyle w:val="Nadpis4"/>
      </w:pPr>
      <w:r w:rsidRPr="00A56355">
        <w:t xml:space="preserve">Verejný obstarávateľ umožňuje neobmedzený a priamy prístup elektronickými prostriedkami </w:t>
      </w:r>
      <w:r w:rsidR="00AE5CE5" w:rsidRPr="00A56355">
        <w:br/>
      </w:r>
      <w:r w:rsidRPr="00A56355">
        <w:t>k všetkým poskytnutým dokumentom / informáciám počas lehoty na predkladanie ponúk. Verejný obstarávateľ bude všetky dokumenty uverejňovať ako elektronické dokumenty</w:t>
      </w:r>
      <w:r w:rsidR="00AE5CE5" w:rsidRPr="00A56355">
        <w:br/>
      </w:r>
      <w:r w:rsidRPr="00A56355">
        <w:t>v príslušnej časti zákazky v systéme JOSEPHINE</w:t>
      </w:r>
      <w:r w:rsidR="00FE397B" w:rsidRPr="00A56355">
        <w:t xml:space="preserve">, na ktorý bude odkazovať </w:t>
      </w:r>
      <w:proofErr w:type="spellStart"/>
      <w:r w:rsidR="00FE397B" w:rsidRPr="00A56355">
        <w:t>link</w:t>
      </w:r>
      <w:proofErr w:type="spellEnd"/>
      <w:r w:rsidR="00FE397B" w:rsidRPr="00A56355">
        <w:t xml:space="preserve"> uverejnený</w:t>
      </w:r>
      <w:r w:rsidRPr="00A56355">
        <w:t xml:space="preserve"> v profile </w:t>
      </w:r>
      <w:r w:rsidR="003716D2" w:rsidRPr="00A56355">
        <w:t>V</w:t>
      </w:r>
      <w:r w:rsidRPr="00A56355">
        <w:t>erejného obstarávateľa zriadenom v elektronickom úložisku na webovej stránke Úradu pre verejné obstarávanie</w:t>
      </w:r>
      <w:r w:rsidR="00793365" w:rsidRPr="00A56355">
        <w:t xml:space="preserve"> (ďalej len „</w:t>
      </w:r>
      <w:r w:rsidR="00793365" w:rsidRPr="00A56355">
        <w:rPr>
          <w:b/>
        </w:rPr>
        <w:t>Profil</w:t>
      </w:r>
      <w:r w:rsidR="00793365" w:rsidRPr="00A56355">
        <w:t>“)</w:t>
      </w:r>
      <w:r w:rsidRPr="00A56355">
        <w:t>.</w:t>
      </w:r>
    </w:p>
    <w:p w14:paraId="331C5698" w14:textId="1BFFAF5E" w:rsidR="00672CF4" w:rsidRDefault="00672CF4" w:rsidP="007D3A0F">
      <w:pPr>
        <w:pStyle w:val="Nadpis4"/>
      </w:pPr>
      <w:r w:rsidRPr="00A56355">
        <w:t xml:space="preserve">Podania a dokumenty súvisiace s uplatnením revíznych postupov budú medzi </w:t>
      </w:r>
      <w:r w:rsidR="003716D2" w:rsidRPr="00A56355">
        <w:t>V</w:t>
      </w:r>
      <w:r w:rsidRPr="00A56355">
        <w:t xml:space="preserve">erejným obstarávateľom a záujemcami/uchádzačmi doručované v súlade </w:t>
      </w:r>
      <w:r w:rsidR="007620F3" w:rsidRPr="00A56355">
        <w:t>s príslušnými ustanoveniami ZVO</w:t>
      </w:r>
      <w:r w:rsidR="00A55585" w:rsidRPr="00A56355">
        <w:t xml:space="preserve">, pričom Verejnému obstarávateľovi budú podania doručované v elektronickej podobe funkcionalitou informačného systému, prostredníctvom ktorého </w:t>
      </w:r>
      <w:r w:rsidR="00C61498" w:rsidRPr="00A56355">
        <w:t>je</w:t>
      </w:r>
      <w:r w:rsidR="00A55585" w:rsidRPr="00A56355">
        <w:t xml:space="preserve"> verejné obstarávanie </w:t>
      </w:r>
      <w:r w:rsidR="00C61498" w:rsidRPr="00A56355">
        <w:t xml:space="preserve">realizované </w:t>
      </w:r>
      <w:r w:rsidR="00A55585" w:rsidRPr="00A56355">
        <w:t>(t.</w:t>
      </w:r>
      <w:r w:rsidR="00FE397B" w:rsidRPr="00A56355">
        <w:t xml:space="preserve"> </w:t>
      </w:r>
      <w:r w:rsidR="00A55585" w:rsidRPr="00A56355">
        <w:t>j. JOSEPHINE)</w:t>
      </w:r>
      <w:r w:rsidRPr="00A56355">
        <w:t>.</w:t>
      </w:r>
    </w:p>
    <w:p w14:paraId="3AF77B7F" w14:textId="77777777" w:rsidR="009A10D6" w:rsidRPr="009A10D6" w:rsidRDefault="009A10D6" w:rsidP="009A10D6"/>
    <w:p w14:paraId="4D0E3D4C" w14:textId="4E5F2934" w:rsidR="003E395A" w:rsidRPr="00A56355" w:rsidRDefault="003E395A" w:rsidP="0096365D">
      <w:pPr>
        <w:pStyle w:val="Nadpis3"/>
      </w:pPr>
      <w:bookmarkStart w:id="151" w:name="_Toc114833209"/>
      <w:r w:rsidRPr="00A56355">
        <w:t>Vysvetľovanie a doplnenie súťažných podkladov</w:t>
      </w:r>
      <w:bookmarkEnd w:id="147"/>
      <w:bookmarkEnd w:id="148"/>
      <w:bookmarkEnd w:id="149"/>
      <w:bookmarkEnd w:id="150"/>
      <w:bookmarkEnd w:id="151"/>
    </w:p>
    <w:p w14:paraId="509936A0" w14:textId="455A65B6" w:rsidR="00AA4123" w:rsidRPr="00A56355" w:rsidRDefault="00AA4123" w:rsidP="007D3A0F">
      <w:pPr>
        <w:pStyle w:val="Nadpis4"/>
      </w:pPr>
      <w:bookmarkStart w:id="152" w:name="_Hlk522551241"/>
      <w:r w:rsidRPr="00A56355">
        <w:lastRenderedPageBreak/>
        <w:t>Adresa stránky, kde je možný prístup k dokumentáci</w:t>
      </w:r>
      <w:r w:rsidR="0032604B" w:rsidRPr="00A56355">
        <w:t>i</w:t>
      </w:r>
      <w:r w:rsidRPr="00A56355">
        <w:t xml:space="preserve"> </w:t>
      </w:r>
      <w:r w:rsidR="003716D2" w:rsidRPr="00A56355">
        <w:t>V</w:t>
      </w:r>
      <w:r w:rsidRPr="00A56355">
        <w:t>erejného obstarávania: https://josephine.proebiz.com/</w:t>
      </w:r>
    </w:p>
    <w:p w14:paraId="0F04AFDC" w14:textId="2F039C62" w:rsidR="008E67C5" w:rsidRPr="00A56355" w:rsidRDefault="00D61ABB" w:rsidP="007D3A0F">
      <w:pPr>
        <w:pStyle w:val="Nadpis4"/>
      </w:pPr>
      <w:r w:rsidRPr="00A56355">
        <w:t xml:space="preserve">V </w:t>
      </w:r>
      <w:r w:rsidR="00793365" w:rsidRPr="00A56355">
        <w:t>P</w:t>
      </w:r>
      <w:r w:rsidRPr="00A56355">
        <w:t xml:space="preserve">rofile sa bude nachádzať odkaz na verejný portál systému JOSEPHINE, kde sú všetky informácie verejne </w:t>
      </w:r>
      <w:r w:rsidR="00640029" w:rsidRPr="00A56355">
        <w:t>prístupné</w:t>
      </w:r>
      <w:r w:rsidR="008E67C5" w:rsidRPr="00A56355">
        <w:t>.</w:t>
      </w:r>
      <w:r w:rsidR="008E67C5" w:rsidRPr="00A56355" w:rsidDel="000A67EA">
        <w:t xml:space="preserve"> </w:t>
      </w:r>
    </w:p>
    <w:p w14:paraId="1F3F35A4" w14:textId="060E7C68" w:rsidR="00AA4123" w:rsidRPr="00A56355" w:rsidRDefault="00AA4123" w:rsidP="007D3A0F">
      <w:pPr>
        <w:pStyle w:val="Nadpis4"/>
      </w:pPr>
      <w:r w:rsidRPr="00A56355">
        <w:t xml:space="preserve">V prípade nejasností alebo potreby objasnenia akýchkoľvek poskytnutých informácií v lehote na predkladanie ponúk, môže ktorýkoľvek zo záujemcov požiadať </w:t>
      </w:r>
      <w:r w:rsidR="00A55585" w:rsidRPr="00A56355">
        <w:t xml:space="preserve">o vysvetlenie </w:t>
      </w:r>
      <w:r w:rsidRPr="00A56355">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47D8437" w:rsidR="003E395A" w:rsidRPr="00A56355" w:rsidRDefault="003E395A" w:rsidP="0096365D">
      <w:pPr>
        <w:pStyle w:val="Nadpis3"/>
      </w:pPr>
      <w:bookmarkStart w:id="153" w:name="_Toc534377202"/>
      <w:bookmarkStart w:id="154" w:name="_Toc522635406"/>
      <w:bookmarkStart w:id="155" w:name="_Toc525293220"/>
      <w:bookmarkStart w:id="156" w:name="_Toc522635407"/>
      <w:bookmarkStart w:id="157" w:name="_Toc525293221"/>
      <w:bookmarkStart w:id="158" w:name="_Toc444084948"/>
      <w:bookmarkStart w:id="159" w:name="_Toc4416618"/>
      <w:bookmarkStart w:id="160" w:name="_Toc4416912"/>
      <w:bookmarkStart w:id="161" w:name="_Toc4416961"/>
      <w:bookmarkStart w:id="162" w:name="_Toc114833210"/>
      <w:bookmarkEnd w:id="152"/>
      <w:bookmarkEnd w:id="153"/>
      <w:bookmarkEnd w:id="154"/>
      <w:bookmarkEnd w:id="155"/>
      <w:bookmarkEnd w:id="156"/>
      <w:bookmarkEnd w:id="157"/>
      <w:r w:rsidRPr="00A56355">
        <w:t xml:space="preserve">Obhliadka miesta </w:t>
      </w:r>
      <w:r w:rsidR="00A55585" w:rsidRPr="00A56355">
        <w:t xml:space="preserve">realizácie </w:t>
      </w:r>
      <w:r w:rsidR="0068594A" w:rsidRPr="00A56355">
        <w:t>p</w:t>
      </w:r>
      <w:r w:rsidR="007D674D" w:rsidRPr="00A56355">
        <w:t>redmet</w:t>
      </w:r>
      <w:r w:rsidRPr="00A56355">
        <w:t>u zákazky</w:t>
      </w:r>
      <w:bookmarkEnd w:id="158"/>
      <w:bookmarkEnd w:id="159"/>
      <w:bookmarkEnd w:id="160"/>
      <w:bookmarkEnd w:id="161"/>
      <w:bookmarkEnd w:id="162"/>
    </w:p>
    <w:p w14:paraId="3EA84477" w14:textId="09C48338" w:rsidR="00545C62" w:rsidRPr="00A56355" w:rsidRDefault="00545C62" w:rsidP="007D3A0F">
      <w:pPr>
        <w:pStyle w:val="Nadpis4"/>
      </w:pPr>
      <w:bookmarkStart w:id="163" w:name="_Toc4416498"/>
      <w:bookmarkStart w:id="164" w:name="_Toc4416619"/>
      <w:bookmarkStart w:id="165" w:name="_Toc4416913"/>
      <w:bookmarkStart w:id="166" w:name="_Toc4416962"/>
      <w:r w:rsidRPr="00A56355">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A56355">
        <w:fldChar w:fldCharType="begin"/>
      </w:r>
      <w:r w:rsidR="00ED7F4A" w:rsidRPr="00A56355">
        <w:instrText xml:space="preserve"> REF _Ref64980700 \r \h </w:instrText>
      </w:r>
      <w:r w:rsidR="00533A6E" w:rsidRPr="00A56355">
        <w:instrText xml:space="preserve"> \* MERGEFORMAT </w:instrText>
      </w:r>
      <w:r w:rsidR="00ED7F4A" w:rsidRPr="00A56355">
        <w:fldChar w:fldCharType="separate"/>
      </w:r>
      <w:r w:rsidR="00CC2364">
        <w:t>13.2</w:t>
      </w:r>
      <w:r w:rsidR="00ED7F4A" w:rsidRPr="00A56355">
        <w:fldChar w:fldCharType="end"/>
      </w:r>
      <w:r w:rsidR="00ED7F4A" w:rsidRPr="00A56355">
        <w:t xml:space="preserve"> </w:t>
      </w:r>
      <w:r w:rsidRPr="00A56355">
        <w:t xml:space="preserve">nižšie. Obhliadka miesta realizácie predmetu zákazky nie je povinná. </w:t>
      </w:r>
    </w:p>
    <w:p w14:paraId="32C6DC4C" w14:textId="77777777" w:rsidR="009A10D6" w:rsidRPr="00274938" w:rsidRDefault="006216D6" w:rsidP="007D3A0F">
      <w:pPr>
        <w:pStyle w:val="Nadpis4"/>
      </w:pPr>
      <w:bookmarkStart w:id="167" w:name="_Ref17375144"/>
      <w:bookmarkStart w:id="168" w:name="_Ref64980700"/>
      <w:r w:rsidRPr="00A56355">
        <w:t xml:space="preserve">Kontaktnou osobou na účely obhliadky je </w:t>
      </w:r>
      <w:bookmarkEnd w:id="167"/>
      <w:bookmarkEnd w:id="168"/>
      <w:r w:rsidR="009A10D6" w:rsidRPr="00274938">
        <w:t xml:space="preserve">Ing. Vladimír </w:t>
      </w:r>
      <w:proofErr w:type="spellStart"/>
      <w:r w:rsidR="009A10D6" w:rsidRPr="00274938">
        <w:t>Hlivák</w:t>
      </w:r>
      <w:proofErr w:type="spellEnd"/>
      <w:r w:rsidR="009A10D6" w:rsidRPr="00274938">
        <w:t xml:space="preserve">, e-mail: </w:t>
      </w:r>
      <w:hyperlink r:id="rId15" w:history="1">
        <w:r w:rsidR="009A10D6" w:rsidRPr="00274938">
          <w:rPr>
            <w:rStyle w:val="Hypertextovprepojenie"/>
          </w:rPr>
          <w:t>Vladimir.Hlivak@vucke.sk</w:t>
        </w:r>
      </w:hyperlink>
      <w:r w:rsidR="009A10D6" w:rsidRPr="00274938">
        <w:t>,  tel. č.: +421 910 322 559.</w:t>
      </w:r>
    </w:p>
    <w:p w14:paraId="6F1F931F" w14:textId="11FE11A0" w:rsidR="006216D6" w:rsidRPr="00A56355" w:rsidRDefault="006216D6" w:rsidP="007D3A0F">
      <w:pPr>
        <w:pStyle w:val="Nadpis4"/>
        <w:numPr>
          <w:ilvl w:val="0"/>
          <w:numId w:val="0"/>
        </w:numPr>
        <w:ind w:left="709"/>
      </w:pPr>
    </w:p>
    <w:p w14:paraId="6B3A92EC" w14:textId="2BD0BE2B" w:rsidR="00F46482" w:rsidRPr="00A56355" w:rsidRDefault="00F46482" w:rsidP="0092757A">
      <w:pPr>
        <w:pStyle w:val="Nadpis2"/>
      </w:pPr>
      <w:bookmarkStart w:id="169" w:name="_Toc114833211"/>
      <w:r w:rsidRPr="00A56355">
        <w:t>Príprava ponuky</w:t>
      </w:r>
      <w:bookmarkEnd w:id="163"/>
      <w:bookmarkEnd w:id="164"/>
      <w:bookmarkEnd w:id="165"/>
      <w:bookmarkEnd w:id="166"/>
      <w:bookmarkEnd w:id="169"/>
    </w:p>
    <w:p w14:paraId="41235DAC" w14:textId="55180F82" w:rsidR="00B25D70" w:rsidRPr="00A56355" w:rsidRDefault="00B25D70" w:rsidP="0096365D">
      <w:pPr>
        <w:pStyle w:val="Nadpis3"/>
      </w:pPr>
      <w:bookmarkStart w:id="170" w:name="_Toc444084950"/>
      <w:bookmarkStart w:id="171" w:name="_Toc4416620"/>
      <w:bookmarkStart w:id="172" w:name="_Toc4416914"/>
      <w:bookmarkStart w:id="173" w:name="_Toc4416963"/>
      <w:bookmarkStart w:id="174" w:name="_Toc114833212"/>
      <w:r w:rsidRPr="00A56355">
        <w:t>Jazyk ponúk</w:t>
      </w:r>
      <w:bookmarkEnd w:id="170"/>
      <w:bookmarkEnd w:id="171"/>
      <w:bookmarkEnd w:id="172"/>
      <w:bookmarkEnd w:id="173"/>
      <w:bookmarkEnd w:id="174"/>
    </w:p>
    <w:p w14:paraId="2AC2FF94" w14:textId="7F5BE42A" w:rsidR="0033293A" w:rsidRPr="00A56355" w:rsidRDefault="00B25D70" w:rsidP="007D3A0F">
      <w:pPr>
        <w:pStyle w:val="Nadpis4"/>
      </w:pPr>
      <w:r w:rsidRPr="00A56355">
        <w:t>Ponuky, doklady a dokumenty v nich predložené sa predkladajú v štátnom jazyku Slovenskej republiky</w:t>
      </w:r>
      <w:r w:rsidR="001F4B8F" w:rsidRPr="00A56355">
        <w:t xml:space="preserve"> alebo v českom jazyku</w:t>
      </w:r>
      <w:r w:rsidRPr="00A56355">
        <w:t xml:space="preserve">. </w:t>
      </w:r>
      <w:bookmarkStart w:id="175" w:name="jazyky"/>
      <w:bookmarkEnd w:id="175"/>
    </w:p>
    <w:p w14:paraId="7301851D" w14:textId="2AAEBA1E" w:rsidR="0033293A" w:rsidRPr="00A56355" w:rsidRDefault="00B25D70" w:rsidP="007D3A0F">
      <w:pPr>
        <w:pStyle w:val="Nadpis4"/>
      </w:pPr>
      <w:r w:rsidRPr="00A56355">
        <w:t xml:space="preserve">Ak je doklad alebo dokument vyhotovený v </w:t>
      </w:r>
      <w:r w:rsidR="001C73ED" w:rsidRPr="00A56355">
        <w:t>inom ako štátnom jazyku alebo českom jazyku</w:t>
      </w:r>
      <w:r w:rsidRPr="00A56355">
        <w:t xml:space="preserve">, predkladá sa spolu s jeho </w:t>
      </w:r>
      <w:r w:rsidR="00826B07" w:rsidRPr="00A56355">
        <w:t xml:space="preserve">úradným </w:t>
      </w:r>
      <w:r w:rsidRPr="00A56355">
        <w:t xml:space="preserve">prekladom do štátneho jazyka; </w:t>
      </w:r>
      <w:r w:rsidR="001C73ED" w:rsidRPr="00A56355">
        <w:t>Ak sa zistí rozdiel v obsahu dokladu alebo dokumentu predloženom podľa predchádzajúcej vety, rozhodujúci je úradný preklad do štátneho jazyka</w:t>
      </w:r>
      <w:r w:rsidRPr="00A56355">
        <w:t xml:space="preserve">. </w:t>
      </w:r>
    </w:p>
    <w:p w14:paraId="4897AB4A" w14:textId="34052AE3" w:rsidR="00F46482" w:rsidRPr="00A56355" w:rsidRDefault="00F46482" w:rsidP="0096365D">
      <w:pPr>
        <w:pStyle w:val="Nadpis3"/>
      </w:pPr>
      <w:bookmarkStart w:id="176" w:name="_Toc400006275"/>
      <w:bookmarkStart w:id="177" w:name="_Toc444084951"/>
      <w:bookmarkStart w:id="178" w:name="_Toc4416621"/>
      <w:bookmarkStart w:id="179" w:name="_Toc4416915"/>
      <w:bookmarkStart w:id="180" w:name="_Toc4416964"/>
      <w:bookmarkStart w:id="181" w:name="_Ref106269483"/>
      <w:bookmarkStart w:id="182" w:name="_Toc114833213"/>
      <w:r w:rsidRPr="00A56355">
        <w:t>Zábezpeka</w:t>
      </w:r>
      <w:bookmarkEnd w:id="176"/>
      <w:bookmarkEnd w:id="177"/>
      <w:bookmarkEnd w:id="178"/>
      <w:bookmarkEnd w:id="179"/>
      <w:bookmarkEnd w:id="180"/>
      <w:bookmarkEnd w:id="181"/>
      <w:bookmarkEnd w:id="182"/>
    </w:p>
    <w:p w14:paraId="3813543C" w14:textId="583F732E" w:rsidR="00AB238B" w:rsidRPr="00A56355" w:rsidRDefault="00A04C69" w:rsidP="007D3A0F">
      <w:pPr>
        <w:pStyle w:val="Nadpis4"/>
      </w:pPr>
      <w:r w:rsidRPr="00A56355">
        <w:t>Verejn</w:t>
      </w:r>
      <w:r w:rsidR="00AB238B" w:rsidRPr="00A56355">
        <w:t xml:space="preserve">ý obstarávateľ vyžaduje na zabezpečenie ponuky zloženie zábezpeky vo výške </w:t>
      </w:r>
      <w:r w:rsidR="009A10D6" w:rsidRPr="009A10D6">
        <w:rPr>
          <w:b/>
          <w:bCs/>
        </w:rPr>
        <w:t>100.000,-</w:t>
      </w:r>
      <w:r w:rsidR="0037088E" w:rsidRPr="009A10D6">
        <w:rPr>
          <w:b/>
          <w:bCs/>
        </w:rPr>
        <w:t xml:space="preserve"> </w:t>
      </w:r>
      <w:r w:rsidR="00B27DB0" w:rsidRPr="009A10D6">
        <w:rPr>
          <w:b/>
          <w:bCs/>
        </w:rPr>
        <w:t>EUR</w:t>
      </w:r>
      <w:r w:rsidR="00B27DB0" w:rsidRPr="00A56355">
        <w:t>.</w:t>
      </w:r>
    </w:p>
    <w:p w14:paraId="136AEE0A" w14:textId="2ACB770C" w:rsidR="00DB3EC1" w:rsidRPr="00A56355" w:rsidRDefault="00AB238B" w:rsidP="007D3A0F">
      <w:pPr>
        <w:pStyle w:val="Nadpis4"/>
      </w:pPr>
      <w:r w:rsidRPr="00A56355">
        <w:t>Zábezpeku je možné zložiť</w:t>
      </w:r>
      <w:r w:rsidR="00F17020" w:rsidRPr="00A56355">
        <w:t xml:space="preserve"> nasledovnou formou</w:t>
      </w:r>
      <w:r w:rsidRPr="00A56355">
        <w:t>:</w:t>
      </w:r>
    </w:p>
    <w:p w14:paraId="25359029" w14:textId="77777777" w:rsidR="00AB238B" w:rsidRPr="00A56355" w:rsidRDefault="00AB238B" w:rsidP="004C223F">
      <w:pPr>
        <w:pStyle w:val="Nadpis5"/>
      </w:pPr>
      <w:r w:rsidRPr="00A56355">
        <w:t>Poskytnutím bankovej záruky za uchádzača</w:t>
      </w:r>
    </w:p>
    <w:p w14:paraId="5A228EB7" w14:textId="7B9C3970" w:rsidR="00425530" w:rsidRPr="009A10D6" w:rsidRDefault="00AB238B" w:rsidP="008E1487">
      <w:pPr>
        <w:pStyle w:val="Nadpis6"/>
        <w:rPr>
          <w:rFonts w:eastAsia="Times New Roman"/>
          <w:lang w:eastAsia="sk-SK"/>
        </w:rPr>
      </w:pPr>
      <w:r w:rsidRPr="009A10D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sidRPr="009A10D6">
        <w:rPr>
          <w:rFonts w:eastAsia="Times New Roman"/>
          <w:lang w:eastAsia="sk-SK"/>
        </w:rPr>
        <w:br/>
      </w:r>
      <w:r w:rsidRPr="009A10D6">
        <w:rPr>
          <w:rFonts w:eastAsia="Times New Roman"/>
          <w:lang w:eastAsia="sk-SK"/>
        </w:rPr>
        <w:t>t.</w:t>
      </w:r>
      <w:r w:rsidR="00BD4CE3" w:rsidRPr="009A10D6">
        <w:rPr>
          <w:rFonts w:eastAsia="Times New Roman"/>
          <w:lang w:eastAsia="sk-SK"/>
        </w:rPr>
        <w:t xml:space="preserve"> </w:t>
      </w:r>
      <w:r w:rsidRPr="009A10D6">
        <w:rPr>
          <w:rFonts w:eastAsia="Times New Roman"/>
          <w:lang w:eastAsia="sk-SK"/>
        </w:rPr>
        <w:t xml:space="preserve">j. </w:t>
      </w:r>
      <w:r w:rsidR="00FD751C" w:rsidRPr="009A10D6">
        <w:rPr>
          <w:rFonts w:eastAsia="Times New Roman"/>
          <w:lang w:eastAsia="sk-SK"/>
        </w:rPr>
        <w:t>do</w:t>
      </w:r>
      <w:r w:rsidR="00BD4CE3" w:rsidRPr="009A10D6">
        <w:rPr>
          <w:rFonts w:eastAsia="Times New Roman"/>
          <w:lang w:eastAsia="sk-SK"/>
        </w:rPr>
        <w:t xml:space="preserve"> </w:t>
      </w:r>
      <w:r w:rsidR="00A93F74" w:rsidRPr="009A10D6">
        <w:t>31.01.2023</w:t>
      </w:r>
      <w:r w:rsidR="00BD4CE3" w:rsidRPr="009A10D6">
        <w:rPr>
          <w:rFonts w:eastAsia="Times New Roman"/>
          <w:lang w:eastAsia="sk-SK"/>
        </w:rPr>
        <w:t>.</w:t>
      </w:r>
      <w:r w:rsidRPr="009A10D6">
        <w:rPr>
          <w:rFonts w:eastAsia="Times New Roman"/>
          <w:lang w:eastAsia="sk-SK"/>
        </w:rPr>
        <w:t xml:space="preserve"> Z bankovej záruky vystavenej bankou musí ďalej vyplývať, že banka uspokojí veriteľa (</w:t>
      </w:r>
      <w:r w:rsidR="00A04C69" w:rsidRPr="009A10D6">
        <w:rPr>
          <w:rFonts w:eastAsia="Times New Roman"/>
          <w:lang w:eastAsia="sk-SK"/>
        </w:rPr>
        <w:t>Verejn</w:t>
      </w:r>
      <w:r w:rsidRPr="009A10D6">
        <w:rPr>
          <w:rFonts w:eastAsia="Times New Roman"/>
          <w:lang w:eastAsia="sk-SK"/>
        </w:rPr>
        <w:t xml:space="preserve">ého obstarávateľa) za dlžníka (uchádzača) v prípade prepadnutia jeho zábezpeky v prospech </w:t>
      </w:r>
      <w:r w:rsidR="00A04C69" w:rsidRPr="009A10D6">
        <w:rPr>
          <w:rFonts w:eastAsia="Times New Roman"/>
          <w:szCs w:val="20"/>
          <w:lang w:eastAsia="sk-SK"/>
        </w:rPr>
        <w:t>Verejn</w:t>
      </w:r>
      <w:r w:rsidRPr="009A10D6">
        <w:rPr>
          <w:rFonts w:eastAsia="Times New Roman"/>
          <w:szCs w:val="20"/>
          <w:lang w:eastAsia="sk-SK"/>
        </w:rPr>
        <w:t>ého obstarávateľa</w:t>
      </w:r>
      <w:r w:rsidR="00AA4DCA" w:rsidRPr="009A10D6">
        <w:rPr>
          <w:szCs w:val="20"/>
        </w:rPr>
        <w:t xml:space="preserve"> </w:t>
      </w:r>
      <w:r w:rsidR="00E6388E" w:rsidRPr="009A10D6">
        <w:rPr>
          <w:szCs w:val="20"/>
        </w:rPr>
        <w:t>v tomto Verejnom obstarávaní</w:t>
      </w:r>
      <w:r w:rsidR="00851C8C" w:rsidRPr="009A10D6">
        <w:rPr>
          <w:b/>
          <w:szCs w:val="20"/>
        </w:rPr>
        <w:t xml:space="preserve">, pričom v texte dokladu vystaveného bankou musí byť </w:t>
      </w:r>
      <w:r w:rsidR="00E6388E" w:rsidRPr="009A10D6">
        <w:rPr>
          <w:b/>
          <w:szCs w:val="20"/>
        </w:rPr>
        <w:t>Verejné obstarávanie</w:t>
      </w:r>
      <w:r w:rsidR="00851C8C" w:rsidRPr="009A10D6">
        <w:rPr>
          <w:b/>
          <w:szCs w:val="20"/>
        </w:rPr>
        <w:t xml:space="preserve"> nezameniteľne identifikovateľná napr. číslom </w:t>
      </w:r>
      <w:r w:rsidR="002D160A" w:rsidRPr="009A10D6">
        <w:rPr>
          <w:b/>
          <w:szCs w:val="20"/>
        </w:rPr>
        <w:t>o</w:t>
      </w:r>
      <w:r w:rsidR="00851C8C" w:rsidRPr="009A10D6">
        <w:rPr>
          <w:b/>
          <w:szCs w:val="20"/>
        </w:rPr>
        <w:t>známenia</w:t>
      </w:r>
      <w:r w:rsidR="002D160A" w:rsidRPr="009A10D6">
        <w:rPr>
          <w:b/>
          <w:szCs w:val="20"/>
        </w:rPr>
        <w:t xml:space="preserve"> o vyhlásení tohto </w:t>
      </w:r>
      <w:r w:rsidR="003716D2" w:rsidRPr="009A10D6">
        <w:rPr>
          <w:b/>
          <w:szCs w:val="20"/>
        </w:rPr>
        <w:t>V</w:t>
      </w:r>
      <w:r w:rsidR="002D160A" w:rsidRPr="009A10D6">
        <w:rPr>
          <w:b/>
          <w:szCs w:val="20"/>
        </w:rPr>
        <w:t>erejného obstarávania</w:t>
      </w:r>
      <w:r w:rsidRPr="009A10D6">
        <w:rPr>
          <w:rFonts w:eastAsia="Times New Roman"/>
          <w:szCs w:val="20"/>
          <w:lang w:eastAsia="sk-SK"/>
        </w:rPr>
        <w:t>.</w:t>
      </w:r>
      <w:r w:rsidRPr="009A10D6">
        <w:rPr>
          <w:rFonts w:eastAsia="Times New Roman"/>
          <w:lang w:eastAsia="sk-SK"/>
        </w:rPr>
        <w:t xml:space="preserve"> Banka sa musí bezpodmienečne </w:t>
      </w:r>
      <w:r w:rsidR="00573E7C" w:rsidRPr="009A10D6">
        <w:t xml:space="preserve">a neodvolateľne </w:t>
      </w:r>
      <w:r w:rsidRPr="009A10D6">
        <w:rPr>
          <w:rFonts w:eastAsia="Times New Roman"/>
          <w:lang w:eastAsia="sk-SK"/>
        </w:rPr>
        <w:t xml:space="preserve">zaviazať zaplatiť na účet </w:t>
      </w:r>
      <w:r w:rsidR="00A04C69" w:rsidRPr="009A10D6">
        <w:rPr>
          <w:rFonts w:eastAsia="Times New Roman"/>
          <w:lang w:eastAsia="sk-SK"/>
        </w:rPr>
        <w:t>Verejn</w:t>
      </w:r>
      <w:r w:rsidRPr="009A10D6">
        <w:rPr>
          <w:rFonts w:eastAsia="Times New Roman"/>
          <w:lang w:eastAsia="sk-SK"/>
        </w:rPr>
        <w:t>ého obstarávateľa pohľadávku krytú bankovou zárukou</w:t>
      </w:r>
      <w:r w:rsidR="005B5D45" w:rsidRPr="009A10D6">
        <w:rPr>
          <w:rFonts w:eastAsia="Times New Roman"/>
          <w:lang w:eastAsia="sk-SK"/>
        </w:rPr>
        <w:t xml:space="preserve"> najneskôr</w:t>
      </w:r>
      <w:r w:rsidRPr="009A10D6">
        <w:rPr>
          <w:rFonts w:eastAsia="Times New Roman"/>
          <w:lang w:eastAsia="sk-SK"/>
        </w:rPr>
        <w:t xml:space="preserve"> do 7 </w:t>
      </w:r>
      <w:r w:rsidR="00A55585" w:rsidRPr="009A10D6">
        <w:t xml:space="preserve">(siedmich) </w:t>
      </w:r>
      <w:r w:rsidR="005B5D45" w:rsidRPr="009A10D6">
        <w:t>pracovných</w:t>
      </w:r>
      <w:r w:rsidR="00A55585" w:rsidRPr="009A10D6">
        <w:t xml:space="preserve"> </w:t>
      </w:r>
      <w:r w:rsidRPr="009A10D6">
        <w:rPr>
          <w:rFonts w:eastAsia="Times New Roman"/>
          <w:lang w:eastAsia="sk-SK"/>
        </w:rPr>
        <w:t xml:space="preserve">dní po doručení výzvy </w:t>
      </w:r>
      <w:r w:rsidR="00A04C69" w:rsidRPr="009A10D6">
        <w:rPr>
          <w:rFonts w:eastAsia="Times New Roman"/>
          <w:lang w:eastAsia="sk-SK"/>
        </w:rPr>
        <w:t>Verejn</w:t>
      </w:r>
      <w:r w:rsidRPr="009A10D6">
        <w:rPr>
          <w:rFonts w:eastAsia="Times New Roman"/>
          <w:lang w:eastAsia="sk-SK"/>
        </w:rPr>
        <w:t xml:space="preserve">ého obstarávateľa na jej zaplatenie. Banková záruka vzniká dňom písomného vyhlásenia banky a zábezpeka vzniká doručením záručnej listiny </w:t>
      </w:r>
      <w:r w:rsidR="00A04C69" w:rsidRPr="009A10D6">
        <w:rPr>
          <w:rFonts w:eastAsia="Times New Roman"/>
          <w:lang w:eastAsia="sk-SK"/>
        </w:rPr>
        <w:t>Verejn</w:t>
      </w:r>
      <w:r w:rsidRPr="009A10D6">
        <w:rPr>
          <w:rFonts w:eastAsia="Times New Roman"/>
          <w:lang w:eastAsia="sk-SK"/>
        </w:rPr>
        <w:t xml:space="preserve">ému obstarávateľovi. </w:t>
      </w:r>
      <w:bookmarkStart w:id="183" w:name="_Hlk522551263"/>
    </w:p>
    <w:p w14:paraId="12E839D5" w14:textId="19244132" w:rsidR="00AB238B" w:rsidRPr="00A56355" w:rsidRDefault="00425530" w:rsidP="008E1487">
      <w:pPr>
        <w:pStyle w:val="Nadpis6"/>
        <w:rPr>
          <w:rFonts w:eastAsia="Times New Roman" w:cs="Arial"/>
          <w:lang w:eastAsia="sk-SK"/>
        </w:rPr>
      </w:pPr>
      <w:r w:rsidRPr="00A56355">
        <w:rPr>
          <w:rFonts w:eastAsia="Times New Roman"/>
          <w:lang w:eastAsia="sk-SK"/>
        </w:rPr>
        <w:t>V</w:t>
      </w:r>
      <w:r w:rsidRPr="00A56355">
        <w:t xml:space="preserve"> pr</w:t>
      </w:r>
      <w:r w:rsidRPr="00A56355">
        <w:rPr>
          <w:rFonts w:cs="Proba Pro"/>
        </w:rPr>
        <w:t>í</w:t>
      </w:r>
      <w:r w:rsidRPr="00A56355">
        <w:t>pade poskytnutia z</w:t>
      </w:r>
      <w:r w:rsidRPr="00A56355">
        <w:rPr>
          <w:rFonts w:cs="Proba Pro"/>
        </w:rPr>
        <w:t>á</w:t>
      </w:r>
      <w:r w:rsidRPr="00A56355">
        <w:t>bezpeky formou bankovej z</w:t>
      </w:r>
      <w:r w:rsidRPr="00A56355">
        <w:rPr>
          <w:rFonts w:cs="Proba Pro"/>
        </w:rPr>
        <w:t>á</w:t>
      </w:r>
      <w:r w:rsidRPr="00A56355">
        <w:t>ruky, uch</w:t>
      </w:r>
      <w:r w:rsidRPr="00A56355">
        <w:rPr>
          <w:rFonts w:cs="Proba Pro"/>
        </w:rPr>
        <w:t>á</w:t>
      </w:r>
      <w:r w:rsidRPr="00A56355">
        <w:t>dza</w:t>
      </w:r>
      <w:r w:rsidRPr="00A56355">
        <w:rPr>
          <w:rFonts w:cs="Proba Pro"/>
        </w:rPr>
        <w:t>č</w:t>
      </w:r>
      <w:r w:rsidRPr="00A56355">
        <w:t xml:space="preserve"> predlo</w:t>
      </w:r>
      <w:r w:rsidRPr="00A56355">
        <w:rPr>
          <w:rFonts w:cs="Proba Pro"/>
        </w:rPr>
        <w:t>ží</w:t>
      </w:r>
      <w:r w:rsidRPr="00A56355">
        <w:t xml:space="preserve"> bankovú záruku vo forme a spôsobom uvedeným v ustanovení bodu</w:t>
      </w:r>
      <w:r w:rsidR="00AA4DCA" w:rsidRPr="00A56355">
        <w:t xml:space="preserve"> </w:t>
      </w:r>
      <w:r w:rsidR="006149E7" w:rsidRPr="00A56355">
        <w:fldChar w:fldCharType="begin"/>
      </w:r>
      <w:r w:rsidR="006149E7" w:rsidRPr="00A56355">
        <w:instrText xml:space="preserve"> REF _Ref534358796 \n \h </w:instrText>
      </w:r>
      <w:r w:rsidR="008501A8" w:rsidRPr="00A56355">
        <w:instrText xml:space="preserve"> \* MERGEFORMAT </w:instrText>
      </w:r>
      <w:r w:rsidR="006149E7" w:rsidRPr="00A56355">
        <w:fldChar w:fldCharType="separate"/>
      </w:r>
      <w:r w:rsidR="00CC2364">
        <w:t>7.6</w:t>
      </w:r>
      <w:r w:rsidR="006149E7" w:rsidRPr="00A56355">
        <w:fldChar w:fldCharType="end"/>
      </w:r>
      <w:r w:rsidR="006149E7" w:rsidRPr="00A56355">
        <w:t xml:space="preserve"> </w:t>
      </w:r>
      <w:r w:rsidRPr="00A56355">
        <w:t xml:space="preserve">tejto časti súťažných </w:t>
      </w:r>
      <w:r w:rsidRPr="00A56355">
        <w:lastRenderedPageBreak/>
        <w:t>podkladov</w:t>
      </w:r>
      <w:bookmarkEnd w:id="183"/>
      <w:r w:rsidR="00AB238B" w:rsidRPr="00A56355">
        <w:rPr>
          <w:rFonts w:eastAsia="Times New Roman" w:cs="Arial"/>
          <w:lang w:eastAsia="sk-SK"/>
        </w:rPr>
        <w:t xml:space="preserve">. </w:t>
      </w:r>
    </w:p>
    <w:p w14:paraId="7375043C" w14:textId="77777777" w:rsidR="00AA4DCA" w:rsidRPr="00A56355" w:rsidRDefault="00AA4DCA" w:rsidP="004C223F">
      <w:pPr>
        <w:pStyle w:val="Nadpis5"/>
      </w:pPr>
      <w:r w:rsidRPr="00A56355">
        <w:t>Poskytnutím poistenia záruky za uchádzača</w:t>
      </w:r>
    </w:p>
    <w:p w14:paraId="3B440B24" w14:textId="0BA831D0" w:rsidR="002D0834" w:rsidRPr="009A10D6" w:rsidRDefault="00AA4DCA" w:rsidP="008E1487">
      <w:pPr>
        <w:pStyle w:val="Nadpis6"/>
      </w:pPr>
      <w:r w:rsidRPr="009A10D6">
        <w:t>Poskytnutie poistenia záruky nesmie byť v rozpore s ustanoveniami zákona č. 39/2015 Z. z. o poisťovníctve a o zmene a doplnení niektorých zákonov, v platnom znení. Poistná zmluva musí byť uzatvorená tak, že poisteným je uchádzač a</w:t>
      </w:r>
      <w:r w:rsidRPr="009A10D6">
        <w:rPr>
          <w:rFonts w:cs="Calibri"/>
        </w:rPr>
        <w:t> </w:t>
      </w:r>
      <w:r w:rsidRPr="009A10D6">
        <w:t>oprávnenou osobou z</w:t>
      </w:r>
      <w:r w:rsidRPr="009A10D6">
        <w:rPr>
          <w:rFonts w:cs="Calibri"/>
        </w:rPr>
        <w:t> </w:t>
      </w:r>
      <w:r w:rsidRPr="009A10D6">
        <w:rPr>
          <w:szCs w:val="22"/>
        </w:rPr>
        <w:t>poistnej</w:t>
      </w:r>
      <w:r w:rsidRPr="009A10D6">
        <w:t xml:space="preserve"> zmluvy je </w:t>
      </w:r>
      <w:r w:rsidR="003716D2" w:rsidRPr="009A10D6">
        <w:t>V</w:t>
      </w:r>
      <w:r w:rsidRPr="009A10D6">
        <w:t>erejný obstarávateľ. Doba platnosti poistenia záruky musí byť určená v</w:t>
      </w:r>
      <w:r w:rsidRPr="009A10D6">
        <w:rPr>
          <w:rFonts w:cs="Calibri"/>
        </w:rPr>
        <w:t> </w:t>
      </w:r>
      <w:r w:rsidRPr="009A10D6">
        <w:t>poistnej zmluve, ako aj v</w:t>
      </w:r>
      <w:r w:rsidRPr="009A10D6">
        <w:rPr>
          <w:rFonts w:cs="Calibri"/>
        </w:rPr>
        <w:t> </w:t>
      </w:r>
      <w:r w:rsidRPr="009A10D6">
        <w:t xml:space="preserve">doklade </w:t>
      </w:r>
      <w:r w:rsidRPr="009A10D6">
        <w:rPr>
          <w:rFonts w:eastAsia="Times New Roman"/>
          <w:lang w:eastAsia="sk-SK"/>
        </w:rPr>
        <w:t>vystavenom</w:t>
      </w:r>
      <w:r w:rsidRPr="009A10D6">
        <w:t xml:space="preserve"> poisťovňou o</w:t>
      </w:r>
      <w:r w:rsidRPr="009A10D6">
        <w:rPr>
          <w:rFonts w:cs="Calibri"/>
        </w:rPr>
        <w:t> </w:t>
      </w:r>
      <w:r w:rsidRPr="009A10D6">
        <w:t xml:space="preserve">existencii poistenia záruky </w:t>
      </w:r>
      <w:r w:rsidRPr="009A10D6">
        <w:rPr>
          <w:rFonts w:eastAsia="Times New Roman"/>
          <w:lang w:eastAsia="sk-SK"/>
        </w:rPr>
        <w:t>do skončenia lehoty viazanosti ponúk (resp. predĺženej lehoty viazanosti), t.</w:t>
      </w:r>
      <w:r w:rsidR="00BE5BF7" w:rsidRPr="009A10D6">
        <w:rPr>
          <w:rFonts w:eastAsia="Times New Roman"/>
          <w:lang w:eastAsia="sk-SK"/>
        </w:rPr>
        <w:t xml:space="preserve"> </w:t>
      </w:r>
      <w:r w:rsidRPr="009A10D6">
        <w:rPr>
          <w:rFonts w:eastAsia="Times New Roman"/>
          <w:lang w:eastAsia="sk-SK"/>
        </w:rPr>
        <w:t>j. do</w:t>
      </w:r>
      <w:r w:rsidR="00BD4CE3" w:rsidRPr="009A10D6">
        <w:rPr>
          <w:rFonts w:eastAsia="Times New Roman"/>
          <w:lang w:eastAsia="sk-SK"/>
        </w:rPr>
        <w:t xml:space="preserve"> </w:t>
      </w:r>
      <w:r w:rsidR="00A93F74" w:rsidRPr="009A10D6">
        <w:t>31.01.2023</w:t>
      </w:r>
      <w:r w:rsidR="00BD4CE3" w:rsidRPr="009A10D6">
        <w:rPr>
          <w:rFonts w:eastAsia="Times New Roman"/>
          <w:lang w:eastAsia="sk-SK"/>
        </w:rPr>
        <w:t xml:space="preserve">. </w:t>
      </w:r>
      <w:r w:rsidRPr="009A10D6">
        <w:t>Z</w:t>
      </w:r>
      <w:r w:rsidRPr="009A10D6">
        <w:rPr>
          <w:rFonts w:cs="Calibri"/>
        </w:rPr>
        <w:t> </w:t>
      </w:r>
      <w:r w:rsidRPr="009A10D6">
        <w:t>dokladu vystaveného poisťovňou musí ďalej vyplývať, že poisťovňa uspokojí oprávnenú osobu (Verejného obstarávateľa) za poisteného (uchádzača) v prípade prepadnutia jeho zábezpeky v prospech Verejného obstarávateľa v</w:t>
      </w:r>
      <w:r w:rsidR="00E6388E" w:rsidRPr="009A10D6">
        <w:t> tomto Verejnom obstarávaní</w:t>
      </w:r>
      <w:r w:rsidR="00851C8C" w:rsidRPr="009A10D6">
        <w:rPr>
          <w:b/>
          <w:szCs w:val="20"/>
        </w:rPr>
        <w:t xml:space="preserve">, pričom v texte dokladu vystaveného poisťovňou musí byť </w:t>
      </w:r>
      <w:r w:rsidR="00E6388E" w:rsidRPr="009A10D6">
        <w:rPr>
          <w:b/>
          <w:szCs w:val="20"/>
        </w:rPr>
        <w:t>Verejné obstarávanie</w:t>
      </w:r>
      <w:r w:rsidR="00851C8C" w:rsidRPr="009A10D6">
        <w:rPr>
          <w:b/>
          <w:szCs w:val="20"/>
        </w:rPr>
        <w:t xml:space="preserve"> nezameniteľne identifikovateľná napr. číslom </w:t>
      </w:r>
      <w:r w:rsidR="00F17020" w:rsidRPr="009A10D6">
        <w:rPr>
          <w:b/>
          <w:szCs w:val="20"/>
        </w:rPr>
        <w:t>oznámenia o vyhlásení tohto Verejného obstarávania</w:t>
      </w:r>
      <w:r w:rsidRPr="009A10D6">
        <w:t xml:space="preserve">. Poisťovňa sa musí bezpodmienečne </w:t>
      </w:r>
      <w:r w:rsidR="00573E7C" w:rsidRPr="009A10D6">
        <w:t xml:space="preserve">a neodvolateľne </w:t>
      </w:r>
      <w:r w:rsidRPr="009A10D6">
        <w:t xml:space="preserve">zaviazať zaplatiť na účet Verejného obstarávateľa pohľadávku krytú poistením záruky </w:t>
      </w:r>
      <w:r w:rsidR="005B5D45" w:rsidRPr="009A10D6">
        <w:rPr>
          <w:rFonts w:eastAsia="Times New Roman"/>
          <w:lang w:eastAsia="sk-SK"/>
        </w:rPr>
        <w:t xml:space="preserve">najneskôr do 7 </w:t>
      </w:r>
      <w:r w:rsidR="005B5D45" w:rsidRPr="009A10D6">
        <w:t xml:space="preserve">(siedmich) pracovných </w:t>
      </w:r>
      <w:r w:rsidR="005B5D45" w:rsidRPr="009A10D6">
        <w:rPr>
          <w:rFonts w:eastAsia="Times New Roman"/>
          <w:lang w:eastAsia="sk-SK"/>
        </w:rPr>
        <w:t xml:space="preserve">dní </w:t>
      </w:r>
      <w:r w:rsidRPr="009A10D6">
        <w:t>po doručení výzvy Verejného obstarávateľa na jej zaplatenie. Poistenie záruky vzniká dňom uzavretia poistnej zmluvy medzi poisťovňou a</w:t>
      </w:r>
      <w:r w:rsidRPr="009A10D6">
        <w:rPr>
          <w:rFonts w:cs="Calibri"/>
        </w:rPr>
        <w:t> </w:t>
      </w:r>
      <w:r w:rsidRPr="009A10D6">
        <w:t>poisteným (uchádzačom) a zábezpeka vzniká doručením dokladu vystaveného poisťovňou o</w:t>
      </w:r>
      <w:r w:rsidRPr="009A10D6">
        <w:rPr>
          <w:rFonts w:cs="Calibri"/>
        </w:rPr>
        <w:t> </w:t>
      </w:r>
      <w:r w:rsidRPr="009A10D6">
        <w:t xml:space="preserve">poistení záruky Verejnému obstarávateľovi. </w:t>
      </w:r>
    </w:p>
    <w:p w14:paraId="6B30627D" w14:textId="4ACEAF00" w:rsidR="00AA4DCA" w:rsidRPr="009A10D6" w:rsidRDefault="00AA4DCA" w:rsidP="008E1487">
      <w:pPr>
        <w:pStyle w:val="Nadpis6"/>
      </w:pPr>
      <w:r w:rsidRPr="009A10D6">
        <w:t>V prípade poskytnutia zábezpeky formou poistenia záruky, uchádzač predloží doklad vystavený poisťovňou vo forme a</w:t>
      </w:r>
      <w:r w:rsidRPr="009A10D6">
        <w:rPr>
          <w:rFonts w:cs="Calibri"/>
        </w:rPr>
        <w:t> </w:t>
      </w:r>
      <w:r w:rsidRPr="009A10D6">
        <w:t>sp</w:t>
      </w:r>
      <w:r w:rsidRPr="009A10D6">
        <w:rPr>
          <w:rFonts w:cs="Proba Pro"/>
        </w:rPr>
        <w:t>ô</w:t>
      </w:r>
      <w:r w:rsidRPr="009A10D6">
        <w:t>sobom uveden</w:t>
      </w:r>
      <w:r w:rsidRPr="009A10D6">
        <w:rPr>
          <w:rFonts w:cs="Proba Pro"/>
        </w:rPr>
        <w:t>ý</w:t>
      </w:r>
      <w:r w:rsidRPr="009A10D6">
        <w:t>m v</w:t>
      </w:r>
      <w:r w:rsidRPr="009A10D6">
        <w:rPr>
          <w:rFonts w:cs="Calibri"/>
        </w:rPr>
        <w:t> </w:t>
      </w:r>
      <w:r w:rsidRPr="009A10D6">
        <w:t>ustanoven</w:t>
      </w:r>
      <w:r w:rsidRPr="009A10D6">
        <w:rPr>
          <w:rFonts w:cs="Proba Pro"/>
        </w:rPr>
        <w:t>í</w:t>
      </w:r>
      <w:r w:rsidRPr="009A10D6">
        <w:t xml:space="preserve"> bodu </w:t>
      </w:r>
      <w:r w:rsidR="00473CD7" w:rsidRPr="009A10D6">
        <w:fldChar w:fldCharType="begin"/>
      </w:r>
      <w:r w:rsidR="00473CD7" w:rsidRPr="009A10D6">
        <w:instrText xml:space="preserve"> REF _Ref534358796 \n \h </w:instrText>
      </w:r>
      <w:r w:rsidR="008501A8" w:rsidRPr="009A10D6">
        <w:instrText xml:space="preserve"> \* MERGEFORMAT </w:instrText>
      </w:r>
      <w:r w:rsidR="00473CD7" w:rsidRPr="009A10D6">
        <w:fldChar w:fldCharType="separate"/>
      </w:r>
      <w:r w:rsidR="00CC2364" w:rsidRPr="009A10D6">
        <w:t>7.6</w:t>
      </w:r>
      <w:r w:rsidR="00473CD7" w:rsidRPr="009A10D6">
        <w:fldChar w:fldCharType="end"/>
      </w:r>
      <w:r w:rsidR="00473CD7" w:rsidRPr="009A10D6">
        <w:t xml:space="preserve"> </w:t>
      </w:r>
      <w:r w:rsidRPr="009A10D6">
        <w:t>tejto časti súťažných podkladov.</w:t>
      </w:r>
    </w:p>
    <w:p w14:paraId="2D23B1CF" w14:textId="081731BB" w:rsidR="00AB238B" w:rsidRPr="009A10D6" w:rsidRDefault="00AB238B" w:rsidP="004C223F">
      <w:pPr>
        <w:pStyle w:val="Nadpis5"/>
      </w:pPr>
      <w:bookmarkStart w:id="184" w:name="_Ref4422903"/>
      <w:r w:rsidRPr="009A10D6">
        <w:t xml:space="preserve">Zložením finančných prostriedkov na bankový účet </w:t>
      </w:r>
      <w:r w:rsidR="00A04C69" w:rsidRPr="009A10D6">
        <w:t>Verejn</w:t>
      </w:r>
      <w:r w:rsidRPr="009A10D6">
        <w:t>ého obstarávateľa</w:t>
      </w:r>
      <w:bookmarkEnd w:id="184"/>
    </w:p>
    <w:p w14:paraId="4D6917CF" w14:textId="6E373A7B" w:rsidR="00AB238B" w:rsidRPr="009A10D6" w:rsidRDefault="00AB238B" w:rsidP="008E1487">
      <w:pPr>
        <w:pStyle w:val="Nadpis6"/>
        <w:rPr>
          <w:rFonts w:eastAsia="Times New Roman"/>
          <w:lang w:eastAsia="sk-SK"/>
        </w:rPr>
      </w:pPr>
      <w:r w:rsidRPr="009A10D6">
        <w:rPr>
          <w:rFonts w:eastAsia="Times New Roman"/>
          <w:lang w:eastAsia="sk-SK"/>
        </w:rPr>
        <w:t xml:space="preserve">V </w:t>
      </w:r>
      <w:r w:rsidRPr="009A10D6">
        <w:rPr>
          <w:szCs w:val="22"/>
        </w:rPr>
        <w:t>prípade</w:t>
      </w:r>
      <w:r w:rsidRPr="009A10D6">
        <w:rPr>
          <w:rFonts w:eastAsia="Times New Roman"/>
          <w:lang w:eastAsia="sk-SK"/>
        </w:rPr>
        <w:t xml:space="preserve"> zloženia finančných prostriedkov na bankový účet </w:t>
      </w:r>
      <w:r w:rsidR="00A04C69" w:rsidRPr="009A10D6">
        <w:rPr>
          <w:rFonts w:eastAsia="Times New Roman"/>
          <w:lang w:eastAsia="sk-SK"/>
        </w:rPr>
        <w:t>Verejn</w:t>
      </w:r>
      <w:r w:rsidRPr="009A10D6">
        <w:rPr>
          <w:rFonts w:eastAsia="Times New Roman"/>
          <w:lang w:eastAsia="sk-SK"/>
        </w:rPr>
        <w:t xml:space="preserve">ého obstarávateľa musia byť zložené na účet: </w:t>
      </w:r>
    </w:p>
    <w:p w14:paraId="48865D91" w14:textId="06D4B116" w:rsidR="003B1650" w:rsidRPr="009A10D6" w:rsidRDefault="00D22E34" w:rsidP="00A27E8E">
      <w:pPr>
        <w:ind w:left="1134"/>
      </w:pPr>
      <w:bookmarkStart w:id="185" w:name="_Hlk13560011"/>
      <w:r w:rsidRPr="009A10D6">
        <w:rPr>
          <w:rFonts w:eastAsiaTheme="majorEastAsia" w:cstheme="majorBidi"/>
        </w:rPr>
        <w:t>Názov</w:t>
      </w:r>
      <w:r w:rsidRPr="009A10D6">
        <w:rPr>
          <w:rFonts w:eastAsia="Times New Roman"/>
          <w:lang w:eastAsia="sk-SK"/>
        </w:rPr>
        <w:t xml:space="preserve"> b</w:t>
      </w:r>
      <w:r w:rsidR="00AB238B" w:rsidRPr="009A10D6">
        <w:rPr>
          <w:rFonts w:eastAsia="Times New Roman"/>
          <w:lang w:eastAsia="sk-SK"/>
        </w:rPr>
        <w:t>ank</w:t>
      </w:r>
      <w:r w:rsidRPr="009A10D6">
        <w:rPr>
          <w:rFonts w:eastAsia="Times New Roman"/>
          <w:lang w:eastAsia="sk-SK"/>
        </w:rPr>
        <w:t>y</w:t>
      </w:r>
      <w:r w:rsidR="00AB238B" w:rsidRPr="009A10D6">
        <w:rPr>
          <w:rFonts w:eastAsia="Times New Roman"/>
          <w:lang w:eastAsia="sk-SK"/>
        </w:rPr>
        <w:t>:</w:t>
      </w:r>
      <w:r w:rsidR="00C73AFB" w:rsidRPr="009A10D6">
        <w:t xml:space="preserve"> </w:t>
      </w:r>
      <w:r w:rsidR="00A93F74" w:rsidRPr="009A10D6">
        <w:t>Štátna pokladnica, Bratislava</w:t>
      </w:r>
    </w:p>
    <w:p w14:paraId="4BC4D890" w14:textId="33CDB286" w:rsidR="00D22E34" w:rsidRPr="009A10D6" w:rsidRDefault="00AB238B" w:rsidP="00A27E8E">
      <w:pPr>
        <w:ind w:left="1134"/>
        <w:rPr>
          <w:rFonts w:eastAsiaTheme="majorEastAsia" w:cstheme="majorBidi"/>
        </w:rPr>
      </w:pPr>
      <w:r w:rsidRPr="009A10D6">
        <w:rPr>
          <w:rFonts w:eastAsiaTheme="majorEastAsia" w:cstheme="majorBidi"/>
        </w:rPr>
        <w:t>IBAN kód:</w:t>
      </w:r>
      <w:r w:rsidR="00E64446" w:rsidRPr="009A10D6">
        <w:rPr>
          <w:rFonts w:eastAsiaTheme="majorEastAsia" w:cstheme="majorBidi"/>
        </w:rPr>
        <w:t xml:space="preserve"> </w:t>
      </w:r>
      <w:r w:rsidR="00A93F74" w:rsidRPr="009A10D6">
        <w:t>SK07 8180 0000 0070 0018 5860</w:t>
      </w:r>
    </w:p>
    <w:p w14:paraId="74C3ABC3" w14:textId="51DC47C8" w:rsidR="00D22E34" w:rsidRPr="009A10D6" w:rsidRDefault="00AB238B" w:rsidP="00A27E8E">
      <w:pPr>
        <w:ind w:left="1134"/>
        <w:rPr>
          <w:rFonts w:eastAsiaTheme="majorEastAsia" w:cstheme="majorBidi"/>
        </w:rPr>
      </w:pPr>
      <w:proofErr w:type="spellStart"/>
      <w:r w:rsidRPr="009A10D6">
        <w:rPr>
          <w:rFonts w:eastAsiaTheme="majorEastAsia" w:cstheme="majorBidi"/>
        </w:rPr>
        <w:t>SWIFTová</w:t>
      </w:r>
      <w:proofErr w:type="spellEnd"/>
      <w:r w:rsidRPr="009A10D6">
        <w:rPr>
          <w:rFonts w:eastAsiaTheme="majorEastAsia" w:cstheme="majorBidi"/>
        </w:rPr>
        <w:t xml:space="preserve"> adresa banky:</w:t>
      </w:r>
      <w:r w:rsidR="00672CF4" w:rsidRPr="009A10D6">
        <w:rPr>
          <w:rFonts w:eastAsia="Times New Roman"/>
          <w:lang w:eastAsia="sk-SK"/>
        </w:rPr>
        <w:t xml:space="preserve"> </w:t>
      </w:r>
      <w:r w:rsidR="00A93F74" w:rsidRPr="009A10D6">
        <w:rPr>
          <w:rFonts w:eastAsia="Times New Roman"/>
          <w:lang w:eastAsia="sk-SK"/>
        </w:rPr>
        <w:t>SPSRSKBAXXX</w:t>
      </w:r>
      <w:r w:rsidR="00A93F74" w:rsidRPr="009A10D6" w:rsidDel="00A93F74">
        <w:rPr>
          <w:rFonts w:eastAsia="Times New Roman"/>
          <w:lang w:eastAsia="sk-SK"/>
        </w:rPr>
        <w:t xml:space="preserve"> </w:t>
      </w:r>
    </w:p>
    <w:p w14:paraId="61029886" w14:textId="53213F0C" w:rsidR="00AB238B" w:rsidRPr="009A10D6" w:rsidRDefault="00AB238B" w:rsidP="00E20B74">
      <w:pPr>
        <w:ind w:left="1134"/>
        <w:rPr>
          <w:rFonts w:eastAsia="Times New Roman" w:cs="Arial"/>
          <w:szCs w:val="20"/>
          <w:lang w:eastAsia="sk-SK"/>
        </w:rPr>
      </w:pPr>
      <w:r w:rsidRPr="009A10D6">
        <w:rPr>
          <w:rFonts w:eastAsiaTheme="majorEastAsia" w:cstheme="majorBidi"/>
        </w:rPr>
        <w:t>Variabilný</w:t>
      </w:r>
      <w:r w:rsidRPr="009A10D6">
        <w:rPr>
          <w:rFonts w:eastAsia="Times New Roman" w:cs="Arial"/>
          <w:szCs w:val="20"/>
          <w:lang w:eastAsia="sk-SK"/>
        </w:rPr>
        <w:t xml:space="preserve"> symbol:</w:t>
      </w:r>
      <w:r w:rsidR="00E20B74" w:rsidRPr="009A10D6">
        <w:rPr>
          <w:rFonts w:eastAsia="Times New Roman" w:cs="Arial"/>
          <w:szCs w:val="20"/>
          <w:lang w:eastAsia="sk-SK"/>
        </w:rPr>
        <w:t xml:space="preserve"> [</w:t>
      </w:r>
      <w:r w:rsidR="00E20B74" w:rsidRPr="009A10D6">
        <w:rPr>
          <w:rFonts w:eastAsia="Times New Roman" w:cs="Arial"/>
          <w:i/>
          <w:szCs w:val="20"/>
          <w:lang w:eastAsia="sk-SK"/>
        </w:rPr>
        <w:t>uchádzač doplní svoje IČO</w:t>
      </w:r>
      <w:r w:rsidR="00E20B74" w:rsidRPr="009A10D6">
        <w:rPr>
          <w:rFonts w:eastAsia="Times New Roman" w:cs="Arial"/>
          <w:szCs w:val="20"/>
          <w:lang w:eastAsia="sk-SK"/>
        </w:rPr>
        <w:t>]</w:t>
      </w:r>
    </w:p>
    <w:bookmarkEnd w:id="185"/>
    <w:p w14:paraId="4BBF0E12" w14:textId="419CF7B3" w:rsidR="00851C8C" w:rsidRPr="009A10D6" w:rsidRDefault="00244C1B" w:rsidP="00851C8C">
      <w:pPr>
        <w:ind w:left="1134"/>
        <w:rPr>
          <w:rFonts w:eastAsia="Times New Roman" w:cs="Arial"/>
          <w:szCs w:val="20"/>
          <w:lang w:eastAsia="sk-SK"/>
        </w:rPr>
      </w:pPr>
      <w:r w:rsidRPr="009A10D6">
        <w:rPr>
          <w:rFonts w:eastAsiaTheme="majorEastAsia" w:cstheme="majorBidi"/>
        </w:rPr>
        <w:t>Poznámka</w:t>
      </w:r>
      <w:r w:rsidRPr="009A10D6">
        <w:rPr>
          <w:rFonts w:eastAsia="Times New Roman" w:cs="Arial"/>
          <w:szCs w:val="20"/>
          <w:lang w:eastAsia="sk-SK"/>
        </w:rPr>
        <w:t xml:space="preserve"> pre prijímateľa: </w:t>
      </w:r>
      <w:r w:rsidR="00875718" w:rsidRPr="009A10D6">
        <w:rPr>
          <w:rFonts w:eastAsia="Times New Roman" w:cs="Arial"/>
          <w:szCs w:val="20"/>
          <w:lang w:eastAsia="sk-SK"/>
        </w:rPr>
        <w:t xml:space="preserve">zábezpeka </w:t>
      </w:r>
      <w:proofErr w:type="spellStart"/>
      <w:r w:rsidR="00823283" w:rsidRPr="009A10D6">
        <w:rPr>
          <w:rFonts w:eastAsia="Times New Roman" w:cs="Arial"/>
          <w:szCs w:val="20"/>
          <w:lang w:eastAsia="sk-SK"/>
        </w:rPr>
        <w:t>Lidwina</w:t>
      </w:r>
      <w:proofErr w:type="spellEnd"/>
      <w:r w:rsidR="00875718" w:rsidRPr="009A10D6">
        <w:rPr>
          <w:rFonts w:eastAsia="Times New Roman" w:cs="Arial"/>
          <w:szCs w:val="20"/>
          <w:lang w:eastAsia="sk-SK"/>
        </w:rPr>
        <w:t xml:space="preserve"> </w:t>
      </w:r>
    </w:p>
    <w:p w14:paraId="3BA243D1" w14:textId="558433AB" w:rsidR="00AB238B" w:rsidRPr="00A56355" w:rsidRDefault="00AB238B" w:rsidP="00851C8C">
      <w:pPr>
        <w:ind w:left="1134"/>
        <w:rPr>
          <w:rFonts w:eastAsia="Times New Roman"/>
          <w:lang w:eastAsia="sk-SK"/>
        </w:rPr>
      </w:pPr>
      <w:r w:rsidRPr="009A10D6">
        <w:t>Finančné</w:t>
      </w:r>
      <w:r w:rsidRPr="009A10D6">
        <w:rPr>
          <w:rFonts w:eastAsia="Times New Roman"/>
          <w:lang w:eastAsia="sk-SK"/>
        </w:rPr>
        <w:t xml:space="preserve"> prostriedky musia byť pripísané na účet </w:t>
      </w:r>
      <w:r w:rsidR="00A04C69" w:rsidRPr="009A10D6">
        <w:rPr>
          <w:rFonts w:eastAsia="Times New Roman"/>
          <w:lang w:eastAsia="sk-SK"/>
        </w:rPr>
        <w:t>Verejn</w:t>
      </w:r>
      <w:r w:rsidRPr="009A10D6">
        <w:rPr>
          <w:rFonts w:eastAsia="Times New Roman"/>
          <w:lang w:eastAsia="sk-SK"/>
        </w:rPr>
        <w:t>ého obstarávateľa najneskôr v deň</w:t>
      </w:r>
      <w:r w:rsidRPr="00A56355">
        <w:rPr>
          <w:rFonts w:eastAsia="Times New Roman"/>
          <w:lang w:eastAsia="sk-SK"/>
        </w:rPr>
        <w:t xml:space="preserve"> uplynutia lehoty na predkladanie ponúk.</w:t>
      </w:r>
    </w:p>
    <w:p w14:paraId="225BB78D" w14:textId="2B7FE6DF" w:rsidR="00AB238B" w:rsidRPr="00A56355" w:rsidRDefault="00A04C69" w:rsidP="007D3A0F">
      <w:pPr>
        <w:pStyle w:val="Nadpis4"/>
      </w:pPr>
      <w:r w:rsidRPr="00A56355">
        <w:t>Verejn</w:t>
      </w:r>
      <w:r w:rsidR="00AB238B" w:rsidRPr="00A56355">
        <w:t>ý obstarávateľ uvoľní alebo vráti uchádzačovi zábezpeku do siedmich dní odo dňa</w:t>
      </w:r>
      <w:r w:rsidR="003C6C25" w:rsidRPr="00A56355">
        <w:t xml:space="preserve"> (podľa okolností)</w:t>
      </w:r>
      <w:r w:rsidR="00AB238B" w:rsidRPr="00A56355">
        <w:t>:</w:t>
      </w:r>
    </w:p>
    <w:p w14:paraId="2F60FAE5" w14:textId="7AEA3334" w:rsidR="00BD1089" w:rsidRPr="00A56355" w:rsidRDefault="00BD1089" w:rsidP="008E1487">
      <w:pPr>
        <w:pStyle w:val="Nadpis6"/>
      </w:pPr>
      <w:bookmarkStart w:id="186" w:name="_Hlk534372822"/>
      <w:r w:rsidRPr="00A56355">
        <w:t>uplynutia lehoty viazanosti ponúk</w:t>
      </w:r>
      <w:bookmarkEnd w:id="186"/>
      <w:r w:rsidRPr="00A56355">
        <w:t xml:space="preserve">, </w:t>
      </w:r>
    </w:p>
    <w:p w14:paraId="339D637B" w14:textId="069337CB" w:rsidR="00AB238B" w:rsidRPr="00A56355" w:rsidRDefault="00AD13D0" w:rsidP="008E1487">
      <w:pPr>
        <w:pStyle w:val="Nadpis6"/>
      </w:pPr>
      <w:r w:rsidRPr="00A56355">
        <w:t xml:space="preserve">márneho uplynutia lehoty na doručenie námietky, ak ho Verejný obstarávateľ vylúčil </w:t>
      </w:r>
      <w:r w:rsidR="00AE5CE5" w:rsidRPr="00A56355">
        <w:br/>
      </w:r>
      <w:r w:rsidRPr="00A56355">
        <w:t xml:space="preserve">z </w:t>
      </w:r>
      <w:r w:rsidR="003716D2" w:rsidRPr="00A56355">
        <w:t>V</w:t>
      </w:r>
      <w:r w:rsidRPr="00A56355">
        <w:t xml:space="preserve">erejného obstarávania alebo ak Verejný obstarávateľ zruší použitý postup zadávania zákazky, </w:t>
      </w:r>
      <w:r w:rsidR="00012714" w:rsidRPr="00A56355">
        <w:t xml:space="preserve">alebo </w:t>
      </w:r>
    </w:p>
    <w:p w14:paraId="37FE358F" w14:textId="5008ED3B" w:rsidR="00AB238B" w:rsidRPr="00A56355" w:rsidRDefault="00AB238B" w:rsidP="008E1487">
      <w:pPr>
        <w:pStyle w:val="Nadpis6"/>
      </w:pPr>
      <w:r w:rsidRPr="00A56355">
        <w:t xml:space="preserve">uzavretia </w:t>
      </w:r>
      <w:r w:rsidR="00437C48" w:rsidRPr="00A56355">
        <w:t>z</w:t>
      </w:r>
      <w:r w:rsidR="00876192" w:rsidRPr="00A56355">
        <w:t>mluv</w:t>
      </w:r>
      <w:r w:rsidRPr="00A56355">
        <w:t>y.</w:t>
      </w:r>
    </w:p>
    <w:p w14:paraId="2E597A8E" w14:textId="6BECBADA" w:rsidR="00AB238B" w:rsidRPr="00A56355" w:rsidRDefault="00AB238B" w:rsidP="007D3A0F">
      <w:pPr>
        <w:pStyle w:val="Nadpis4"/>
      </w:pPr>
      <w:r w:rsidRPr="00A56355">
        <w:t xml:space="preserve">Zábezpeka prepadne v prospech </w:t>
      </w:r>
      <w:r w:rsidR="00A04C69" w:rsidRPr="00A56355">
        <w:t>Verejn</w:t>
      </w:r>
      <w:r w:rsidRPr="00A56355">
        <w:t>ého obstarávateľa</w:t>
      </w:r>
      <w:r w:rsidR="00437C48" w:rsidRPr="00A56355">
        <w:t>, ak uchádzač v lehote viazanosti ponúk</w:t>
      </w:r>
      <w:r w:rsidRPr="00A56355">
        <w:t xml:space="preserve">: </w:t>
      </w:r>
    </w:p>
    <w:p w14:paraId="39BF57A1" w14:textId="54D4E77D" w:rsidR="00AB238B" w:rsidRPr="00A56355" w:rsidRDefault="00AB238B" w:rsidP="008E1487">
      <w:pPr>
        <w:pStyle w:val="Nadpis6"/>
      </w:pPr>
      <w:r w:rsidRPr="00A56355">
        <w:t>odstúpi od svojej ponuky alebo</w:t>
      </w:r>
    </w:p>
    <w:p w14:paraId="41E6F5C0" w14:textId="403A2BB2" w:rsidR="00AE5CE5" w:rsidRPr="00A56355" w:rsidRDefault="00AB238B" w:rsidP="008E1487">
      <w:pPr>
        <w:pStyle w:val="Nadpis6"/>
      </w:pPr>
      <w:r w:rsidRPr="00A56355">
        <w:t xml:space="preserve">neposkytne súčinnosť alebo odmietne uzavrieť </w:t>
      </w:r>
      <w:r w:rsidR="00437C48" w:rsidRPr="00A56355">
        <w:t>z</w:t>
      </w:r>
      <w:r w:rsidR="00876192" w:rsidRPr="00A56355">
        <w:t>mluv</w:t>
      </w:r>
      <w:r w:rsidRPr="00A56355">
        <w:t xml:space="preserve">u v súlade s § 56 ods. </w:t>
      </w:r>
      <w:r w:rsidR="007A7414" w:rsidRPr="00A56355">
        <w:t xml:space="preserve">8 </w:t>
      </w:r>
      <w:r w:rsidRPr="00A56355">
        <w:t xml:space="preserve">až </w:t>
      </w:r>
      <w:r w:rsidR="001B7ED9" w:rsidRPr="00A56355">
        <w:t xml:space="preserve">15 </w:t>
      </w:r>
      <w:r w:rsidRPr="00A56355">
        <w:t>ZVO.</w:t>
      </w:r>
    </w:p>
    <w:p w14:paraId="74A53104" w14:textId="0445D9FB" w:rsidR="00AB238B" w:rsidRPr="00A56355" w:rsidRDefault="00AB238B" w:rsidP="0096365D">
      <w:pPr>
        <w:pStyle w:val="Nadpis3"/>
      </w:pPr>
      <w:bookmarkStart w:id="187" w:name="_Toc462050409"/>
      <w:bookmarkStart w:id="188" w:name="_Toc4416622"/>
      <w:bookmarkStart w:id="189" w:name="_Toc4416916"/>
      <w:bookmarkStart w:id="190" w:name="_Toc4416965"/>
      <w:bookmarkStart w:id="191" w:name="_Toc114833214"/>
      <w:r w:rsidRPr="00A56355">
        <w:t>Mena a ceny uvádzané v ponukách</w:t>
      </w:r>
      <w:bookmarkEnd w:id="187"/>
      <w:bookmarkEnd w:id="188"/>
      <w:bookmarkEnd w:id="189"/>
      <w:bookmarkEnd w:id="190"/>
      <w:bookmarkEnd w:id="191"/>
    </w:p>
    <w:p w14:paraId="7474B54D" w14:textId="3B8B9FF7" w:rsidR="003064EE" w:rsidRPr="00A56355" w:rsidRDefault="00AB238B" w:rsidP="007D3A0F">
      <w:pPr>
        <w:pStyle w:val="Nadpis4"/>
      </w:pPr>
      <w:r w:rsidRPr="00A56355">
        <w:t>Navrhovaná zmluvná cena musí byť stanovená podľa § 3 zákona č. 18/1996 Z. z. o cenách, v platnom znení</w:t>
      </w:r>
      <w:r w:rsidR="005369F0" w:rsidRPr="00A56355">
        <w:t xml:space="preserve"> a</w:t>
      </w:r>
      <w:r w:rsidR="003064EE" w:rsidRPr="00A56355">
        <w:t xml:space="preserve"> vyhlášky MF SR č.</w:t>
      </w:r>
      <w:r w:rsidR="000F1A51">
        <w:t xml:space="preserve"> </w:t>
      </w:r>
      <w:r w:rsidR="003064EE" w:rsidRPr="00A56355">
        <w:t>87/1996 Z. z.</w:t>
      </w:r>
      <w:r w:rsidR="005369F0" w:rsidRPr="00A56355">
        <w:t xml:space="preserve">, </w:t>
      </w:r>
      <w:r w:rsidR="003064EE" w:rsidRPr="00A56355">
        <w:t xml:space="preserve">ktorou sa vykonáva zákon o cenách. Navrhovaná zmluvná cena musí obsahovať cenu </w:t>
      </w:r>
      <w:r w:rsidR="005369F0" w:rsidRPr="00A56355">
        <w:t xml:space="preserve">a náklady </w:t>
      </w:r>
      <w:r w:rsidR="003064EE" w:rsidRPr="00A56355">
        <w:t xml:space="preserve">za celý </w:t>
      </w:r>
      <w:r w:rsidR="0068594A" w:rsidRPr="00A56355">
        <w:t>p</w:t>
      </w:r>
      <w:r w:rsidR="007D674D" w:rsidRPr="00A56355">
        <w:t>redmet</w:t>
      </w:r>
      <w:r w:rsidR="003064EE" w:rsidRPr="00A56355">
        <w:t xml:space="preserve"> zákazky a musí byť </w:t>
      </w:r>
      <w:r w:rsidR="003064EE" w:rsidRPr="00A56355">
        <w:lastRenderedPageBreak/>
        <w:t>v súlade s pokynmi uvedenými v</w:t>
      </w:r>
      <w:r w:rsidR="00101720" w:rsidRPr="00A56355">
        <w:t xml:space="preserve"> ostatných </w:t>
      </w:r>
      <w:r w:rsidR="003064EE" w:rsidRPr="00A56355">
        <w:t>súťažných podkladoch</w:t>
      </w:r>
      <w:r w:rsidR="00101720" w:rsidRPr="00A56355">
        <w:t xml:space="preserve">, najmä v časti C. Spôsob určenia ceny. </w:t>
      </w:r>
    </w:p>
    <w:p w14:paraId="756DF06D" w14:textId="292BC4BE" w:rsidR="004E55D1" w:rsidRPr="00A56355" w:rsidRDefault="00067328" w:rsidP="007D3A0F">
      <w:pPr>
        <w:pStyle w:val="Nadpis4"/>
      </w:pPr>
      <w:r w:rsidRPr="00A56355">
        <w:t>P</w:t>
      </w:r>
      <w:r w:rsidR="004E55D1" w:rsidRPr="00A56355">
        <w:t xml:space="preserve">ovinnosťou uchádzača je dôsledne preskúmať celý obsah súťažných podkladov a návrhu Zmluvy, a na základe ich obsahu stanoviť cenu a náklady za uskutočnenie </w:t>
      </w:r>
      <w:r w:rsidR="0068594A" w:rsidRPr="00A56355">
        <w:t>p</w:t>
      </w:r>
      <w:r w:rsidR="007D674D" w:rsidRPr="00A56355">
        <w:t>redmet</w:t>
      </w:r>
      <w:r w:rsidR="004E55D1" w:rsidRPr="00A56355">
        <w:t xml:space="preserve">u zákazky. Uchádzač je vo svojej ponuke povinný zohľadniť všetko, čo je nevyhnutné na úplné a riadne plnenie svojich záväzkov zo </w:t>
      </w:r>
      <w:r w:rsidR="00437C48" w:rsidRPr="00A56355">
        <w:t>z</w:t>
      </w:r>
      <w:r w:rsidR="004E55D1" w:rsidRPr="00A56355">
        <w:t>mluvy, pričom do svojich ponukových cien</w:t>
      </w:r>
      <w:r w:rsidR="00DD37D9" w:rsidRPr="00A56355">
        <w:t xml:space="preserve"> a nákladov</w:t>
      </w:r>
      <w:r w:rsidR="004E55D1" w:rsidRPr="00A56355">
        <w:t xml:space="preserve"> zahrnie všetky náklady spojené s plnením </w:t>
      </w:r>
      <w:r w:rsidR="0068594A" w:rsidRPr="00A56355">
        <w:t>p</w:t>
      </w:r>
      <w:r w:rsidR="007D674D" w:rsidRPr="00A56355">
        <w:t>redmet</w:t>
      </w:r>
      <w:r w:rsidR="004E55D1" w:rsidRPr="00A56355">
        <w:t>u zákazky.</w:t>
      </w:r>
    </w:p>
    <w:p w14:paraId="405B5195" w14:textId="6A21A30B" w:rsidR="003D360F" w:rsidRPr="00A56355" w:rsidRDefault="00AB238B" w:rsidP="007D3A0F">
      <w:pPr>
        <w:pStyle w:val="Nadpis4"/>
      </w:pPr>
      <w:r w:rsidRPr="00A56355">
        <w:t xml:space="preserve">Uchádzačom navrhovaná zmluvná cena bude vyjadrená v mene EUR. </w:t>
      </w:r>
    </w:p>
    <w:p w14:paraId="7D93187C" w14:textId="0D39179C" w:rsidR="000F453A" w:rsidRPr="00A56355" w:rsidRDefault="00AB238B" w:rsidP="007D3A0F">
      <w:pPr>
        <w:pStyle w:val="Nadpis4"/>
      </w:pPr>
      <w:r w:rsidRPr="00A56355">
        <w:t xml:space="preserve">Časti ponúk uvádzajúce cenu musia obsahovať cenu každej z položiek uvedených v Časti C. Spôsob určenia ceny a celkovú cenu </w:t>
      </w:r>
      <w:r w:rsidR="0068594A" w:rsidRPr="00A56355">
        <w:t>p</w:t>
      </w:r>
      <w:r w:rsidR="007D674D" w:rsidRPr="00A56355">
        <w:t>redmet</w:t>
      </w:r>
      <w:r w:rsidRPr="00A56355">
        <w:t>u zákazky, t. j. súčet všetkých položiek, ako aj ďalšie tam uvedené náležitosti.</w:t>
      </w:r>
    </w:p>
    <w:p w14:paraId="214102C0" w14:textId="46259BAC" w:rsidR="00DD37D9" w:rsidRPr="00A56355" w:rsidRDefault="00DD37D9" w:rsidP="007D3A0F">
      <w:pPr>
        <w:pStyle w:val="Nadpis4"/>
      </w:pPr>
      <w:r w:rsidRPr="00A56355">
        <w:t xml:space="preserve">Cena musí zahŕňať všetky ekonomicky odôvodnené náklady uchádzača na </w:t>
      </w:r>
      <w:r w:rsidR="0068594A" w:rsidRPr="00A56355">
        <w:t>p</w:t>
      </w:r>
      <w:r w:rsidR="007D674D" w:rsidRPr="00A56355">
        <w:t>redmet</w:t>
      </w:r>
      <w:r w:rsidRPr="00A56355">
        <w:t xml:space="preserve"> zákazky v rozsahu a za podmienok uvedených v </w:t>
      </w:r>
      <w:r w:rsidR="00437C48" w:rsidRPr="00A56355">
        <w:t>z</w:t>
      </w:r>
      <w:r w:rsidRPr="00A56355">
        <w:t>mluve a primeraný zisk.</w:t>
      </w:r>
    </w:p>
    <w:p w14:paraId="60D44387" w14:textId="64BC6118" w:rsidR="00C2485B" w:rsidRPr="00A56355" w:rsidRDefault="00C2485B" w:rsidP="0096365D">
      <w:pPr>
        <w:pStyle w:val="Nadpis3"/>
      </w:pPr>
      <w:bookmarkStart w:id="192" w:name="_Toc444084953"/>
      <w:bookmarkStart w:id="193" w:name="_Toc4416623"/>
      <w:bookmarkStart w:id="194" w:name="_Toc4416917"/>
      <w:bookmarkStart w:id="195" w:name="_Toc4416966"/>
      <w:bookmarkStart w:id="196" w:name="_Toc114833215"/>
      <w:r w:rsidRPr="00A56355">
        <w:t>Vyhotovenie ponúk</w:t>
      </w:r>
      <w:bookmarkEnd w:id="192"/>
      <w:bookmarkEnd w:id="193"/>
      <w:bookmarkEnd w:id="194"/>
      <w:bookmarkEnd w:id="195"/>
      <w:bookmarkEnd w:id="196"/>
    </w:p>
    <w:p w14:paraId="1B7A6E70" w14:textId="3A4EF3E0" w:rsidR="00D64850" w:rsidRPr="00A56355" w:rsidRDefault="00D64850" w:rsidP="007D3A0F">
      <w:pPr>
        <w:pStyle w:val="Nadpis4"/>
      </w:pPr>
      <w:bookmarkStart w:id="197" w:name="_Hlk534372852"/>
      <w:bookmarkStart w:id="198" w:name="_Hlk522551303"/>
      <w:r w:rsidRPr="00A56355">
        <w:t xml:space="preserve">Ak nie je v bode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00473CD7" w:rsidRPr="00A56355">
        <w:t xml:space="preserve"> </w:t>
      </w:r>
      <w:r w:rsidRPr="00A56355">
        <w:t>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w:t>
      </w:r>
      <w:r w:rsidR="00E51EF7">
        <w:t xml:space="preserve"> </w:t>
      </w:r>
      <w:r w:rsidR="00E51EF7" w:rsidRPr="00E51EF7">
        <w:t>https://josephine.proebiz.com</w:t>
      </w:r>
      <w:r w:rsidR="00E51EF7">
        <w:t>.</w:t>
      </w:r>
      <w:r w:rsidR="00AB2E3F" w:rsidDel="00AB2E3F">
        <w:t xml:space="preserve"> </w:t>
      </w:r>
    </w:p>
    <w:p w14:paraId="42EB7130" w14:textId="77777777" w:rsidR="00D64850" w:rsidRPr="00A56355" w:rsidRDefault="00D64850" w:rsidP="007D3A0F">
      <w:pPr>
        <w:pStyle w:val="Nadpis4"/>
      </w:pPr>
      <w:r w:rsidRPr="00A56355">
        <w:t>Uzavretosť ponuky sa zabezpečí elektronickými prostriedkami komunikačného rozhrania systému JOSEPHINE tak, aby bola zabezpečená neporušiteľnosť a integrita ponuky.</w:t>
      </w:r>
    </w:p>
    <w:p w14:paraId="2779FA8E" w14:textId="77777777" w:rsidR="004F27F4" w:rsidRPr="00A56355" w:rsidRDefault="00865F5A" w:rsidP="0096365D">
      <w:pPr>
        <w:pStyle w:val="Nadpis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114833216"/>
      <w:bookmarkStart w:id="212" w:name="_Toc444084954"/>
      <w:bookmarkEnd w:id="197"/>
      <w:bookmarkEnd w:id="198"/>
      <w:bookmarkEnd w:id="199"/>
      <w:bookmarkEnd w:id="200"/>
      <w:bookmarkEnd w:id="201"/>
      <w:bookmarkEnd w:id="202"/>
      <w:bookmarkEnd w:id="203"/>
      <w:bookmarkEnd w:id="204"/>
      <w:bookmarkEnd w:id="205"/>
      <w:bookmarkEnd w:id="206"/>
      <w:r w:rsidRPr="00A56355">
        <w:t>Konflikt záujmov</w:t>
      </w:r>
      <w:bookmarkEnd w:id="207"/>
      <w:bookmarkEnd w:id="208"/>
      <w:bookmarkEnd w:id="209"/>
      <w:bookmarkEnd w:id="210"/>
      <w:bookmarkEnd w:id="211"/>
    </w:p>
    <w:p w14:paraId="0D8DEC3C" w14:textId="2C1F2089" w:rsidR="00865F5A" w:rsidRPr="00A56355" w:rsidRDefault="003B6043" w:rsidP="007D3A0F">
      <w:pPr>
        <w:pStyle w:val="Nadpis4"/>
      </w:pPr>
      <w:r w:rsidRPr="00A56355">
        <w:t xml:space="preserve">Verejný obstarávateľ zabezpečí, </w:t>
      </w:r>
      <w:r w:rsidR="00865F5A" w:rsidRPr="00A56355">
        <w:t xml:space="preserve">aby v tomto </w:t>
      </w:r>
      <w:r w:rsidR="00A04C69" w:rsidRPr="00A56355">
        <w:t>Verejn</w:t>
      </w:r>
      <w:r w:rsidR="00865F5A" w:rsidRPr="00A56355">
        <w:t>om obstarávaní nedošlo ku konfliktu záujmov, ktorý by mohol narušiť alebo obmedziť hospodársku súťaž alebo porušiť princíp transparentnosti a princíp rovnakého zaobchádzania.</w:t>
      </w:r>
    </w:p>
    <w:p w14:paraId="18AC7AB0" w14:textId="33B76B28" w:rsidR="00865F5A" w:rsidRPr="00A56355" w:rsidRDefault="00865F5A" w:rsidP="007D3A0F">
      <w:pPr>
        <w:pStyle w:val="Nadpis4"/>
      </w:pPr>
      <w:r w:rsidRPr="00A56355">
        <w:t>Konflikt záujmov zahŕňa najmä situácie</w:t>
      </w:r>
      <w:r w:rsidR="00726E43" w:rsidRPr="00A56355">
        <w:t>,</w:t>
      </w:r>
      <w:r w:rsidRPr="00A56355">
        <w:t xml:space="preserve"> kedy osoba, ktorá môže ovplyvniť výsledok alebo priebeh </w:t>
      </w:r>
      <w:r w:rsidR="00A04C69" w:rsidRPr="00A56355">
        <w:t>Verejn</w:t>
      </w:r>
      <w:r w:rsidRPr="00A56355">
        <w:t xml:space="preserve">ého obstarávania (vrátane osoby bez nutnosti formálneho zapojenia do priebehu </w:t>
      </w:r>
      <w:r w:rsidR="00A04C69" w:rsidRPr="00A56355">
        <w:t>Verejn</w:t>
      </w:r>
      <w:r w:rsidRPr="00A56355">
        <w:t xml:space="preserve">ého obstarávania), má priamy alebo nepriamy finančný záujem, ekonomický záujem alebo iný osobný záujem, ktorý možno považovať za ohrozenie jej nestrannosti a nezávislosti </w:t>
      </w:r>
      <w:r w:rsidR="00AE5CE5" w:rsidRPr="00A56355">
        <w:br/>
      </w:r>
      <w:r w:rsidRPr="00A56355">
        <w:t xml:space="preserve">v súvislosti s </w:t>
      </w:r>
      <w:r w:rsidR="00A04C69" w:rsidRPr="00A56355">
        <w:t>Verejn</w:t>
      </w:r>
      <w:r w:rsidRPr="00A56355">
        <w:t>ým obstarávaním.</w:t>
      </w:r>
    </w:p>
    <w:p w14:paraId="2BEB70F4" w14:textId="6564F391" w:rsidR="00865F5A" w:rsidRPr="00A56355" w:rsidRDefault="00865F5A" w:rsidP="007D3A0F">
      <w:pPr>
        <w:pStyle w:val="Nadpis4"/>
      </w:pPr>
      <w:r w:rsidRPr="00A56355">
        <w:t>Verejný obstarávateľ pr</w:t>
      </w:r>
      <w:r w:rsidR="00793365" w:rsidRPr="00A56355">
        <w:t>i</w:t>
      </w:r>
      <w:r w:rsidRPr="00A56355">
        <w:t>j</w:t>
      </w:r>
      <w:r w:rsidR="003F6DF0" w:rsidRPr="00A56355">
        <w:t>me primerané opatrenia a vykoná</w:t>
      </w:r>
      <w:r w:rsidRPr="00A56355">
        <w:t xml:space="preserve"> nápravu, ak zistí konflikt záujmov. Opatreniami podľa prvej vety sú najmä vylúčenie zainteresovanej osoby z procesu prípravy alebo realizácie </w:t>
      </w:r>
      <w:r w:rsidR="00A04C69" w:rsidRPr="00A56355">
        <w:t>Verejn</w:t>
      </w:r>
      <w:r w:rsidRPr="00A56355">
        <w:t xml:space="preserve">ého obstarávania alebo úprava jej povinností a zodpovednosti s cieľom zabrániť pretrvávaniu konfliktu záujmov. V prípade nemožnosti odstrániť konflikt záujmov inými účinnými opatreniami, vylúči </w:t>
      </w:r>
      <w:r w:rsidR="00A04C69" w:rsidRPr="00A56355">
        <w:t>Verejn</w:t>
      </w:r>
      <w:r w:rsidRPr="00A56355">
        <w:t xml:space="preserve">ý obstarávateľ v súlade s ustanovením § 40 ods. 6 písm. f) ZVO uchádzača z tohto </w:t>
      </w:r>
      <w:r w:rsidR="00A04C69" w:rsidRPr="00A56355">
        <w:t>Verejn</w:t>
      </w:r>
      <w:r w:rsidRPr="00A56355">
        <w:t>ého obstarávania.</w:t>
      </w:r>
    </w:p>
    <w:p w14:paraId="02591144" w14:textId="29EE569D" w:rsidR="00865F5A" w:rsidRPr="00A56355" w:rsidRDefault="00865F5A" w:rsidP="007D3A0F">
      <w:pPr>
        <w:pStyle w:val="Nadpis4"/>
      </w:pPr>
      <w:r w:rsidRPr="00A56355">
        <w:t>Verejný obstarávateľ v rámci opatrení podľa predchádzajúceho bodu požaduje</w:t>
      </w:r>
      <w:r w:rsidR="00244C1B" w:rsidRPr="00A56355">
        <w:t>,</w:t>
      </w:r>
      <w:r w:rsidRPr="00A56355">
        <w:t xml:space="preserve"> aby záujemca / uchádzač / člen </w:t>
      </w:r>
      <w:r w:rsidR="00CE1FB3" w:rsidRPr="00A56355">
        <w:t xml:space="preserve">Skupiny </w:t>
      </w:r>
      <w:r w:rsidRPr="00A56355">
        <w:t xml:space="preserve">dodávateľov vo všetkých fázach procesu </w:t>
      </w:r>
      <w:r w:rsidR="00A04C69" w:rsidRPr="00A56355">
        <w:t>Verejn</w:t>
      </w:r>
      <w:r w:rsidRPr="00A56355">
        <w:t>ého obstarávania postupoval tak, aby nedošlo k vzniku konfliktu záujmov. Uchádzač je povinný vo svojej ponuke predložiť čestné vyhlásenie o neprítomnosti konfliktu záujmov (</w:t>
      </w:r>
      <w:r w:rsidR="00A04C69" w:rsidRPr="00A56355">
        <w:t>Verejn</w:t>
      </w:r>
      <w:r w:rsidRPr="00A56355">
        <w:t>ý obstarávateľ upozorňuje, že bude kontrolovať pravdivosť uchádzačmi predložených vyhlásení týkajúcich sa konfliktu záujmov)</w:t>
      </w:r>
      <w:r w:rsidR="00964ED6" w:rsidRPr="00A56355">
        <w:t xml:space="preserve"> spôsobom podľa </w:t>
      </w:r>
      <w:r w:rsidR="00F0494E" w:rsidRPr="00A56355">
        <w:t>P</w:t>
      </w:r>
      <w:r w:rsidR="00964ED6" w:rsidRPr="00A56355">
        <w:t xml:space="preserve">rílohy </w:t>
      </w:r>
      <w:r w:rsidR="00F376A8" w:rsidRPr="00A56355">
        <w:t>A3</w:t>
      </w:r>
      <w:r w:rsidR="002D4AD9" w:rsidRPr="00A56355">
        <w:t xml:space="preserve"> </w:t>
      </w:r>
      <w:r w:rsidR="00964ED6" w:rsidRPr="00A56355">
        <w:t>týchto súťažných podkladov</w:t>
      </w:r>
      <w:r w:rsidRPr="00A56355">
        <w:t>.</w:t>
      </w:r>
    </w:p>
    <w:p w14:paraId="2DF82244" w14:textId="1CF25E66" w:rsidR="00865F5A" w:rsidRPr="00A56355" w:rsidRDefault="00865F5A" w:rsidP="007D3A0F">
      <w:pPr>
        <w:pStyle w:val="Nadpis4"/>
      </w:pPr>
      <w:r w:rsidRPr="00A56355">
        <w:t xml:space="preserve">Uchádzač je povinný bezodkladne po tom, ako sa dozvie o konflikte záujmov alebo o možnosti jeho vzniku, informovať o tejto skutočnosti </w:t>
      </w:r>
      <w:r w:rsidR="00A04C69" w:rsidRPr="00A56355">
        <w:t>Verejn</w:t>
      </w:r>
      <w:r w:rsidRPr="00A56355">
        <w:t>ého obstarávateľa.</w:t>
      </w:r>
    </w:p>
    <w:p w14:paraId="234745E7" w14:textId="4E7F7502" w:rsidR="00C2485B" w:rsidRPr="00A56355" w:rsidRDefault="00C2485B" w:rsidP="0092757A">
      <w:pPr>
        <w:pStyle w:val="Nadpis2"/>
      </w:pPr>
      <w:bookmarkStart w:id="213" w:name="_Toc4416499"/>
      <w:bookmarkStart w:id="214" w:name="_Toc4416625"/>
      <w:bookmarkStart w:id="215" w:name="_Toc4416919"/>
      <w:bookmarkStart w:id="216" w:name="_Toc4416968"/>
      <w:bookmarkStart w:id="217" w:name="_Toc114833217"/>
      <w:r w:rsidRPr="00A56355">
        <w:t>Predkladanie ponúk</w:t>
      </w:r>
      <w:bookmarkEnd w:id="212"/>
      <w:bookmarkEnd w:id="213"/>
      <w:bookmarkEnd w:id="214"/>
      <w:bookmarkEnd w:id="215"/>
      <w:bookmarkEnd w:id="216"/>
      <w:bookmarkEnd w:id="217"/>
    </w:p>
    <w:p w14:paraId="00516612" w14:textId="68B64B98" w:rsidR="00C2485B" w:rsidRPr="00A56355" w:rsidRDefault="008D1C77" w:rsidP="0096365D">
      <w:pPr>
        <w:pStyle w:val="Nadpis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114833218"/>
      <w:r w:rsidRPr="00A56355">
        <w:t>Spôsob predloženia ponuky</w:t>
      </w:r>
      <w:bookmarkEnd w:id="218"/>
      <w:bookmarkEnd w:id="219"/>
      <w:bookmarkEnd w:id="220"/>
      <w:bookmarkEnd w:id="221"/>
      <w:bookmarkEnd w:id="222"/>
      <w:bookmarkEnd w:id="223"/>
      <w:bookmarkEnd w:id="224"/>
      <w:bookmarkEnd w:id="225"/>
    </w:p>
    <w:p w14:paraId="0AF3E671" w14:textId="3B7D0D92" w:rsidR="00D64850" w:rsidRPr="00A56355" w:rsidRDefault="00D64850" w:rsidP="007D3A0F">
      <w:pPr>
        <w:pStyle w:val="Nadpis4"/>
      </w:pPr>
      <w:bookmarkStart w:id="226" w:name="_Hlk534372883"/>
      <w:bookmarkStart w:id="227" w:name="_Hlk522551330"/>
      <w:r w:rsidRPr="00A56355">
        <w:t xml:space="preserve">Ak nie je v bode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00473CD7" w:rsidRPr="00A56355">
        <w:t xml:space="preserve"> </w:t>
      </w:r>
      <w:r w:rsidRPr="00A56355">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Pr="00A56355">
        <w:t>), Verejný obstarávateľ na ňu nebude prihliadať.</w:t>
      </w:r>
    </w:p>
    <w:p w14:paraId="56AE194C" w14:textId="334B132A" w:rsidR="00D64850" w:rsidRPr="00A56355" w:rsidRDefault="00D64850" w:rsidP="007D3A0F">
      <w:pPr>
        <w:pStyle w:val="Nadpis4"/>
      </w:pPr>
      <w:r w:rsidRPr="00A56355">
        <w:t xml:space="preserve">Elektronická ponuka musí byť predložená v určených komunikačných formátoch a určeným </w:t>
      </w:r>
      <w:r w:rsidRPr="00A56355">
        <w:lastRenderedPageBreak/>
        <w:t xml:space="preserve">spôsobom tak, aby bola zabezpečená pred zmenou jej obsahu. </w:t>
      </w:r>
    </w:p>
    <w:p w14:paraId="700D5298" w14:textId="5242691C" w:rsidR="00D64850" w:rsidRPr="00A56355" w:rsidRDefault="00D64850" w:rsidP="007D3A0F">
      <w:pPr>
        <w:pStyle w:val="Nadpis4"/>
      </w:pPr>
      <w:r w:rsidRPr="00A56355">
        <w:t xml:space="preserve">Uchádzač má možnosť registrovať sa do systému JOSEPHINE pomocou hesla i registráciou </w:t>
      </w:r>
      <w:r w:rsidR="007615E6" w:rsidRPr="00A56355">
        <w:br/>
      </w:r>
      <w:r w:rsidRPr="00A56355">
        <w:t>a prihlásením pomocou občianskeho preukazu s elektronickým čipom a bezpečnostným osobným kódom (</w:t>
      </w:r>
      <w:proofErr w:type="spellStart"/>
      <w:r w:rsidRPr="00A56355">
        <w:t>eID</w:t>
      </w:r>
      <w:proofErr w:type="spellEnd"/>
      <w:r w:rsidRPr="00A56355">
        <w:t>).</w:t>
      </w:r>
    </w:p>
    <w:p w14:paraId="4A269731" w14:textId="58C73A87" w:rsidR="00D64850" w:rsidRPr="00A56355" w:rsidRDefault="00D64850" w:rsidP="007D3A0F">
      <w:pPr>
        <w:pStyle w:val="Nadpis4"/>
      </w:pPr>
      <w:r w:rsidRPr="00A56355">
        <w:t xml:space="preserve">Predkladanie ponúk je umožnené iba autentifikovaným uchádzačom. Autentifikáciu je možné </w:t>
      </w:r>
      <w:r w:rsidR="00BC0CB4" w:rsidRPr="00A56355">
        <w:t xml:space="preserve">vykonať </w:t>
      </w:r>
      <w:r w:rsidRPr="00A56355">
        <w:t xml:space="preserve">nasledovnými spôsobmi: </w:t>
      </w:r>
    </w:p>
    <w:p w14:paraId="458303F3" w14:textId="6E1D2156" w:rsidR="00D64850" w:rsidRPr="00A56355" w:rsidRDefault="00D64850" w:rsidP="008E1487">
      <w:pPr>
        <w:pStyle w:val="Nadpis6"/>
        <w:rPr>
          <w:rFonts w:cs="Arial"/>
          <w:color w:val="000000"/>
          <w:szCs w:val="20"/>
        </w:rPr>
      </w:pPr>
      <w:r w:rsidRPr="00A56355">
        <w:t>v systéme JOSEPHINE registráciou a prihlásením pomocou občianskeho preukazu s elektronickým čipom a bezpečnostným osobným kódom (</w:t>
      </w:r>
      <w:proofErr w:type="spellStart"/>
      <w:r w:rsidRPr="00A56355">
        <w:t>eID</w:t>
      </w:r>
      <w:proofErr w:type="spellEnd"/>
      <w:r w:rsidRPr="00A56355">
        <w:t xml:space="preserve">). V systéme je </w:t>
      </w:r>
      <w:r w:rsidRPr="00A56355">
        <w:rPr>
          <w:rFonts w:cs="Arial"/>
          <w:color w:val="000000"/>
          <w:szCs w:val="20"/>
        </w:rPr>
        <w:t xml:space="preserve">autentifikovaná spoločnosť, ktorú pomocou </w:t>
      </w:r>
      <w:proofErr w:type="spellStart"/>
      <w:r w:rsidRPr="00A56355">
        <w:rPr>
          <w:rFonts w:cs="Arial"/>
          <w:color w:val="000000"/>
          <w:szCs w:val="20"/>
        </w:rPr>
        <w:t>eID</w:t>
      </w:r>
      <w:proofErr w:type="spellEnd"/>
      <w:r w:rsidRPr="00A56355">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A56355" w:rsidRDefault="00D64850" w:rsidP="008E1487">
      <w:pPr>
        <w:pStyle w:val="Nadpis6"/>
      </w:pPr>
      <w:r w:rsidRPr="00A56355">
        <w:t xml:space="preserve">nahraním kvalifikovaného elektronického podpisu (napríklad podpisu </w:t>
      </w:r>
      <w:proofErr w:type="spellStart"/>
      <w:r w:rsidRPr="00A56355">
        <w:t>eID</w:t>
      </w:r>
      <w:proofErr w:type="spellEnd"/>
      <w:r w:rsidRPr="00A56355">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A56355" w:rsidRDefault="00D64850" w:rsidP="008E1487">
      <w:pPr>
        <w:pStyle w:val="Nadpis6"/>
      </w:pPr>
      <w:r w:rsidRPr="00A56355">
        <w:t xml:space="preserve">vložením </w:t>
      </w:r>
      <w:r w:rsidR="00BC0CB4" w:rsidRPr="00A56355">
        <w:t>plnomocenstva</w:t>
      </w:r>
      <w:r w:rsidRPr="00A56355">
        <w:t xml:space="preserve"> na kartu užívateľa po registrácii, ktor</w:t>
      </w:r>
      <w:r w:rsidR="00BC0CB4" w:rsidRPr="00A56355">
        <w:t>é</w:t>
      </w:r>
      <w:r w:rsidRPr="00A56355">
        <w:t xml:space="preserve"> je podpísan</w:t>
      </w:r>
      <w:r w:rsidR="00BC0CB4" w:rsidRPr="00A56355">
        <w:t>é</w:t>
      </w:r>
      <w:r w:rsidRPr="00A56355">
        <w:t xml:space="preserve"> elektronickým podpisom štatutára aj splnomocnenou osobou, alebo prešl</w:t>
      </w:r>
      <w:r w:rsidR="00BC0CB4" w:rsidRPr="00A56355">
        <w:t>o</w:t>
      </w:r>
      <w:r w:rsidRPr="00A56355">
        <w:t xml:space="preserve"> zaručenou konverziou. Autentifikáciu vykoná poskytovateľ systému JOSEPHINE a to v pracovné dni v čase 8.00 – 16.00 hod.  </w:t>
      </w:r>
    </w:p>
    <w:p w14:paraId="30344349" w14:textId="34F9CAC9" w:rsidR="00D64850" w:rsidRPr="00A56355" w:rsidRDefault="00D64850" w:rsidP="008E1487">
      <w:pPr>
        <w:pStyle w:val="Nadpis6"/>
      </w:pPr>
      <w:r w:rsidRPr="00A56355">
        <w:t xml:space="preserve">počkaním na autentifikačný kód, ktorý bude poslaný na adresu sídla </w:t>
      </w:r>
      <w:r w:rsidR="00BC0CB4" w:rsidRPr="00A56355">
        <w:t xml:space="preserve">uchádzača </w:t>
      </w:r>
      <w:r w:rsidRPr="00A56355">
        <w:t>do rúk štatutára uchádzača v list</w:t>
      </w:r>
      <w:r w:rsidR="00BC0CB4" w:rsidRPr="00A56355">
        <w:t>innej</w:t>
      </w:r>
      <w:r w:rsidRPr="00A56355">
        <w:t xml:space="preserve"> podobe formou doporučenej pošt</w:t>
      </w:r>
      <w:r w:rsidR="00BC0CB4" w:rsidRPr="00A56355">
        <w:t>ovej zásielky</w:t>
      </w:r>
      <w:r w:rsidRPr="00A56355">
        <w:t>. Lehota na tento úkon sú obvykle 3 pracovné dni a je potrebné s touto lehotou počítať pri vkladaní ponuky.</w:t>
      </w:r>
    </w:p>
    <w:p w14:paraId="600605C9" w14:textId="77777777" w:rsidR="00D64850" w:rsidRPr="00A56355" w:rsidRDefault="00D64850" w:rsidP="007D3A0F">
      <w:pPr>
        <w:pStyle w:val="Nadpis4"/>
      </w:pPr>
      <w:r w:rsidRPr="00A56355">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752FD2D8" w:rsidR="00835EA6" w:rsidRPr="00A56355" w:rsidRDefault="00D64850" w:rsidP="007D3A0F">
      <w:pPr>
        <w:pStyle w:val="Nadpis4"/>
      </w:pPr>
      <w:bookmarkStart w:id="228" w:name="_Hlk14249881"/>
      <w:r w:rsidRPr="00A56355">
        <w:t xml:space="preserve">Požiadavka </w:t>
      </w:r>
      <w:r w:rsidR="003716D2" w:rsidRPr="00A56355">
        <w:t>V</w:t>
      </w:r>
      <w:r w:rsidRPr="00A56355">
        <w:t xml:space="preserve">erejného obstarávateľa na doklady, dokumenty a ďalšie písomnosti, ktoré musia byť predložené v ponuke je uvedená v bode </w:t>
      </w:r>
      <w:r w:rsidR="00473CD7" w:rsidRPr="00A56355">
        <w:fldChar w:fldCharType="begin"/>
      </w:r>
      <w:r w:rsidR="00473CD7" w:rsidRPr="00A56355">
        <w:instrText xml:space="preserve"> REF _Ref4422946 \n \h </w:instrText>
      </w:r>
      <w:r w:rsidR="008501A8" w:rsidRPr="00A56355">
        <w:instrText xml:space="preserve"> \* MERGEFORMAT </w:instrText>
      </w:r>
      <w:r w:rsidR="00473CD7" w:rsidRPr="00A56355">
        <w:fldChar w:fldCharType="separate"/>
      </w:r>
      <w:r w:rsidR="00CC2364">
        <w:t>7</w:t>
      </w:r>
      <w:r w:rsidR="00473CD7" w:rsidRPr="00A56355">
        <w:fldChar w:fldCharType="end"/>
      </w:r>
      <w:r w:rsidRPr="00A56355">
        <w:t xml:space="preserve"> tejto časti súťažných podkladov. </w:t>
      </w:r>
      <w:bookmarkEnd w:id="228"/>
      <w:r w:rsidR="00835EA6" w:rsidRPr="00A56355">
        <w:t xml:space="preserve">Uchádzač pri vkladaní ponuky samostatne vyplní </w:t>
      </w:r>
      <w:proofErr w:type="spellStart"/>
      <w:r w:rsidR="00835EA6" w:rsidRPr="00A56355">
        <w:t>položkový</w:t>
      </w:r>
      <w:proofErr w:type="spellEnd"/>
      <w:r w:rsidR="00835EA6" w:rsidRPr="00A56355">
        <w:t xml:space="preserve"> elektronický formulár, ktorý zodpovedá návrhu na plnenie kritérií uvedenom v súťažných podkladoch. </w:t>
      </w:r>
    </w:p>
    <w:p w14:paraId="22D9AD70" w14:textId="6F9CB916" w:rsidR="008D1C77" w:rsidRPr="00A56355" w:rsidRDefault="00D64850" w:rsidP="007D3A0F">
      <w:pPr>
        <w:pStyle w:val="Nadpis4"/>
      </w:pPr>
      <w:r w:rsidRPr="00A56355">
        <w:t>Ak ponuka obsahuje dôverné informácie, uchádzač ich v ponuke viditeľne označí. V prípade, ak uchádzač vyslovene neoznačí časti svojej ponuky ako dôverné</w:t>
      </w:r>
      <w:r w:rsidR="007615E6" w:rsidRPr="00A56355">
        <w:t>,</w:t>
      </w:r>
      <w:r w:rsidR="00793365" w:rsidRPr="00A56355">
        <w:t xml:space="preserve"> </w:t>
      </w:r>
      <w:r w:rsidR="003716D2" w:rsidRPr="00A56355">
        <w:t>V</w:t>
      </w:r>
      <w:r w:rsidRPr="00A56355">
        <w:t>erejný obstarávateľ je oprávnený zverejniť celú ponuku uchádzača.</w:t>
      </w:r>
      <w:bookmarkEnd w:id="226"/>
    </w:p>
    <w:p w14:paraId="615B6045" w14:textId="21421FAA" w:rsidR="00AA405E" w:rsidRPr="00A56355" w:rsidRDefault="00AA405E" w:rsidP="007D3A0F">
      <w:pPr>
        <w:pStyle w:val="Nadpis4"/>
      </w:pPr>
      <w:r w:rsidRPr="00A56355">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A56355">
        <w:rPr>
          <w:b/>
        </w:rPr>
        <w:t>ZoOÚ</w:t>
      </w:r>
      <w:proofErr w:type="spellEnd"/>
      <w:r w:rsidRPr="00A56355">
        <w:t xml:space="preserve">“), je zodpovedný za to, a predložením svojej ponuky potvrdzuje, že v rozsahu, v akom to predpisuje </w:t>
      </w:r>
      <w:proofErr w:type="spellStart"/>
      <w:r w:rsidRPr="00A56355">
        <w:t>ZoOÚ</w:t>
      </w:r>
      <w:proofErr w:type="spellEnd"/>
      <w:r w:rsidRPr="00A56355">
        <w:t xml:space="preserve"> si od všetkých dotknutých osôb, ktorých osobné údaje sú obsiahnuté v jeho ponuke, zabezpečil všetky potrebné súhlasy so spracovaním osobných údajov za účelom </w:t>
      </w:r>
      <w:r w:rsidR="00BC0CB4" w:rsidRPr="00A56355">
        <w:t xml:space="preserve">predloženia </w:t>
      </w:r>
      <w:r w:rsidRPr="00A56355">
        <w:t>jeho ponuky a poučil všetky dotknuté osoby o spôsobe a rozsahu spracovania ich osobných údajov na účel p</w:t>
      </w:r>
      <w:r w:rsidR="00BC0CB4" w:rsidRPr="00A56355">
        <w:t>redloženia</w:t>
      </w:r>
      <w:r w:rsidRPr="00A56355">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A56355">
        <w:t>V</w:t>
      </w:r>
      <w:r w:rsidRPr="00A56355">
        <w:t>erejný obstarávat</w:t>
      </w:r>
      <w:r w:rsidR="00B975A3" w:rsidRPr="00A56355">
        <w:t>eľ.</w:t>
      </w:r>
    </w:p>
    <w:p w14:paraId="32D61F14" w14:textId="2D4FD8D3" w:rsidR="00C2485B" w:rsidRPr="00A56355" w:rsidRDefault="00C2485B" w:rsidP="0096365D">
      <w:pPr>
        <w:pStyle w:val="Nadpis3"/>
      </w:pPr>
      <w:bookmarkStart w:id="229" w:name="_Toc522635421"/>
      <w:bookmarkStart w:id="230" w:name="_Toc525293235"/>
      <w:bookmarkStart w:id="231" w:name="_Toc522635422"/>
      <w:bookmarkStart w:id="232" w:name="_Toc525293236"/>
      <w:bookmarkStart w:id="233" w:name="_Toc522635423"/>
      <w:bookmarkStart w:id="234" w:name="_Toc525293237"/>
      <w:bookmarkStart w:id="235" w:name="_Toc522635424"/>
      <w:bookmarkStart w:id="236" w:name="_Toc525293238"/>
      <w:bookmarkStart w:id="237" w:name="_Toc522635425"/>
      <w:bookmarkStart w:id="238" w:name="_Toc525293239"/>
      <w:bookmarkStart w:id="239" w:name="_Toc522635426"/>
      <w:bookmarkStart w:id="240" w:name="_Toc525293240"/>
      <w:bookmarkStart w:id="241" w:name="_Toc522635427"/>
      <w:bookmarkStart w:id="242" w:name="_Toc525293241"/>
      <w:bookmarkStart w:id="243" w:name="_Toc444084956"/>
      <w:bookmarkStart w:id="244" w:name="_Toc4416627"/>
      <w:bookmarkStart w:id="245" w:name="_Toc4416921"/>
      <w:bookmarkStart w:id="246" w:name="_Toc4416970"/>
      <w:bookmarkStart w:id="247" w:name="_Ref4422424"/>
      <w:bookmarkStart w:id="248" w:name="_Ref4422770"/>
      <w:bookmarkStart w:id="249" w:name="_Toc114833219"/>
      <w:bookmarkEnd w:id="22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A56355">
        <w:t>Miesto a lehota na predkladanie ponúk</w:t>
      </w:r>
      <w:bookmarkEnd w:id="243"/>
      <w:bookmarkEnd w:id="244"/>
      <w:bookmarkEnd w:id="245"/>
      <w:bookmarkEnd w:id="246"/>
      <w:bookmarkEnd w:id="247"/>
      <w:bookmarkEnd w:id="248"/>
      <w:bookmarkEnd w:id="249"/>
    </w:p>
    <w:p w14:paraId="35F80000" w14:textId="157E5A08" w:rsidR="00BC4CB0" w:rsidRDefault="00BC4CB0" w:rsidP="007D3A0F">
      <w:pPr>
        <w:pStyle w:val="Nadpis4"/>
      </w:pPr>
      <w:bookmarkStart w:id="250" w:name="_Ref528145558"/>
      <w:bookmarkStart w:id="251" w:name="_Hlk534372908"/>
      <w:bookmarkStart w:id="252" w:name="_Hlk522551343"/>
      <w:r>
        <w:t>Ponuky sa predkladajú v súlade s podmienkami bodu 19 tejto časti súťažných podkladov.</w:t>
      </w:r>
    </w:p>
    <w:p w14:paraId="0624BFC5" w14:textId="750AAA95" w:rsidR="00BC4CB0" w:rsidRDefault="00BC4CB0" w:rsidP="007D3A0F">
      <w:pPr>
        <w:pStyle w:val="Nadpis4"/>
      </w:pPr>
      <w:r>
        <w:t xml:space="preserve">Ak uchádzač v ponuke predkladá v zmysle bodu 7.6 tejto časti súťažných podkladov aj originál záručnej listiny, resp. originál dokladu o poistení záruky v tlačenej forme, predloží tento dokument v samostatnom uzavretom obale na adresu uvedenú v bode 20.2 písm. a)   nižšie, pričom obal musí obsahovať nasledovné údaje:  </w:t>
      </w:r>
    </w:p>
    <w:p w14:paraId="4ADD8BC8" w14:textId="4A6307E0" w:rsidR="00BC4CB0" w:rsidRPr="001B5AFC" w:rsidRDefault="00BC4CB0" w:rsidP="008E1487">
      <w:pPr>
        <w:pStyle w:val="Nadpis6"/>
      </w:pPr>
      <w:r>
        <w:t xml:space="preserve">adresu: </w:t>
      </w:r>
      <w:r w:rsidRPr="001B5AFC">
        <w:t xml:space="preserve">Tatra Tender </w:t>
      </w:r>
      <w:proofErr w:type="spellStart"/>
      <w:r w:rsidRPr="001B5AFC">
        <w:t>s.r.o</w:t>
      </w:r>
      <w:proofErr w:type="spellEnd"/>
      <w:r w:rsidRPr="001B5AFC">
        <w:t>., Krčméryho 16, 811 04 Bratislava</w:t>
      </w:r>
    </w:p>
    <w:p w14:paraId="30485FBC" w14:textId="4D50E8BB" w:rsidR="00BC4CB0" w:rsidRDefault="00BC4CB0" w:rsidP="008E1487">
      <w:pPr>
        <w:pStyle w:val="Nadpis6"/>
      </w:pPr>
      <w:r>
        <w:t>adresu uchádzača (názov alebo obchodné meno a adresu sídla alebo miesta podnikania),</w:t>
      </w:r>
    </w:p>
    <w:p w14:paraId="638D6E3C" w14:textId="727140AB" w:rsidR="00BC4CB0" w:rsidRDefault="00BC4CB0" w:rsidP="008E1487">
      <w:pPr>
        <w:pStyle w:val="Nadpis6"/>
      </w:pPr>
      <w:r>
        <w:t>označenie „</w:t>
      </w:r>
      <w:r w:rsidRPr="001B5AFC">
        <w:t>Verejná súťaž –</w:t>
      </w:r>
      <w:r w:rsidR="001B5AFC" w:rsidRPr="001B5AFC">
        <w:t xml:space="preserve"> Zvýšenie prevádzkovej efektívnosti energetického hospodárstva Domova sociálnych služieb </w:t>
      </w:r>
      <w:proofErr w:type="spellStart"/>
      <w:r w:rsidR="001B5AFC" w:rsidRPr="001B5AFC">
        <w:t>Lidwina</w:t>
      </w:r>
      <w:proofErr w:type="spellEnd"/>
      <w:r w:rsidR="001B5AFC" w:rsidRPr="001B5AFC">
        <w:t xml:space="preserve"> – doklad o zložení zábezpeky - neotvárať</w:t>
      </w:r>
      <w:r>
        <w:t>“.</w:t>
      </w:r>
    </w:p>
    <w:p w14:paraId="1025C80D" w14:textId="251CB8AC" w:rsidR="00133B55" w:rsidRPr="00A56355" w:rsidRDefault="00133B55" w:rsidP="007D3A0F">
      <w:pPr>
        <w:pStyle w:val="Nadpis4"/>
      </w:pPr>
      <w:bookmarkStart w:id="253" w:name="_Ref4423000"/>
      <w:bookmarkEnd w:id="250"/>
      <w:r w:rsidRPr="00A56355">
        <w:lastRenderedPageBreak/>
        <w:t xml:space="preserve">Lehota na predkladanie ponúk uplynie: </w:t>
      </w:r>
      <w:r w:rsidR="0092757A">
        <w:rPr>
          <w:b/>
          <w:bCs/>
        </w:rPr>
        <w:t>2</w:t>
      </w:r>
      <w:r w:rsidR="00983198">
        <w:rPr>
          <w:b/>
          <w:bCs/>
        </w:rPr>
        <w:t>7</w:t>
      </w:r>
      <w:r w:rsidR="0092757A">
        <w:rPr>
          <w:b/>
          <w:bCs/>
        </w:rPr>
        <w:t>.10.2022</w:t>
      </w:r>
      <w:r w:rsidR="00E4125D" w:rsidRPr="00A56355">
        <w:t xml:space="preserve"> </w:t>
      </w:r>
      <w:r w:rsidRPr="00A56355">
        <w:rPr>
          <w:b/>
          <w:bCs/>
        </w:rPr>
        <w:t>o</w:t>
      </w:r>
      <w:r w:rsidR="007464FD" w:rsidRPr="00A56355">
        <w:rPr>
          <w:b/>
          <w:bCs/>
        </w:rPr>
        <w:t> </w:t>
      </w:r>
      <w:r w:rsidR="00FF16DC" w:rsidRPr="00A56355">
        <w:rPr>
          <w:b/>
          <w:bCs/>
        </w:rPr>
        <w:t>1</w:t>
      </w:r>
      <w:r w:rsidR="001B5AFC">
        <w:rPr>
          <w:b/>
          <w:bCs/>
        </w:rPr>
        <w:t>2</w:t>
      </w:r>
      <w:r w:rsidR="00FF16DC" w:rsidRPr="00A56355">
        <w:rPr>
          <w:b/>
          <w:bCs/>
        </w:rPr>
        <w:t>:00</w:t>
      </w:r>
      <w:r w:rsidR="007464FD" w:rsidRPr="00A56355">
        <w:t xml:space="preserve"> </w:t>
      </w:r>
      <w:r w:rsidR="00B96C0F" w:rsidRPr="00A56355">
        <w:t>h</w:t>
      </w:r>
      <w:r w:rsidRPr="00A56355">
        <w:t>od. miestneho času.</w:t>
      </w:r>
      <w:bookmarkEnd w:id="253"/>
    </w:p>
    <w:p w14:paraId="14784177" w14:textId="2388AB73" w:rsidR="00133B55" w:rsidRPr="00A56355" w:rsidRDefault="00BC0CB4" w:rsidP="007D3A0F">
      <w:pPr>
        <w:pStyle w:val="Nadpis4"/>
      </w:pPr>
      <w:r w:rsidRPr="00A56355">
        <w:t xml:space="preserve">Časť ponuky predkladaná podľa bodu </w:t>
      </w:r>
      <w:r w:rsidRPr="00A56355">
        <w:fldChar w:fldCharType="begin"/>
      </w:r>
      <w:r w:rsidRPr="00A56355">
        <w:instrText xml:space="preserve"> REF _Ref528145558 \r \h </w:instrText>
      </w:r>
      <w:r w:rsidR="006D75A2" w:rsidRPr="00A56355">
        <w:instrText xml:space="preserve"> \* MERGEFORMAT </w:instrText>
      </w:r>
      <w:r w:rsidRPr="00A56355">
        <w:fldChar w:fldCharType="separate"/>
      </w:r>
      <w:r w:rsidR="00CC2364">
        <w:t>20.1</w:t>
      </w:r>
      <w:r w:rsidRPr="00A56355">
        <w:fldChar w:fldCharType="end"/>
      </w:r>
      <w:r w:rsidRPr="00A56355">
        <w:t xml:space="preserve"> tejto časti súťažných podkladov doručená po uplynutí lehoty na predkladanie ponúk sa vráti uchádzačom neotvorená</w:t>
      </w:r>
      <w:r w:rsidR="00133B55" w:rsidRPr="00A56355">
        <w:t xml:space="preserve">. </w:t>
      </w:r>
    </w:p>
    <w:p w14:paraId="1B75DFD5" w14:textId="24A0454F" w:rsidR="008D1C77" w:rsidRPr="00A56355" w:rsidRDefault="00133B55" w:rsidP="007D3A0F">
      <w:pPr>
        <w:pStyle w:val="Nadpis4"/>
      </w:pPr>
      <w:r w:rsidRPr="00A56355">
        <w:t>Prípadné predĺženie lehoty na predkladanie ponúk bude uchádzačom dostatočne vopred oznámené formou elektronickej komunikácie v systéme JOSEPHINE.</w:t>
      </w:r>
      <w:bookmarkEnd w:id="251"/>
    </w:p>
    <w:p w14:paraId="082CE091" w14:textId="571F8467" w:rsidR="007600E6" w:rsidRPr="00A56355" w:rsidRDefault="00EF2D37" w:rsidP="0092757A">
      <w:pPr>
        <w:pStyle w:val="Nadpis2"/>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8"/>
      <w:bookmarkStart w:id="261" w:name="_Toc4416500"/>
      <w:bookmarkStart w:id="262" w:name="_Toc4416629"/>
      <w:bookmarkStart w:id="263" w:name="_Toc4416923"/>
      <w:bookmarkStart w:id="264" w:name="_Toc4416972"/>
      <w:bookmarkStart w:id="265" w:name="_Toc114833220"/>
      <w:bookmarkEnd w:id="252"/>
      <w:bookmarkEnd w:id="254"/>
      <w:bookmarkEnd w:id="255"/>
      <w:bookmarkEnd w:id="256"/>
      <w:bookmarkEnd w:id="257"/>
      <w:bookmarkEnd w:id="258"/>
      <w:bookmarkEnd w:id="259"/>
      <w:r w:rsidRPr="00A56355">
        <w:t>Otváranie a vyhodnotenie ponúk</w:t>
      </w:r>
      <w:bookmarkEnd w:id="260"/>
      <w:bookmarkEnd w:id="261"/>
      <w:bookmarkEnd w:id="262"/>
      <w:bookmarkEnd w:id="263"/>
      <w:bookmarkEnd w:id="264"/>
      <w:bookmarkEnd w:id="265"/>
    </w:p>
    <w:p w14:paraId="3CAFBEA5" w14:textId="3FC26E21" w:rsidR="00EF2D37" w:rsidRPr="00A56355" w:rsidRDefault="00EF2D37" w:rsidP="0096365D">
      <w:pPr>
        <w:pStyle w:val="Nadpis3"/>
      </w:pPr>
      <w:bookmarkStart w:id="266" w:name="_Toc4416630"/>
      <w:bookmarkStart w:id="267" w:name="_Toc4416924"/>
      <w:bookmarkStart w:id="268" w:name="_Toc4416973"/>
      <w:bookmarkStart w:id="269" w:name="_Toc114833221"/>
      <w:bookmarkStart w:id="270" w:name="_Toc444084959"/>
      <w:r w:rsidRPr="00A56355">
        <w:t>Otváranie ponúk</w:t>
      </w:r>
      <w:bookmarkEnd w:id="266"/>
      <w:bookmarkEnd w:id="267"/>
      <w:bookmarkEnd w:id="268"/>
      <w:bookmarkEnd w:id="269"/>
      <w:r w:rsidRPr="00A56355">
        <w:t xml:space="preserve"> </w:t>
      </w:r>
      <w:bookmarkEnd w:id="270"/>
    </w:p>
    <w:p w14:paraId="002EA768" w14:textId="00C38473" w:rsidR="00454A07" w:rsidRPr="00A56355" w:rsidRDefault="00454A07" w:rsidP="007D3A0F">
      <w:pPr>
        <w:pStyle w:val="Nadpis4"/>
      </w:pPr>
      <w:r w:rsidRPr="00A56355">
        <w:t>Otváranie ponúk vykoná komisia sprístupnením jej obsahu</w:t>
      </w:r>
      <w:r w:rsidR="006740D2" w:rsidRPr="00A56355">
        <w:t xml:space="preserve"> v systéme JOSEPHINE</w:t>
      </w:r>
      <w:r w:rsidRPr="00A56355">
        <w:t xml:space="preserve">. </w:t>
      </w:r>
    </w:p>
    <w:p w14:paraId="147812F7" w14:textId="0D6DFA9F" w:rsidR="00783404" w:rsidRPr="00A56355" w:rsidRDefault="00783404" w:rsidP="007D3A0F">
      <w:pPr>
        <w:pStyle w:val="Nadpis4"/>
      </w:pPr>
      <w:r w:rsidRPr="00A56355">
        <w:t xml:space="preserve">Otváranie ponúk sa uskutoční elektronicky. Otváranie ponúk je plánované na </w:t>
      </w:r>
      <w:r w:rsidR="0092757A">
        <w:rPr>
          <w:b/>
          <w:bCs/>
        </w:rPr>
        <w:t>2</w:t>
      </w:r>
      <w:r w:rsidR="00983198">
        <w:rPr>
          <w:b/>
          <w:bCs/>
        </w:rPr>
        <w:t>7</w:t>
      </w:r>
      <w:r w:rsidR="0092757A">
        <w:rPr>
          <w:b/>
          <w:bCs/>
        </w:rPr>
        <w:t>.10.2022</w:t>
      </w:r>
      <w:r w:rsidR="0092757A" w:rsidRPr="00A56355">
        <w:t xml:space="preserve"> </w:t>
      </w:r>
      <w:r w:rsidR="00460396" w:rsidRPr="00A56355">
        <w:t xml:space="preserve"> </w:t>
      </w:r>
      <w:r w:rsidRPr="00A56355">
        <w:rPr>
          <w:b/>
          <w:bCs/>
        </w:rPr>
        <w:t xml:space="preserve">o </w:t>
      </w:r>
      <w:r w:rsidR="00FF16DC" w:rsidRPr="00A56355">
        <w:rPr>
          <w:b/>
          <w:bCs/>
        </w:rPr>
        <w:t>1</w:t>
      </w:r>
      <w:r w:rsidR="00C7689A">
        <w:rPr>
          <w:b/>
          <w:bCs/>
        </w:rPr>
        <w:t>3</w:t>
      </w:r>
      <w:r w:rsidRPr="00A56355">
        <w:rPr>
          <w:b/>
          <w:bCs/>
        </w:rPr>
        <w:t>:00</w:t>
      </w:r>
      <w:r w:rsidRPr="00A56355">
        <w:t xml:space="preserve">. Miestom sprístupnenia ponúk je webová adresa https://josephine.proebiz.com/ a totožná záložka ako pri predkladaní ponúk. </w:t>
      </w:r>
    </w:p>
    <w:p w14:paraId="5D7C4DCB" w14:textId="77777777" w:rsidR="00783404" w:rsidRPr="00A56355" w:rsidRDefault="00783404" w:rsidP="007D3A0F">
      <w:pPr>
        <w:pStyle w:val="Nadpis4"/>
      </w:pPr>
      <w:r w:rsidRPr="00A56355">
        <w:t xml:space="preserve">Otváranie ponúk komisiou bude v zmysle § 52 ods. 2 ZVO verejné. 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04C14A34" w14:textId="2D94DD5A" w:rsidR="00783404" w:rsidRDefault="00460396" w:rsidP="007D3A0F">
      <w:pPr>
        <w:pStyle w:val="Nadpis4"/>
      </w:pPr>
      <w:r w:rsidRPr="00A56355">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783404" w:rsidRPr="00A56355">
        <w:t>.</w:t>
      </w:r>
    </w:p>
    <w:p w14:paraId="42FC96D8" w14:textId="78F80B6D" w:rsidR="00503743" w:rsidRPr="00503743" w:rsidRDefault="00503743" w:rsidP="007D3A0F">
      <w:pPr>
        <w:pStyle w:val="Nadpis4"/>
      </w:pPr>
      <w:r w:rsidRPr="00503743">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fldChar w:fldCharType="begin"/>
      </w:r>
      <w:r>
        <w:instrText xml:space="preserve"> REF _Ref107393917 \r \h </w:instrText>
      </w:r>
      <w:r>
        <w:fldChar w:fldCharType="separate"/>
      </w:r>
      <w:r>
        <w:t>2</w:t>
      </w:r>
      <w:r w:rsidR="00C7689A">
        <w:t>2</w:t>
      </w:r>
      <w:r>
        <w:t>.4</w:t>
      </w:r>
      <w:r>
        <w:fldChar w:fldCharType="end"/>
      </w:r>
      <w:r>
        <w:t xml:space="preserve"> </w:t>
      </w:r>
      <w:r w:rsidRPr="00503743">
        <w:t>tejto časti súťažných podkladov.</w:t>
      </w:r>
    </w:p>
    <w:p w14:paraId="4325E6C3" w14:textId="30C14D43" w:rsidR="00EF2D37" w:rsidRPr="00A56355" w:rsidRDefault="00EF2D37" w:rsidP="0096365D">
      <w:pPr>
        <w:pStyle w:val="Nadpis3"/>
      </w:pPr>
      <w:bookmarkStart w:id="271" w:name="_Toc4416631"/>
      <w:bookmarkStart w:id="272" w:name="_Toc4416925"/>
      <w:bookmarkStart w:id="273" w:name="_Toc4416974"/>
      <w:bookmarkStart w:id="274" w:name="_Ref4423141"/>
      <w:bookmarkStart w:id="275" w:name="_Ref4423334"/>
      <w:bookmarkStart w:id="276" w:name="_Ref4423373"/>
      <w:bookmarkStart w:id="277" w:name="_Toc114833222"/>
      <w:bookmarkStart w:id="278" w:name="_Toc444084960"/>
      <w:r w:rsidRPr="00A56355">
        <w:t>Vyhodnotenie splnenia podmienok účasti, vysvetľovanie a vyhodnocovanie ponúk</w:t>
      </w:r>
      <w:bookmarkEnd w:id="271"/>
      <w:bookmarkEnd w:id="272"/>
      <w:bookmarkEnd w:id="273"/>
      <w:bookmarkEnd w:id="274"/>
      <w:bookmarkEnd w:id="275"/>
      <w:bookmarkEnd w:id="276"/>
      <w:bookmarkEnd w:id="277"/>
      <w:r w:rsidRPr="00A56355">
        <w:t xml:space="preserve"> </w:t>
      </w:r>
      <w:bookmarkEnd w:id="278"/>
    </w:p>
    <w:p w14:paraId="6B473D13" w14:textId="77777777" w:rsidR="00BB6C25" w:rsidRPr="00BB6C25" w:rsidRDefault="00BB6C25" w:rsidP="007D3A0F">
      <w:pPr>
        <w:pStyle w:val="Nadpis4"/>
      </w:pPr>
      <w:bookmarkStart w:id="279" w:name="_Hlk114662947"/>
      <w:r w:rsidRPr="00BB6C25">
        <w:t>Verejný obstarávateľ bude na vyhodnotenie ponúk aplikovať postup v zmysle § 66 ods. 7 písm. b)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26FEFBAA" w14:textId="77777777" w:rsidR="00BB6C25" w:rsidRPr="00BB6C25" w:rsidRDefault="00BB6C25" w:rsidP="007D3A0F">
      <w:pPr>
        <w:pStyle w:val="Nadpis4"/>
        <w:rPr>
          <w:b/>
        </w:rPr>
      </w:pPr>
      <w:r w:rsidRPr="00BB6C25">
        <w:t>Vyhodnocovanie ponúk je neverejné.</w:t>
      </w:r>
    </w:p>
    <w:p w14:paraId="1F0962AE" w14:textId="287A377A" w:rsidR="00BB6C25" w:rsidRPr="00BB6C25" w:rsidRDefault="00BB6C25" w:rsidP="007D3A0F">
      <w:pPr>
        <w:pStyle w:val="Nadpis4"/>
      </w:pPr>
      <w:r w:rsidRPr="00BB6C25">
        <w:t xml:space="preserve">Verejný obstarávateľ najprv vyhodnocuje ponuky na základe údajov uvedených v ich návrhu na plnenie kritérií podľa kritérií na hodnotenie ponúk uvedených v Oznámení a spôsobom určeným v Časti </w:t>
      </w:r>
      <w:r>
        <w:t>E</w:t>
      </w:r>
      <w:r w:rsidRPr="00BB6C25">
        <w:t xml:space="preserve">. Kritériá na hodnotenie ponúk týchto súťažných podkladov, ktoré sú nediskriminačné a podporujú hospodársku súťaž. </w:t>
      </w:r>
    </w:p>
    <w:p w14:paraId="461B7059" w14:textId="4814438B" w:rsidR="00BB6C25" w:rsidRPr="00BB6C25" w:rsidRDefault="00BB6C25" w:rsidP="007D3A0F">
      <w:pPr>
        <w:pStyle w:val="Nadpis4"/>
      </w:pPr>
      <w:r w:rsidRPr="00BB6C25">
        <w:t xml:space="preserve">Ceny uvedené v ponukách uchádzačov sa budú vyhodnocovať spôsobom určeným v Časti </w:t>
      </w:r>
      <w:r>
        <w:t>E</w:t>
      </w:r>
      <w:r w:rsidRPr="00BB6C25">
        <w:t>. Kritériá hodnotenia ponúk týchto súťažných podkladov v mene euro (EUR). Hodnotené budú ceny vrátane DPH.</w:t>
      </w:r>
    </w:p>
    <w:p w14:paraId="25B1D695" w14:textId="77777777" w:rsidR="00BB6C25" w:rsidRPr="00BB6C25" w:rsidRDefault="00BB6C25" w:rsidP="007D3A0F">
      <w:pPr>
        <w:pStyle w:val="Nadpis4"/>
      </w:pPr>
      <w:r w:rsidRPr="00BB6C25">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3281DA36" w14:textId="77777777" w:rsidR="00BB6C25" w:rsidRPr="00BB6C25" w:rsidRDefault="00BB6C25" w:rsidP="007D3A0F">
      <w:pPr>
        <w:pStyle w:val="Nadpis4"/>
      </w:pPr>
      <w:r w:rsidRPr="00BB6C25">
        <w:t>V prípade matematických chýb bude umožnené uchádzačovi vysvetliť ponuku v súlade s ustanovením § 53 ods. 1 ZVO a Výkladovým stanoviskom Úradu pre verejné obstarávanie č. 1/2021 zo dňa 05.02.2021.</w:t>
      </w:r>
    </w:p>
    <w:p w14:paraId="3A9D196B" w14:textId="77777777" w:rsidR="00BB6C25" w:rsidRPr="00BB6C25" w:rsidRDefault="00BB6C25" w:rsidP="007D3A0F">
      <w:pPr>
        <w:pStyle w:val="Nadpis4"/>
      </w:pPr>
      <w:r w:rsidRPr="00BB6C25">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37E4E282" w14:textId="77777777" w:rsidR="00BB6C25" w:rsidRPr="00BB6C25" w:rsidRDefault="00BB6C25" w:rsidP="007D3A0F">
      <w:pPr>
        <w:pStyle w:val="Nadpis4"/>
      </w:pPr>
      <w:r w:rsidRPr="00BB6C25">
        <w:t>Z procesu vyhodnocovania bude vylúčená ponuka uchádzača, ak bude naplnená niektorá z podmienok uvedených v ustanovení § 53 ods. 5 ZVO.</w:t>
      </w:r>
    </w:p>
    <w:p w14:paraId="62D25763" w14:textId="77777777" w:rsidR="00BB6C25" w:rsidRPr="00BB6C25" w:rsidRDefault="00BB6C25" w:rsidP="007D3A0F">
      <w:pPr>
        <w:pStyle w:val="Nadpis4"/>
      </w:pPr>
      <w:r w:rsidRPr="00BB6C25">
        <w:t>Uchádzač bude písomne upovedomený o vylúčení jeho ponuky z verejnej súťaže s uvedením dôvodu a lehoty, v ktorej môžu byť doručené námietky podľa § 170 ods. 3 písm. d) ZVO.</w:t>
      </w:r>
    </w:p>
    <w:p w14:paraId="3A6F59B7" w14:textId="77777777" w:rsidR="00BB6C25" w:rsidRPr="00BB6C25" w:rsidRDefault="00BB6C25" w:rsidP="007D3A0F">
      <w:pPr>
        <w:pStyle w:val="Nadpis4"/>
      </w:pPr>
      <w:r w:rsidRPr="00BB6C25">
        <w:t xml:space="preserve">Komisia ďalej po vyhodnotení ponúk na základe kritérií na vyhodnotenie ponúk posudzuje ponuky z hľadiska splnenia podmienok účasti a požiadaviek na predmet zákazky. Posudzovanie komisiou je neverejné. </w:t>
      </w:r>
    </w:p>
    <w:p w14:paraId="5CD198C5" w14:textId="77777777" w:rsidR="00BB6C25" w:rsidRPr="00BB6C25" w:rsidRDefault="00BB6C25" w:rsidP="007D3A0F">
      <w:pPr>
        <w:pStyle w:val="Nadpis4"/>
      </w:pPr>
      <w:r w:rsidRPr="00BB6C25">
        <w:lastRenderedPageBreak/>
        <w:t xml:space="preserve">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6FDEAEDB" w14:textId="12E68C6C" w:rsidR="00BB6C25" w:rsidRPr="00BB6C25" w:rsidRDefault="00BB6C25" w:rsidP="007D3A0F">
      <w:pPr>
        <w:pStyle w:val="Nadpis4"/>
      </w:pPr>
      <w:r w:rsidRPr="00BB6C25">
        <w:t xml:space="preserve">Verejný obstarávateľ posudzuje splnenie podmienok účasti v súlade s Oznámením a Časťou </w:t>
      </w:r>
      <w:r>
        <w:t>F</w:t>
      </w:r>
      <w:r w:rsidRPr="00BB6C25">
        <w:t>. Podmienky účasti uchádzačov súťažných podkladov. Posúdenie splnenia podmienok účasti uchádzačov bude založené na posúdení splnenia podmienok účasti týkajúcich sa:</w:t>
      </w:r>
    </w:p>
    <w:p w14:paraId="7C4E0140" w14:textId="77777777" w:rsidR="00BB6C25" w:rsidRPr="008E1487" w:rsidRDefault="00BB6C25" w:rsidP="008E1487">
      <w:pPr>
        <w:pStyle w:val="Nadpis6"/>
        <w:rPr>
          <w:b/>
        </w:rPr>
      </w:pPr>
      <w:r w:rsidRPr="00BB6C25">
        <w:t>osobného postavenia uchádzača podľa § 32 ZVO,</w:t>
      </w:r>
    </w:p>
    <w:p w14:paraId="5410AD62" w14:textId="32AC4275" w:rsidR="00BB6C25" w:rsidRPr="00BB6C25" w:rsidRDefault="0007624D" w:rsidP="008E1487">
      <w:pPr>
        <w:pStyle w:val="Nadpis6"/>
        <w:rPr>
          <w:b/>
        </w:rPr>
      </w:pPr>
      <w:r>
        <w:t>technickej a odbornej spôsobilosti</w:t>
      </w:r>
      <w:r w:rsidR="00BB6C25" w:rsidRPr="00BB6C25">
        <w:t xml:space="preserve"> uchádzača podľa § 3</w:t>
      </w:r>
      <w:r>
        <w:t>4</w:t>
      </w:r>
      <w:r w:rsidR="00BB6C25" w:rsidRPr="00BB6C25">
        <w:t xml:space="preserve"> ZVO.</w:t>
      </w:r>
    </w:p>
    <w:p w14:paraId="1ED85FF8" w14:textId="77777777" w:rsidR="00BB6C25" w:rsidRPr="00BB6C25" w:rsidRDefault="00BB6C25" w:rsidP="007D3A0F">
      <w:pPr>
        <w:pStyle w:val="Nadpis4"/>
        <w:rPr>
          <w:b/>
        </w:rPr>
      </w:pPr>
      <w:bookmarkStart w:id="280" w:name="_Ref510514528"/>
      <w:r w:rsidRPr="00BB6C25">
        <w:t>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End w:id="280"/>
    </w:p>
    <w:p w14:paraId="6DE67EFD" w14:textId="7B7F6645" w:rsidR="00BB6C25" w:rsidRPr="00BB6C25" w:rsidRDefault="00BB6C25" w:rsidP="007D3A0F">
      <w:pPr>
        <w:pStyle w:val="Nadpis4"/>
        <w:numPr>
          <w:ilvl w:val="3"/>
          <w:numId w:val="17"/>
        </w:numPr>
        <w:rPr>
          <w:b/>
        </w:rPr>
      </w:pPr>
      <w:r w:rsidRPr="00BB6C25">
        <w:t>dvoch pracovných dní odo dňa odoslania žiadosti, ak sa komunikácia uskutočňuje prostredníctvom elektronických prostriedkov,</w:t>
      </w:r>
    </w:p>
    <w:p w14:paraId="3EA29E34" w14:textId="36F73D97" w:rsidR="00BB6C25" w:rsidRPr="00BB6C25" w:rsidRDefault="00BB6C25" w:rsidP="007D3A0F">
      <w:pPr>
        <w:pStyle w:val="Nadpis4"/>
        <w:numPr>
          <w:ilvl w:val="3"/>
          <w:numId w:val="17"/>
        </w:numPr>
        <w:rPr>
          <w:b/>
        </w:rPr>
      </w:pPr>
      <w:r w:rsidRPr="00BB6C25">
        <w:t>piatich pracovných dní odo dňa doručenia žiadosti, ak sa komunikácia uskutočňuje inak, ako podľa bodu 24.1</w:t>
      </w:r>
      <w:r w:rsidR="00D8691D">
        <w:t>3, prvá odrážka</w:t>
      </w:r>
      <w:r w:rsidRPr="00BB6C25">
        <w:t xml:space="preserve"> vyššie.</w:t>
      </w:r>
    </w:p>
    <w:p w14:paraId="7F9C191D" w14:textId="77777777" w:rsidR="00BB6C25" w:rsidRPr="00BB6C25" w:rsidRDefault="00BB6C25" w:rsidP="007D3A0F">
      <w:pPr>
        <w:pStyle w:val="Nadpis4"/>
      </w:pPr>
      <w:r w:rsidRPr="00BB6C25">
        <w:t xml:space="preserve">Verejný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 8 ZVO. </w:t>
      </w:r>
    </w:p>
    <w:p w14:paraId="227C60C7" w14:textId="77777777" w:rsidR="00BB6C25" w:rsidRPr="00BB6C25" w:rsidRDefault="00BB6C25" w:rsidP="007D3A0F">
      <w:pPr>
        <w:pStyle w:val="Nadpis4"/>
      </w:pPr>
      <w:r w:rsidRPr="00BB6C25">
        <w:t>Verejný obstarávateľ môže 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89973DC" w14:textId="77777777" w:rsidR="00BB6C25" w:rsidRPr="00BB6C25" w:rsidRDefault="00BB6C25" w:rsidP="007D3A0F">
      <w:pPr>
        <w:pStyle w:val="Nadpis4"/>
      </w:pPr>
      <w:r w:rsidRPr="00BB6C25">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51FE6FED" w14:textId="77777777" w:rsidR="00BB6C25" w:rsidRPr="00BB6C25" w:rsidRDefault="00BB6C25" w:rsidP="007D3A0F">
      <w:pPr>
        <w:pStyle w:val="Nadpis4"/>
        <w:rPr>
          <w:b/>
        </w:rPr>
      </w:pPr>
      <w:r w:rsidRPr="00BB6C25">
        <w:t>Verejný obstarávateľ vyhodnotí splnenie podmienok účasti v súlade s ustanoveniami § 40 ZVO.</w:t>
      </w:r>
    </w:p>
    <w:p w14:paraId="2918A8FF" w14:textId="77777777" w:rsidR="00BB6C25" w:rsidRPr="00BB6C25" w:rsidRDefault="00BB6C25" w:rsidP="007D3A0F">
      <w:pPr>
        <w:pStyle w:val="Nadpis4"/>
      </w:pPr>
      <w:r w:rsidRPr="00BB6C25">
        <w:t>Verejný obstarávateľ písomne požiada uchádzača o nahradenie subdodávateľa, ak má subdodávateľ sídlo v treťom štáte, alebo ak ide o zákazku, o ktorých to ustanoví Slovenskej republiky (ďalej len „</w:t>
      </w:r>
      <w:r w:rsidRPr="00BB6C25">
        <w:rPr>
          <w:b/>
          <w:bCs/>
        </w:rPr>
        <w:t>vláda</w:t>
      </w:r>
      <w:r w:rsidRPr="00BB6C25">
        <w:t>“) nariadením. Verejný obstarávateľ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2180692" w14:textId="77777777" w:rsidR="00BB6C25" w:rsidRPr="00BB6C25" w:rsidRDefault="00BB6C25" w:rsidP="007D3A0F">
      <w:pPr>
        <w:pStyle w:val="Nadpis4"/>
      </w:pPr>
      <w:r w:rsidRPr="00BB6C25">
        <w:t xml:space="preserve"> Verejný obstarávateľ vylúči kedykoľvek počas verejného obstarávania uchádzača, ak bude naplnená niektorá z podmienok uvedených v ustanovení § 40 ods. 6 a 7 ZVO a môže uchádzača vylúčiť ak bude naplnená niektorá z podmienok ustanovenia § 40 ods. 8 ZVO.</w:t>
      </w:r>
    </w:p>
    <w:p w14:paraId="5EC0D0E6" w14:textId="77777777" w:rsidR="00BB6C25" w:rsidRPr="00BB6C25" w:rsidRDefault="00BB6C25" w:rsidP="007D3A0F">
      <w:pPr>
        <w:pStyle w:val="Nadpis4"/>
      </w:pPr>
      <w:r w:rsidRPr="00BB6C25">
        <w:t>Uchádzač bude písomne upovedomený o jeho vylúčení z verejnej súťaže z dôvodu nesplnenia podmienok účasti s uvedením dôvodu a lehoty, v ktorej môže byť doručená námietka podľa § 170 ods. 3 písm. d) ZVO.</w:t>
      </w:r>
    </w:p>
    <w:p w14:paraId="261AFACC" w14:textId="77777777" w:rsidR="00BB6C25" w:rsidRPr="00BB6C25" w:rsidRDefault="00BB6C25" w:rsidP="007D3A0F">
      <w:pPr>
        <w:pStyle w:val="Nadpis4"/>
      </w:pPr>
      <w:r w:rsidRPr="00BB6C25">
        <w:t xml:space="preserve">Komisia ďalej vyhodnocuje ponuky z hľadiska splnenia požiadaviek verejného obstarávateľa na predmet zákazky. Komisia posúdi zloženie zábezpeky. </w:t>
      </w:r>
    </w:p>
    <w:p w14:paraId="74142585" w14:textId="77777777" w:rsidR="00BB6C25" w:rsidRPr="00BB6C25" w:rsidRDefault="00BB6C25" w:rsidP="007D3A0F">
      <w:pPr>
        <w:pStyle w:val="Nadpis4"/>
      </w:pPr>
      <w:r w:rsidRPr="00BB6C25">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43F04F1C" w14:textId="77777777" w:rsidR="00BB6C25" w:rsidRPr="00BB6C25" w:rsidRDefault="00BB6C25" w:rsidP="007D3A0F">
      <w:pPr>
        <w:pStyle w:val="Nadpis4"/>
        <w:rPr>
          <w:b/>
        </w:rPr>
      </w:pPr>
      <w:r w:rsidRPr="00BB6C25">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ZVO.</w:t>
      </w:r>
    </w:p>
    <w:p w14:paraId="7517BF4F" w14:textId="3457D4E9" w:rsidR="00BB6C25" w:rsidRPr="00BB6C25" w:rsidRDefault="00BB6C25" w:rsidP="007D3A0F">
      <w:pPr>
        <w:pStyle w:val="Nadpis4"/>
        <w:rPr>
          <w:b/>
        </w:rPr>
      </w:pPr>
      <w:r w:rsidRPr="00BB6C25">
        <w:t xml:space="preserve">Uchádzač bude písomne upovedomený o vylúčení jeho ponuky z verejnej súťaže s uvedením </w:t>
      </w:r>
      <w:r w:rsidRPr="00BB6C25">
        <w:lastRenderedPageBreak/>
        <w:t>dôvodu a lehoty, v ktorej môžu byť doručené námietky podľa § 170 ods. 3 písm. d) ZVO.</w:t>
      </w:r>
    </w:p>
    <w:p w14:paraId="68E1E002" w14:textId="3C0A4521" w:rsidR="00EF2D37" w:rsidRPr="00A56355" w:rsidRDefault="00EF2D37" w:rsidP="0096365D">
      <w:pPr>
        <w:pStyle w:val="Nadpis3"/>
      </w:pPr>
      <w:bookmarkStart w:id="281" w:name="_Toc102737482"/>
      <w:bookmarkStart w:id="282" w:name="_Toc534377217"/>
      <w:bookmarkStart w:id="283" w:name="_Toc534377218"/>
      <w:bookmarkStart w:id="284" w:name="_Toc534377219"/>
      <w:bookmarkStart w:id="285" w:name="_Toc534377220"/>
      <w:bookmarkStart w:id="286" w:name="_Toc534377221"/>
      <w:bookmarkStart w:id="287" w:name="_Toc534377222"/>
      <w:bookmarkStart w:id="288" w:name="_Toc534377223"/>
      <w:bookmarkStart w:id="289" w:name="_Toc534377224"/>
      <w:bookmarkStart w:id="290" w:name="_Toc534377225"/>
      <w:bookmarkStart w:id="291" w:name="_Toc534377226"/>
      <w:bookmarkStart w:id="292" w:name="_Toc534377227"/>
      <w:bookmarkStart w:id="293" w:name="_Toc534377228"/>
      <w:bookmarkStart w:id="294" w:name="_Toc534377229"/>
      <w:bookmarkStart w:id="295" w:name="_Toc534377230"/>
      <w:bookmarkStart w:id="296" w:name="_Toc534377231"/>
      <w:bookmarkStart w:id="297" w:name="_Toc534377232"/>
      <w:bookmarkStart w:id="298" w:name="_Toc534377233"/>
      <w:bookmarkStart w:id="299" w:name="_Toc534377234"/>
      <w:bookmarkStart w:id="300" w:name="_Toc534377235"/>
      <w:bookmarkStart w:id="301" w:name="_Toc534377236"/>
      <w:bookmarkStart w:id="302" w:name="_Toc534377237"/>
      <w:bookmarkStart w:id="303" w:name="_Toc534377238"/>
      <w:bookmarkStart w:id="304" w:name="_Toc534377239"/>
      <w:bookmarkStart w:id="305" w:name="_Toc534377240"/>
      <w:bookmarkStart w:id="306" w:name="_Toc534377241"/>
      <w:bookmarkStart w:id="307" w:name="_Toc534377242"/>
      <w:bookmarkStart w:id="308" w:name="_Toc534377243"/>
      <w:bookmarkStart w:id="309" w:name="_Toc444084961"/>
      <w:bookmarkStart w:id="310" w:name="_Toc4416632"/>
      <w:bookmarkStart w:id="311" w:name="_Toc4416926"/>
      <w:bookmarkStart w:id="312" w:name="_Toc4416975"/>
      <w:bookmarkStart w:id="313" w:name="_Toc114833223"/>
      <w:bookmarkEnd w:id="27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A56355">
        <w:t xml:space="preserve">Dôvernosť procesu </w:t>
      </w:r>
      <w:r w:rsidR="0035086C" w:rsidRPr="00A56355">
        <w:t>Verejn</w:t>
      </w:r>
      <w:r w:rsidRPr="00A56355">
        <w:t>ého obstarávania</w:t>
      </w:r>
      <w:bookmarkEnd w:id="309"/>
      <w:bookmarkEnd w:id="310"/>
      <w:bookmarkEnd w:id="311"/>
      <w:bookmarkEnd w:id="312"/>
      <w:bookmarkEnd w:id="313"/>
    </w:p>
    <w:p w14:paraId="3C5B8E49" w14:textId="1DBB4AC9" w:rsidR="00EF2D37" w:rsidRPr="00A56355" w:rsidRDefault="00EF2D37" w:rsidP="007D3A0F">
      <w:pPr>
        <w:pStyle w:val="Nadpis4"/>
      </w:pPr>
      <w:r w:rsidRPr="00A56355">
        <w:t xml:space="preserve">Informácie týkajúce sa preskúmania, vysvetľovania a vyhodnocovania ponúk sú počas prebiehajúceho procesu dôverné. Členovia komisie na vyhodnotenie ponúk a zodpovedné osoby </w:t>
      </w:r>
      <w:r w:rsidR="0035086C" w:rsidRPr="00A56355">
        <w:t>Verejn</w:t>
      </w:r>
      <w:r w:rsidRPr="00A56355">
        <w:t xml:space="preserve">ého obstarávateľa nesmú/nebudú počas prebiehajúceho procesu vyhlásenej </w:t>
      </w:r>
      <w:r w:rsidR="0035086C" w:rsidRPr="00A56355">
        <w:t>Verejn</w:t>
      </w:r>
      <w:r w:rsidR="00ED2972" w:rsidRPr="00A56355">
        <w:t xml:space="preserve">ej </w:t>
      </w:r>
      <w:r w:rsidRPr="00A56355">
        <w:t xml:space="preserve">súťaže poskytovať alebo zverejňovať uvedené informácie o obsahu ponúk ani uchádzačom, ani žiadnym iným tretím osobám. </w:t>
      </w:r>
    </w:p>
    <w:p w14:paraId="1F6E4D08" w14:textId="1DAF0E07" w:rsidR="00EF2D37" w:rsidRPr="00A56355" w:rsidRDefault="00EF2D37" w:rsidP="007D3A0F">
      <w:pPr>
        <w:pStyle w:val="Nadpis4"/>
      </w:pPr>
      <w:bookmarkStart w:id="314" w:name="_Ref4422446"/>
      <w:r w:rsidRPr="00A56355">
        <w:t>Obchodné tajomstvo a informácie, ktoré uchádzač v ponuke označí za dôverné, nebudú zverejnené alebo inak použité bez predchádzajúceho súhlasu uchádzača, pokiaľ:</w:t>
      </w:r>
      <w:bookmarkEnd w:id="314"/>
    </w:p>
    <w:p w14:paraId="658DDC75" w14:textId="77777777" w:rsidR="00EF2D37" w:rsidRPr="00A56355" w:rsidRDefault="00EF2D37" w:rsidP="008E1487">
      <w:pPr>
        <w:pStyle w:val="Nadpis6"/>
      </w:pPr>
      <w:r w:rsidRPr="00A56355">
        <w:t>uvedené nebude v rozpore so ZVO a</w:t>
      </w:r>
      <w:r w:rsidRPr="00A56355">
        <w:rPr>
          <w:rFonts w:cstheme="minorBidi"/>
        </w:rPr>
        <w:t> </w:t>
      </w:r>
      <w:r w:rsidRPr="00A56355">
        <w:t>in</w:t>
      </w:r>
      <w:r w:rsidRPr="00A56355">
        <w:rPr>
          <w:rFonts w:cstheme="minorBidi"/>
        </w:rPr>
        <w:t>ý</w:t>
      </w:r>
      <w:r w:rsidRPr="00A56355">
        <w:t>mi v</w:t>
      </w:r>
      <w:r w:rsidRPr="00A56355">
        <w:rPr>
          <w:rFonts w:cstheme="minorBidi"/>
        </w:rPr>
        <w:t>š</w:t>
      </w:r>
      <w:r w:rsidRPr="00A56355">
        <w:t>eobecne z</w:t>
      </w:r>
      <w:r w:rsidRPr="00A56355">
        <w:rPr>
          <w:rFonts w:cstheme="minorBidi"/>
        </w:rPr>
        <w:t>á</w:t>
      </w:r>
      <w:r w:rsidRPr="00A56355">
        <w:t>v</w:t>
      </w:r>
      <w:r w:rsidRPr="00A56355">
        <w:rPr>
          <w:rFonts w:cstheme="minorBidi"/>
        </w:rPr>
        <w:t>ä</w:t>
      </w:r>
      <w:r w:rsidRPr="00A56355">
        <w:t>zn</w:t>
      </w:r>
      <w:r w:rsidRPr="00A56355">
        <w:rPr>
          <w:rFonts w:cstheme="minorBidi"/>
        </w:rPr>
        <w:t>ý</w:t>
      </w:r>
      <w:r w:rsidRPr="00A56355">
        <w:t>mi pr</w:t>
      </w:r>
      <w:r w:rsidRPr="00A56355">
        <w:rPr>
          <w:rFonts w:cstheme="minorBidi"/>
        </w:rPr>
        <w:t>á</w:t>
      </w:r>
      <w:r w:rsidRPr="00A56355">
        <w:t>vnymi predpismi (napr. povinnos</w:t>
      </w:r>
      <w:r w:rsidRPr="00A56355">
        <w:rPr>
          <w:rFonts w:cstheme="minorBidi"/>
        </w:rPr>
        <w:t>ť</w:t>
      </w:r>
      <w:r w:rsidRPr="00A56355">
        <w:t xml:space="preserve"> zverej</w:t>
      </w:r>
      <w:r w:rsidRPr="00A56355">
        <w:rPr>
          <w:rFonts w:cstheme="minorBidi"/>
        </w:rPr>
        <w:t>ň</w:t>
      </w:r>
      <w:r w:rsidRPr="00A56355">
        <w:t>ova</w:t>
      </w:r>
      <w:r w:rsidRPr="00A56355">
        <w:rPr>
          <w:rFonts w:cstheme="minorBidi"/>
        </w:rPr>
        <w:t>ť</w:t>
      </w:r>
      <w:r w:rsidRPr="00A56355">
        <w:t xml:space="preserve"> zmluvy pod</w:t>
      </w:r>
      <w:r w:rsidRPr="00A56355">
        <w:rPr>
          <w:rFonts w:cstheme="minorBidi"/>
        </w:rPr>
        <w:t>ľ</w:t>
      </w:r>
      <w:r w:rsidRPr="00A56355">
        <w:t>a osobitn</w:t>
      </w:r>
      <w:r w:rsidRPr="00A56355">
        <w:rPr>
          <w:rFonts w:cstheme="minorBidi"/>
        </w:rPr>
        <w:t>é</w:t>
      </w:r>
      <w:r w:rsidRPr="00A56355">
        <w:t>ho predpisu),</w:t>
      </w:r>
    </w:p>
    <w:p w14:paraId="61107FA5" w14:textId="0B8E58B4" w:rsidR="00E57877" w:rsidRPr="00A56355" w:rsidRDefault="00EF2D37" w:rsidP="008E1487">
      <w:pPr>
        <w:pStyle w:val="Nadpis6"/>
      </w:pPr>
      <w:r w:rsidRPr="00A56355">
        <w:t>z</w:t>
      </w:r>
      <w:r w:rsidRPr="00A56355">
        <w:rPr>
          <w:rFonts w:cstheme="minorBidi"/>
        </w:rPr>
        <w:t> </w:t>
      </w:r>
      <w:r w:rsidRPr="00A56355">
        <w:t>obsahu ponuky bude nepochybne jasné, ktoré informácie považuje uchádzač za dôverné</w:t>
      </w:r>
      <w:r w:rsidR="00E67777" w:rsidRPr="00A56355">
        <w:t>.</w:t>
      </w:r>
    </w:p>
    <w:p w14:paraId="5D9CF09B" w14:textId="745720FA" w:rsidR="00EF2D37" w:rsidRPr="00A56355" w:rsidRDefault="00EF2D37" w:rsidP="007D3A0F">
      <w:pPr>
        <w:pStyle w:val="Nadpis4"/>
      </w:pPr>
      <w:r w:rsidRPr="00A56355">
        <w:t xml:space="preserve">V opačnom prípade </w:t>
      </w:r>
      <w:r w:rsidR="00CA135B" w:rsidRPr="00A56355">
        <w:t xml:space="preserve">je </w:t>
      </w:r>
      <w:r w:rsidR="0035086C" w:rsidRPr="00A56355">
        <w:t>Verejn</w:t>
      </w:r>
      <w:r w:rsidRPr="00A56355">
        <w:t xml:space="preserve">ý obstarávateľ </w:t>
      </w:r>
      <w:r w:rsidR="00CA135B" w:rsidRPr="00A56355">
        <w:t xml:space="preserve">oprávnený zverejniť v súlade so ZVO </w:t>
      </w:r>
      <w:r w:rsidRPr="00A56355">
        <w:t>v </w:t>
      </w:r>
      <w:r w:rsidR="00793365" w:rsidRPr="00A56355">
        <w:t>P</w:t>
      </w:r>
      <w:r w:rsidRPr="00A56355">
        <w:t xml:space="preserve">rofile kompletnú ponuku, pričom </w:t>
      </w:r>
      <w:r w:rsidR="0035086C" w:rsidRPr="00A56355">
        <w:t>Verejn</w:t>
      </w:r>
      <w:r w:rsidRPr="00A56355">
        <w:t xml:space="preserve">ý obstarávateľ </w:t>
      </w:r>
      <w:r w:rsidR="00C94FFE" w:rsidRPr="00C94FFE">
        <w:t xml:space="preserve">a osoba (uvedená v bode 1 Časti A. Pokyny pre uchádzačov) vykonávajúca pre verejného obstarávateľa niektoré činnosti spojené s realizáciou postupu zadávania tejto zákazky, </w:t>
      </w:r>
      <w:r w:rsidRPr="00A56355">
        <w:t>bud</w:t>
      </w:r>
      <w:r w:rsidR="00C94FFE">
        <w:t>ú</w:t>
      </w:r>
      <w:r w:rsidRPr="00A56355">
        <w:t xml:space="preserve"> vždy zbaven</w:t>
      </w:r>
      <w:r w:rsidR="00C94FFE">
        <w:t>í</w:t>
      </w:r>
      <w:r w:rsidRPr="00A56355">
        <w:t xml:space="preserve"> a ochránen</w:t>
      </w:r>
      <w:r w:rsidR="00C94FFE">
        <w:t>í</w:t>
      </w:r>
      <w:r w:rsidRPr="00A56355">
        <w:t xml:space="preserve"> pred akoukoľvek potenciálnou ujmou, ktorá </w:t>
      </w:r>
      <w:r w:rsidR="0085318F" w:rsidRPr="00A56355">
        <w:t xml:space="preserve">mu </w:t>
      </w:r>
      <w:r w:rsidRPr="00A56355">
        <w:t xml:space="preserve">môže byť spôsobená porušením vyššie opísanej povinnosti uchádzača. Predložením ponuky uchádzač vyjadruje svoju jednoznačnú vôľu byť viazaný týmto ustanovením.  </w:t>
      </w:r>
    </w:p>
    <w:p w14:paraId="175B13F6" w14:textId="77777777" w:rsidR="00C94FFE" w:rsidRDefault="00EF2D37" w:rsidP="007D3A0F">
      <w:pPr>
        <w:pStyle w:val="Nadpis4"/>
      </w:pPr>
      <w:r w:rsidRPr="00A56355">
        <w:t xml:space="preserve">Za dôverné informácie môže uchádzač </w:t>
      </w:r>
      <w:r w:rsidR="00FD5B21" w:rsidRPr="00A56355">
        <w:t xml:space="preserve">v súlade s § 22 ZVO </w:t>
      </w:r>
      <w:r w:rsidRPr="00A56355">
        <w:t>označiť výhradne obchodné tajomstvo, technické riešenia a predlohy, návody, výkresy, projektové dokumentácie, modely, spôsob výpočtu jednotkových cien a ak sa neuvádzajú jednotkové ceny, ale len cena, tak aj spôsob výpočtu ceny a vzory.</w:t>
      </w:r>
      <w:r w:rsidR="00C94FFE" w:rsidRPr="00C94FFE">
        <w:t xml:space="preserve"> </w:t>
      </w:r>
    </w:p>
    <w:p w14:paraId="68C74C50" w14:textId="1801DF2E" w:rsidR="00EF2D37" w:rsidRPr="00A56355" w:rsidRDefault="00C94FFE" w:rsidP="007D3A0F">
      <w:pPr>
        <w:pStyle w:val="Nadpis4"/>
      </w:pPr>
      <w:r w:rsidRPr="00C94FFE">
        <w:t xml:space="preserve">Po podpise zmluvy </w:t>
      </w:r>
      <w:r>
        <w:t>V</w:t>
      </w:r>
      <w:r w:rsidRPr="00C94FFE">
        <w:t>erejný obstarávateľ zverejní v profile v súlade s § 64 ZVO zápisnicu z vyhodnotenia splnenia podmienok účasti, ponuku úspešného uchádzača,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p>
    <w:p w14:paraId="5074DDE0" w14:textId="7B45B7ED" w:rsidR="00253181" w:rsidRPr="00A56355" w:rsidRDefault="00253181" w:rsidP="0092757A">
      <w:pPr>
        <w:pStyle w:val="Nadpis2"/>
        <w:rPr>
          <w:rFonts w:cs="Arial"/>
        </w:rPr>
      </w:pPr>
      <w:bookmarkStart w:id="315" w:name="_Toc444084963"/>
      <w:bookmarkStart w:id="316" w:name="_Toc444084964"/>
      <w:bookmarkStart w:id="317" w:name="_Toc444084965"/>
      <w:bookmarkStart w:id="318" w:name="_Toc444084969"/>
      <w:bookmarkStart w:id="319" w:name="_Toc4416501"/>
      <w:bookmarkStart w:id="320" w:name="_Toc4416633"/>
      <w:bookmarkStart w:id="321" w:name="_Toc4416927"/>
      <w:bookmarkStart w:id="322" w:name="_Toc4416976"/>
      <w:bookmarkStart w:id="323" w:name="_Toc114833224"/>
      <w:bookmarkEnd w:id="315"/>
      <w:bookmarkEnd w:id="316"/>
      <w:bookmarkEnd w:id="317"/>
      <w:r w:rsidRPr="00A56355">
        <w:t>Prijatie ponuky a</w:t>
      </w:r>
      <w:r w:rsidRPr="00A56355">
        <w:rPr>
          <w:rFonts w:cs="Calibri"/>
        </w:rPr>
        <w:t> </w:t>
      </w:r>
      <w:r w:rsidRPr="00A56355">
        <w:t xml:space="preserve">uzavretie </w:t>
      </w:r>
      <w:r w:rsidR="00437C48" w:rsidRPr="00A56355">
        <w:t>z</w:t>
      </w:r>
      <w:r w:rsidR="00876192" w:rsidRPr="00A56355">
        <w:t>mluv</w:t>
      </w:r>
      <w:r w:rsidRPr="00A56355">
        <w:t>y</w:t>
      </w:r>
      <w:bookmarkEnd w:id="318"/>
      <w:bookmarkEnd w:id="319"/>
      <w:bookmarkEnd w:id="320"/>
      <w:bookmarkEnd w:id="321"/>
      <w:bookmarkEnd w:id="322"/>
      <w:bookmarkEnd w:id="323"/>
    </w:p>
    <w:p w14:paraId="2E70C48D" w14:textId="75CF3227" w:rsidR="00253181" w:rsidRPr="00A56355" w:rsidRDefault="00253181" w:rsidP="0096365D">
      <w:pPr>
        <w:pStyle w:val="Nadpis3"/>
      </w:pPr>
      <w:bookmarkStart w:id="324" w:name="_Toc444084970"/>
      <w:bookmarkStart w:id="325" w:name="_Toc4416634"/>
      <w:bookmarkStart w:id="326" w:name="_Toc4416928"/>
      <w:bookmarkStart w:id="327" w:name="_Toc4416977"/>
      <w:bookmarkStart w:id="328" w:name="_Toc114833225"/>
      <w:r w:rsidRPr="00A56355">
        <w:t>Vyhodnotenie splnenia podmienok účasti úspešného uchádzača a informácia o výsledku hodnotenia ponúk</w:t>
      </w:r>
      <w:bookmarkEnd w:id="324"/>
      <w:bookmarkEnd w:id="325"/>
      <w:bookmarkEnd w:id="326"/>
      <w:bookmarkEnd w:id="327"/>
      <w:bookmarkEnd w:id="328"/>
    </w:p>
    <w:p w14:paraId="455A27BE" w14:textId="77777777" w:rsidR="00C94FFE" w:rsidRPr="00C94FFE" w:rsidRDefault="00C94FFE" w:rsidP="007D3A0F">
      <w:pPr>
        <w:pStyle w:val="Nadpis4"/>
      </w:pPr>
      <w:bookmarkStart w:id="329" w:name="_Toc444084971"/>
      <w:bookmarkStart w:id="330" w:name="_Toc4416635"/>
      <w:bookmarkStart w:id="331" w:name="_Toc4416929"/>
      <w:bookmarkStart w:id="332" w:name="_Toc4416978"/>
      <w:bookmarkStart w:id="333" w:name="_Ref4422467"/>
      <w:r w:rsidRPr="00C94FFE">
        <w:t xml:space="preserve">Verejný obstarávateľ v súlade s </w:t>
      </w:r>
      <w:proofErr w:type="spellStart"/>
      <w:r w:rsidRPr="00C94FFE">
        <w:t>ust</w:t>
      </w:r>
      <w:proofErr w:type="spellEnd"/>
      <w:r w:rsidRPr="00C94FFE">
        <w:t xml:space="preserve">. § 55 ods. 1 ZVO po vyhodnotení ponúk vyhodnotí splnenie podmienok účasti a požiadaviek na predmet zákazky u uchádzača, ktorý sa </w:t>
      </w:r>
      <w:r w:rsidRPr="008E1487">
        <w:rPr>
          <w:b/>
          <w:bCs/>
          <w:u w:val="single"/>
        </w:rPr>
        <w:t>umiestnil na prvom mieste v poradí</w:t>
      </w:r>
      <w:r w:rsidRPr="00C94FFE">
        <w:t>. Verejný obstarávateľ písomne požiada uchádzača o predloženie dokladov preukazujúcich splnenie podmienok účasti v lehote nie kratšej ako päť pracovných dní odo dňa doručenia žiadosti a vyhodnotia ich podľa § 40 ZVO.</w:t>
      </w:r>
    </w:p>
    <w:p w14:paraId="25254C9B" w14:textId="5E5DEC0E" w:rsidR="00C94FFE" w:rsidRDefault="00C94FFE" w:rsidP="007D3A0F">
      <w:pPr>
        <w:pStyle w:val="Nadpis4"/>
      </w:pPr>
      <w:r>
        <w:t xml:space="preserve">Verejný obstarávateľ po vyhodnotení ponúk, po skončení postupu podľa bodu 25.1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 zmysle </w:t>
      </w:r>
      <w:proofErr w:type="spellStart"/>
      <w:r>
        <w:t>ust</w:t>
      </w:r>
      <w:proofErr w:type="spellEnd"/>
      <w:r>
        <w:t>. § 55 ods. 2 ZVO.</w:t>
      </w:r>
    </w:p>
    <w:p w14:paraId="377D04E1" w14:textId="3317A983" w:rsidR="00EF2D37" w:rsidRPr="00A56355" w:rsidRDefault="00EF2D37" w:rsidP="0096365D">
      <w:pPr>
        <w:pStyle w:val="Nadpis3"/>
      </w:pPr>
      <w:bookmarkStart w:id="334" w:name="_Toc102737486"/>
      <w:bookmarkStart w:id="335" w:name="_Toc114833226"/>
      <w:bookmarkEnd w:id="334"/>
      <w:r w:rsidRPr="00A56355">
        <w:t xml:space="preserve">Uzavretie </w:t>
      </w:r>
      <w:r w:rsidR="00437C48" w:rsidRPr="00A56355">
        <w:t>z</w:t>
      </w:r>
      <w:r w:rsidR="00876192" w:rsidRPr="00A56355">
        <w:t>mluv</w:t>
      </w:r>
      <w:r w:rsidRPr="00A56355">
        <w:t>y</w:t>
      </w:r>
      <w:bookmarkEnd w:id="329"/>
      <w:bookmarkEnd w:id="330"/>
      <w:bookmarkEnd w:id="331"/>
      <w:bookmarkEnd w:id="332"/>
      <w:bookmarkEnd w:id="333"/>
      <w:bookmarkEnd w:id="335"/>
    </w:p>
    <w:p w14:paraId="639AC9B4" w14:textId="77777777" w:rsidR="00673A7D" w:rsidRPr="00673A7D" w:rsidRDefault="00673A7D" w:rsidP="007D3A0F">
      <w:pPr>
        <w:pStyle w:val="Nadpis4"/>
      </w:pPr>
      <w:bookmarkStart w:id="336" w:name="_Hlk534880331"/>
      <w:bookmarkStart w:id="337" w:name="_Ref4423303"/>
      <w:r w:rsidRPr="00673A7D">
        <w:t xml:space="preserve">Návrh zmluvy predložený uchádzačom, ktorého ponuka bola úspešná, bude prijatý v súlade s týmito súťažnými podkladmi. </w:t>
      </w:r>
    </w:p>
    <w:bookmarkEnd w:id="336"/>
    <w:p w14:paraId="4438F8D3" w14:textId="77777777" w:rsidR="00673A7D" w:rsidRPr="00673A7D" w:rsidRDefault="00673A7D" w:rsidP="007D3A0F">
      <w:pPr>
        <w:pStyle w:val="Nadpis4"/>
      </w:pPr>
      <w:r w:rsidRPr="00673A7D">
        <w:t xml:space="preserve">Úspešný uchádzač je povinný poskytnúť verejnému obstarávateľovi riadnu súčinnosť potrebnú </w:t>
      </w:r>
      <w:r w:rsidRPr="00673A7D">
        <w:lastRenderedPageBreak/>
        <w:t>na uzavretie zmluvy tak, aby mohla byť uzavretá do desiatich pracovných dní odo dňa uplynutia lehoty podľa § 56 ods. 2 až 7 ZVO, ak bol na jej uzavretie písomne vyzvaný. Verejný obstarávateľ môže pred písomným vyzvaním na uzavretie zmluvy uskutočniť s úspešným uchádzačom rokovania výhradne o znížení zmluvnej ceny.</w:t>
      </w:r>
    </w:p>
    <w:p w14:paraId="58AE88D9" w14:textId="70699305" w:rsidR="00673A7D" w:rsidRPr="00673A7D" w:rsidRDefault="00673A7D" w:rsidP="007D3A0F">
      <w:pPr>
        <w:pStyle w:val="Nadpis4"/>
      </w:pPr>
      <w:r w:rsidRPr="00673A7D">
        <w:t>Ak uchádzač odmietne uzavrieť zmluvu alebo do desiatich pracovných dní odo dňa, keď bol na jej uzavretie vyzvaný, neposkytne súčinnosť podľa bodu 2</w:t>
      </w:r>
      <w:r>
        <w:t>6</w:t>
      </w:r>
      <w:r w:rsidRPr="00673A7D">
        <w:t xml:space="preserve">.2, </w:t>
      </w:r>
      <w:r>
        <w:t>V</w:t>
      </w:r>
      <w:r w:rsidRPr="00673A7D">
        <w:t>erejný obstarávateľ môže uzavrieť zmluvu s uchádzačom, ktorý sa umiestnil na nasledujúcom mieste v poradí. Povinnosti verejného obstarávateľa podľa § 55 a 56 tým nie sú dotknuté.</w:t>
      </w:r>
    </w:p>
    <w:p w14:paraId="3AC4D0A3" w14:textId="77777777" w:rsidR="00673A7D" w:rsidRPr="00673A7D" w:rsidRDefault="00673A7D" w:rsidP="007D3A0F">
      <w:pPr>
        <w:pStyle w:val="Nadpis4"/>
      </w:pPr>
      <w:r w:rsidRPr="00673A7D">
        <w:t>Verejný obstarávateľ v súlade s </w:t>
      </w:r>
      <w:proofErr w:type="spellStart"/>
      <w:r w:rsidRPr="00673A7D">
        <w:t>ust</w:t>
      </w:r>
      <w:proofErr w:type="spellEnd"/>
      <w:r w:rsidRPr="00673A7D">
        <w:t xml:space="preserve">. § 11 ZVO neuzavrie zmluvu s: </w:t>
      </w:r>
    </w:p>
    <w:p w14:paraId="5DD58313" w14:textId="77777777" w:rsidR="00673A7D" w:rsidRDefault="00673A7D" w:rsidP="008E1487">
      <w:pPr>
        <w:pStyle w:val="Nadpis6"/>
      </w:pPr>
      <w:r w:rsidRPr="00673A7D">
        <w:t>uchádzačom, ktorý má povinnosť zapisovať sa do registra partnerov verejného sektora podľa zákona č. 315/2016 Z. z. o registri partnerov verejného sektora a o zmene a doplnení niektorých zákonov (ďalej len „</w:t>
      </w:r>
      <w:r w:rsidRPr="00673A7D">
        <w:rPr>
          <w:b/>
          <w:bCs/>
        </w:rPr>
        <w:t>Zákon o RPVS</w:t>
      </w:r>
      <w:r w:rsidRPr="00673A7D">
        <w:t xml:space="preserve">“), </w:t>
      </w:r>
      <w:r w:rsidRPr="00673A7D">
        <w:rPr>
          <w:vertAlign w:val="superscript"/>
        </w:rPr>
        <w:t xml:space="preserve"> </w:t>
      </w:r>
      <w:r w:rsidRPr="00673A7D">
        <w:t>a nie je zapísaný v registri partnerov verejného sektora,</w:t>
      </w:r>
    </w:p>
    <w:p w14:paraId="695E884C" w14:textId="77777777" w:rsidR="00673A7D" w:rsidRDefault="00673A7D" w:rsidP="008E1487">
      <w:pPr>
        <w:pStyle w:val="Nadpis6"/>
      </w:pPr>
      <w:r w:rsidRPr="00673A7D">
        <w:t>uchádzačom, ktorého subdodávateľ a subdodávateľ podľa Zákona o RPVS</w:t>
      </w:r>
      <w:r w:rsidRPr="00673A7D">
        <w:rPr>
          <w:vertAlign w:val="superscript"/>
        </w:rPr>
        <w:t xml:space="preserve"> </w:t>
      </w:r>
      <w:r w:rsidRPr="00673A7D">
        <w:t>má povinnosť zapisovať sa do registra partnerov verejného sektora</w:t>
      </w:r>
      <w:r w:rsidRPr="00673A7D">
        <w:rPr>
          <w:vertAlign w:val="superscript"/>
        </w:rPr>
        <w:t xml:space="preserve"> </w:t>
      </w:r>
      <w:r w:rsidRPr="00673A7D">
        <w:t>a nie je zapísaný v registri partnerov verejného sektora,</w:t>
      </w:r>
    </w:p>
    <w:p w14:paraId="3DA527EE" w14:textId="004EC815" w:rsidR="00673A7D" w:rsidRPr="00673A7D" w:rsidRDefault="00673A7D" w:rsidP="008E1487">
      <w:pPr>
        <w:pStyle w:val="Nadpis6"/>
      </w:pPr>
      <w:r w:rsidRPr="00673A7D">
        <w:t>uchádzačom, ktorý má povinnosť zapisovať sa do registra partnerov verejného sektora</w:t>
      </w:r>
      <w:r w:rsidRPr="00673A7D">
        <w:rPr>
          <w:vertAlign w:val="superscript"/>
        </w:rPr>
        <w:t xml:space="preserve"> </w:t>
      </w:r>
      <w:r w:rsidRPr="00673A7D">
        <w:t>a ktorého konečným užívateľom výhod zapísaným v registri partnerov verejného sektora je</w:t>
      </w:r>
    </w:p>
    <w:p w14:paraId="6A7D062D" w14:textId="77777777" w:rsidR="006F509F" w:rsidRDefault="00673A7D" w:rsidP="007D3A0F">
      <w:pPr>
        <w:pStyle w:val="Nadpis4"/>
        <w:numPr>
          <w:ilvl w:val="0"/>
          <w:numId w:val="50"/>
        </w:numPr>
      </w:pPr>
      <w:r w:rsidRPr="00673A7D">
        <w:t>prezident Slovenskej republiky,</w:t>
      </w:r>
    </w:p>
    <w:p w14:paraId="1C65BB16" w14:textId="77777777" w:rsidR="006F509F" w:rsidRDefault="00673A7D" w:rsidP="007D3A0F">
      <w:pPr>
        <w:pStyle w:val="Nadpis4"/>
        <w:numPr>
          <w:ilvl w:val="0"/>
          <w:numId w:val="50"/>
        </w:numPr>
      </w:pPr>
      <w:r w:rsidRPr="00673A7D">
        <w:t>člen vlády Slovenskej republiky,</w:t>
      </w:r>
    </w:p>
    <w:p w14:paraId="44B9E349" w14:textId="77777777" w:rsidR="006F509F" w:rsidRDefault="00673A7D" w:rsidP="007D3A0F">
      <w:pPr>
        <w:pStyle w:val="Nadpis4"/>
        <w:numPr>
          <w:ilvl w:val="0"/>
          <w:numId w:val="50"/>
        </w:numPr>
      </w:pPr>
      <w:r w:rsidRPr="00673A7D">
        <w:t>vedúci ústredného orgánu štátnej správy, ktorý nie je členom vlády,</w:t>
      </w:r>
    </w:p>
    <w:p w14:paraId="1439D10B" w14:textId="77777777" w:rsidR="006F509F" w:rsidRDefault="00673A7D" w:rsidP="007D3A0F">
      <w:pPr>
        <w:pStyle w:val="Nadpis4"/>
        <w:numPr>
          <w:ilvl w:val="0"/>
          <w:numId w:val="50"/>
        </w:numPr>
      </w:pPr>
      <w:r w:rsidRPr="00673A7D">
        <w:t>vedúci orgánu štátnej správy s celoslovenskou pôsobnosťou,</w:t>
      </w:r>
    </w:p>
    <w:p w14:paraId="438DA166" w14:textId="77777777" w:rsidR="006F509F" w:rsidRDefault="00673A7D" w:rsidP="007D3A0F">
      <w:pPr>
        <w:pStyle w:val="Nadpis4"/>
        <w:numPr>
          <w:ilvl w:val="0"/>
          <w:numId w:val="50"/>
        </w:numPr>
      </w:pPr>
      <w:r w:rsidRPr="00673A7D">
        <w:t>sudca Ústavného súdu Slovenskej republiky alebo sudca,</w:t>
      </w:r>
    </w:p>
    <w:p w14:paraId="267E754B" w14:textId="77777777" w:rsidR="006F509F" w:rsidRDefault="00673A7D" w:rsidP="007D3A0F">
      <w:pPr>
        <w:pStyle w:val="Nadpis4"/>
        <w:numPr>
          <w:ilvl w:val="0"/>
          <w:numId w:val="50"/>
        </w:numPr>
      </w:pPr>
      <w:r w:rsidRPr="00673A7D">
        <w:t>generálny prokurátor Slovenskej republiky, špeciálny prokurátor alebo prokurátor,</w:t>
      </w:r>
    </w:p>
    <w:p w14:paraId="647C4160" w14:textId="77777777" w:rsidR="006F509F" w:rsidRDefault="00673A7D" w:rsidP="007D3A0F">
      <w:pPr>
        <w:pStyle w:val="Nadpis4"/>
        <w:numPr>
          <w:ilvl w:val="0"/>
          <w:numId w:val="50"/>
        </w:numPr>
      </w:pPr>
      <w:r w:rsidRPr="00673A7D">
        <w:t xml:space="preserve">verejný ochranca práv, </w:t>
      </w:r>
    </w:p>
    <w:p w14:paraId="50EBD199" w14:textId="77777777" w:rsidR="006F509F" w:rsidRDefault="00673A7D" w:rsidP="007D3A0F">
      <w:pPr>
        <w:pStyle w:val="Nadpis4"/>
        <w:numPr>
          <w:ilvl w:val="0"/>
          <w:numId w:val="50"/>
        </w:numPr>
      </w:pPr>
      <w:r w:rsidRPr="00673A7D">
        <w:t>predseda Najvyššieho kontrolného úradu Slovenskej republiky a podpredseda Najvyššieho kontrolného úradu Slovenskej republiky,</w:t>
      </w:r>
    </w:p>
    <w:p w14:paraId="040203FD" w14:textId="77777777" w:rsidR="006F509F" w:rsidRDefault="00673A7D" w:rsidP="007D3A0F">
      <w:pPr>
        <w:pStyle w:val="Nadpis4"/>
        <w:numPr>
          <w:ilvl w:val="0"/>
          <w:numId w:val="50"/>
        </w:numPr>
      </w:pPr>
      <w:r w:rsidRPr="00673A7D">
        <w:t>štátny tajomník,</w:t>
      </w:r>
    </w:p>
    <w:p w14:paraId="22A10672" w14:textId="77777777" w:rsidR="006F509F" w:rsidRDefault="00673A7D" w:rsidP="007D3A0F">
      <w:pPr>
        <w:pStyle w:val="Nadpis4"/>
        <w:numPr>
          <w:ilvl w:val="0"/>
          <w:numId w:val="50"/>
        </w:numPr>
      </w:pPr>
      <w:r w:rsidRPr="00673A7D">
        <w:t>generálny tajomník služobného úradu,</w:t>
      </w:r>
    </w:p>
    <w:p w14:paraId="01F6BEF2" w14:textId="77777777" w:rsidR="006F509F" w:rsidRDefault="00673A7D" w:rsidP="007D3A0F">
      <w:pPr>
        <w:pStyle w:val="Nadpis4"/>
        <w:numPr>
          <w:ilvl w:val="0"/>
          <w:numId w:val="50"/>
        </w:numPr>
      </w:pPr>
      <w:r w:rsidRPr="00673A7D">
        <w:t>prednosta okresného úradu,</w:t>
      </w:r>
    </w:p>
    <w:p w14:paraId="41FC9166" w14:textId="77777777" w:rsidR="006F509F" w:rsidRDefault="00673A7D" w:rsidP="007D3A0F">
      <w:pPr>
        <w:pStyle w:val="Nadpis4"/>
        <w:numPr>
          <w:ilvl w:val="0"/>
          <w:numId w:val="50"/>
        </w:numPr>
      </w:pPr>
      <w:r w:rsidRPr="00673A7D">
        <w:t>primátor hlavného mesta Slovenskej republiky Bratislavy, primátor krajského mesta alebo primátor okresného mesta, alebo</w:t>
      </w:r>
    </w:p>
    <w:p w14:paraId="783BE0CB" w14:textId="66D63001" w:rsidR="00673A7D" w:rsidRPr="00673A7D" w:rsidRDefault="00673A7D" w:rsidP="007D3A0F">
      <w:pPr>
        <w:pStyle w:val="Nadpis4"/>
        <w:numPr>
          <w:ilvl w:val="0"/>
          <w:numId w:val="50"/>
        </w:numPr>
      </w:pPr>
      <w:r w:rsidRPr="00673A7D">
        <w:t>predseda vyššieho územného celku.</w:t>
      </w:r>
    </w:p>
    <w:p w14:paraId="2C2BBDCA" w14:textId="77777777" w:rsidR="00673A7D" w:rsidRPr="00673A7D" w:rsidRDefault="00673A7D" w:rsidP="008E1487">
      <w:pPr>
        <w:pStyle w:val="Nadpis6"/>
      </w:pPr>
      <w:r w:rsidRPr="00673A7D">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p w14:paraId="251CB38B" w14:textId="21BDF67E" w:rsidR="00673A7D" w:rsidRPr="00673A7D" w:rsidRDefault="00673A7D" w:rsidP="007D3A0F">
      <w:pPr>
        <w:pStyle w:val="Nadpis4"/>
      </w:pPr>
      <w:r w:rsidRPr="00673A7D">
        <w:t xml:space="preserve">Verejný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Pr="006E2F0C">
        <w:t>prílohu zmluvy</w:t>
      </w:r>
      <w:r w:rsidRPr="00673A7D">
        <w:t xml:space="preserve"> najneskôr pred jej podpisom.</w:t>
      </w:r>
    </w:p>
    <w:p w14:paraId="5920A812" w14:textId="77777777" w:rsidR="00673A7D" w:rsidRPr="00673A7D" w:rsidRDefault="00673A7D" w:rsidP="007D3A0F">
      <w:pPr>
        <w:pStyle w:val="Nadpis4"/>
        <w:rPr>
          <w:b/>
        </w:rPr>
      </w:pPr>
      <w:r w:rsidRPr="00673A7D">
        <w:t>Ponuky uchádzačov, ani ich časti, sa nepoužijú bez súhlasu uchádzačov, ak právne predpisy alebo tieto súťažné podklady neustanovujú inak. Ponuky uchádzačov, ani ich časti, sa nepoužijú bez súhlasu uchádzačov, ak právne predpisy alebo tieto súťažné podklady neustanovujú inak.</w:t>
      </w:r>
    </w:p>
    <w:bookmarkEnd w:id="337"/>
    <w:p w14:paraId="003B16EE" w14:textId="77777777" w:rsidR="006F509F" w:rsidRDefault="006F509F" w:rsidP="00B05651">
      <w:pPr>
        <w:ind w:left="709"/>
        <w:rPr>
          <w:rFonts w:eastAsiaTheme="majorEastAsia" w:cs="Arial"/>
          <w:b/>
          <w:szCs w:val="20"/>
        </w:rPr>
      </w:pPr>
    </w:p>
    <w:p w14:paraId="2751F4DF" w14:textId="2FF90B81" w:rsidR="00791EE0" w:rsidRPr="00A56355" w:rsidRDefault="005A68A1" w:rsidP="00B05651">
      <w:pPr>
        <w:ind w:left="709"/>
        <w:rPr>
          <w:rFonts w:eastAsiaTheme="majorEastAsia" w:cs="Arial"/>
          <w:b/>
          <w:szCs w:val="20"/>
        </w:rPr>
      </w:pPr>
      <w:r w:rsidRPr="00A56355">
        <w:rPr>
          <w:rFonts w:eastAsiaTheme="majorEastAsia" w:cs="Arial"/>
          <w:b/>
          <w:szCs w:val="20"/>
        </w:rPr>
        <w:t xml:space="preserve">Prílohy Časti A. </w:t>
      </w:r>
      <w:r w:rsidR="003B49C4" w:rsidRPr="00A56355">
        <w:rPr>
          <w:rFonts w:eastAsiaTheme="majorEastAsia" w:cs="Arial"/>
          <w:b/>
          <w:szCs w:val="20"/>
        </w:rPr>
        <w:t>Súťažných podkladov</w:t>
      </w:r>
    </w:p>
    <w:p w14:paraId="6FFD096B" w14:textId="64E9DCDA" w:rsidR="000A6937" w:rsidRPr="00A56355" w:rsidRDefault="000A6937" w:rsidP="000A6937">
      <w:pPr>
        <w:ind w:left="1985" w:hanging="1276"/>
        <w:rPr>
          <w:rFonts w:cs="Arial"/>
          <w:szCs w:val="20"/>
        </w:rPr>
      </w:pPr>
      <w:r w:rsidRPr="00A56355">
        <w:rPr>
          <w:rFonts w:cs="Arial"/>
          <w:szCs w:val="20"/>
        </w:rPr>
        <w:t xml:space="preserve">Príloha A1  </w:t>
      </w:r>
      <w:r w:rsidRPr="00A56355">
        <w:rPr>
          <w:rFonts w:cs="Arial"/>
          <w:szCs w:val="20"/>
        </w:rPr>
        <w:tab/>
      </w:r>
      <w:r w:rsidR="00FC48EA" w:rsidRPr="00A56355">
        <w:rPr>
          <w:rFonts w:cs="Arial"/>
          <w:szCs w:val="20"/>
        </w:rPr>
        <w:t xml:space="preserve">Úvodný </w:t>
      </w:r>
      <w:r w:rsidRPr="00A56355">
        <w:rPr>
          <w:rFonts w:cs="Arial"/>
          <w:szCs w:val="20"/>
        </w:rPr>
        <w:t>list ponuky (vzor)</w:t>
      </w:r>
    </w:p>
    <w:p w14:paraId="595F4B26" w14:textId="2C6C7289" w:rsidR="000A6937" w:rsidRPr="00A56355" w:rsidRDefault="000A6937" w:rsidP="000A6937">
      <w:pPr>
        <w:ind w:left="1985" w:hanging="1276"/>
        <w:rPr>
          <w:rFonts w:cs="Arial"/>
          <w:szCs w:val="20"/>
        </w:rPr>
      </w:pPr>
      <w:r w:rsidRPr="00A56355">
        <w:rPr>
          <w:rFonts w:cs="Arial"/>
          <w:szCs w:val="20"/>
        </w:rPr>
        <w:t xml:space="preserve">Príloha A2 </w:t>
      </w:r>
      <w:r w:rsidRPr="00A56355">
        <w:rPr>
          <w:rFonts w:cs="Arial"/>
          <w:szCs w:val="20"/>
        </w:rPr>
        <w:tab/>
        <w:t>Čestné vyhlásenie o </w:t>
      </w:r>
      <w:r w:rsidR="000B4CA9" w:rsidRPr="00A56355">
        <w:rPr>
          <w:rFonts w:cs="Arial"/>
          <w:szCs w:val="20"/>
        </w:rPr>
        <w:t>podmienkach</w:t>
      </w:r>
      <w:r w:rsidRPr="00A56355">
        <w:rPr>
          <w:rFonts w:cs="Arial"/>
          <w:szCs w:val="20"/>
        </w:rPr>
        <w:t xml:space="preserve"> Verejn</w:t>
      </w:r>
      <w:r w:rsidR="009E5CFF">
        <w:rPr>
          <w:rFonts w:cs="Arial"/>
          <w:szCs w:val="20"/>
        </w:rPr>
        <w:t>ého obstarávania</w:t>
      </w:r>
      <w:r w:rsidRPr="00A56355">
        <w:rPr>
          <w:rFonts w:cs="Arial"/>
          <w:szCs w:val="20"/>
        </w:rPr>
        <w:t>(vzor)</w:t>
      </w:r>
    </w:p>
    <w:p w14:paraId="37D2E59E" w14:textId="31F622FD" w:rsidR="000A6937" w:rsidRPr="00A56355" w:rsidRDefault="000A6937" w:rsidP="000A6937">
      <w:pPr>
        <w:ind w:left="1985" w:hanging="1276"/>
        <w:rPr>
          <w:rFonts w:cs="Arial"/>
          <w:szCs w:val="20"/>
          <w:highlight w:val="yellow"/>
        </w:rPr>
      </w:pPr>
      <w:r w:rsidRPr="00A56355">
        <w:rPr>
          <w:rFonts w:cs="Arial"/>
          <w:szCs w:val="20"/>
        </w:rPr>
        <w:t xml:space="preserve">Príloha A3 </w:t>
      </w:r>
      <w:r w:rsidRPr="00A56355">
        <w:rPr>
          <w:rFonts w:cs="Arial"/>
          <w:szCs w:val="20"/>
        </w:rPr>
        <w:tab/>
        <w:t>Čestné vyhlásenie o neprítomnosti konfliktu záujmov (vzor)</w:t>
      </w:r>
    </w:p>
    <w:p w14:paraId="30BFBF0F" w14:textId="551ADE18" w:rsidR="000A6937" w:rsidRPr="00A56355" w:rsidRDefault="000A6937" w:rsidP="000A6937">
      <w:pPr>
        <w:ind w:left="1985" w:hanging="1276"/>
        <w:rPr>
          <w:rFonts w:cs="Arial"/>
          <w:szCs w:val="20"/>
        </w:rPr>
      </w:pPr>
      <w:r w:rsidRPr="00A56355">
        <w:rPr>
          <w:rFonts w:cs="Arial"/>
          <w:szCs w:val="20"/>
        </w:rPr>
        <w:t xml:space="preserve">Príloha A4 </w:t>
      </w:r>
      <w:r w:rsidRPr="00A56355">
        <w:rPr>
          <w:rFonts w:cs="Arial"/>
          <w:szCs w:val="20"/>
        </w:rPr>
        <w:tab/>
        <w:t>Čestné vyhlásenie o vytvorení Skupiny dodávateľov (vzor)</w:t>
      </w:r>
    </w:p>
    <w:p w14:paraId="47116210" w14:textId="2B567400" w:rsidR="000A6937" w:rsidRPr="00A56355" w:rsidRDefault="000A6937" w:rsidP="000A6937">
      <w:pPr>
        <w:ind w:left="1985" w:hanging="1276"/>
        <w:rPr>
          <w:rFonts w:cs="Arial"/>
          <w:szCs w:val="20"/>
          <w:highlight w:val="yellow"/>
        </w:rPr>
      </w:pPr>
      <w:r w:rsidRPr="00A56355">
        <w:rPr>
          <w:rFonts w:cs="Arial"/>
          <w:szCs w:val="20"/>
        </w:rPr>
        <w:t xml:space="preserve">Príloha A5 </w:t>
      </w:r>
      <w:r w:rsidRPr="00A56355">
        <w:rPr>
          <w:rFonts w:cs="Arial"/>
          <w:szCs w:val="20"/>
        </w:rPr>
        <w:tab/>
        <w:t>Splnomocnenie vedúceho člena Skupiny dodávateľov (vzor)</w:t>
      </w:r>
    </w:p>
    <w:p w14:paraId="66E092BC" w14:textId="58598B58" w:rsidR="00F0716F" w:rsidRPr="00A56355" w:rsidRDefault="00CB6416" w:rsidP="00BF6A10">
      <w:pPr>
        <w:pStyle w:val="Nadpis1"/>
        <w:rPr>
          <w:rFonts w:ascii="Cambria" w:hAnsi="Cambria"/>
        </w:rPr>
      </w:pPr>
      <w:r w:rsidRPr="00A56355">
        <w:rPr>
          <w:rFonts w:ascii="Cambria" w:hAnsi="Cambria"/>
        </w:rPr>
        <w:br w:type="page"/>
      </w:r>
      <w:bookmarkStart w:id="338" w:name="_Toc444084972"/>
      <w:bookmarkStart w:id="339" w:name="_Toc4416502"/>
      <w:bookmarkStart w:id="340" w:name="_Toc4416636"/>
      <w:bookmarkStart w:id="341" w:name="_Toc4416930"/>
      <w:bookmarkStart w:id="342" w:name="_Toc4416979"/>
      <w:bookmarkStart w:id="343" w:name="_Toc114833227"/>
      <w:r w:rsidR="00F0716F" w:rsidRPr="00A56355">
        <w:rPr>
          <w:rFonts w:ascii="Cambria" w:hAnsi="Cambria"/>
        </w:rPr>
        <w:lastRenderedPageBreak/>
        <w:t xml:space="preserve">Opis </w:t>
      </w:r>
      <w:r w:rsidR="0068594A" w:rsidRPr="00A56355">
        <w:rPr>
          <w:rFonts w:ascii="Cambria" w:hAnsi="Cambria"/>
        </w:rPr>
        <w:t>p</w:t>
      </w:r>
      <w:r w:rsidR="007D674D" w:rsidRPr="00A56355">
        <w:rPr>
          <w:rFonts w:ascii="Cambria" w:hAnsi="Cambria"/>
        </w:rPr>
        <w:t>redmet</w:t>
      </w:r>
      <w:r w:rsidR="00F0716F" w:rsidRPr="00A56355">
        <w:rPr>
          <w:rFonts w:ascii="Cambria" w:hAnsi="Cambria"/>
        </w:rPr>
        <w:t>u zákazky</w:t>
      </w:r>
      <w:bookmarkEnd w:id="338"/>
      <w:bookmarkEnd w:id="339"/>
      <w:bookmarkEnd w:id="340"/>
      <w:bookmarkEnd w:id="341"/>
      <w:bookmarkEnd w:id="342"/>
      <w:bookmarkEnd w:id="343"/>
    </w:p>
    <w:p w14:paraId="7F5392C6" w14:textId="6BD013C9" w:rsidR="000B4CA9" w:rsidRPr="00A56355" w:rsidRDefault="000B4CA9" w:rsidP="000B4CA9">
      <w:pPr>
        <w:rPr>
          <w:rFonts w:cs="Arial"/>
          <w:b/>
          <w:szCs w:val="20"/>
        </w:rPr>
      </w:pPr>
      <w:bookmarkStart w:id="344" w:name="_Toc444084984"/>
      <w:r w:rsidRPr="00A56355">
        <w:rPr>
          <w:rFonts w:cs="Arial"/>
          <w:b/>
          <w:szCs w:val="20"/>
        </w:rPr>
        <w:t xml:space="preserve">Nižšie sú stanovené záväzné </w:t>
      </w:r>
      <w:r w:rsidR="00793365" w:rsidRPr="00A56355">
        <w:rPr>
          <w:rFonts w:cs="Arial"/>
          <w:b/>
          <w:szCs w:val="20"/>
        </w:rPr>
        <w:t xml:space="preserve">požiadavky a </w:t>
      </w:r>
      <w:r w:rsidRPr="00A56355">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A56355" w:rsidRDefault="00CC41A1" w:rsidP="0096365D">
      <w:pPr>
        <w:pStyle w:val="Nadpis3"/>
      </w:pPr>
      <w:bookmarkStart w:id="345" w:name="_Toc114833228"/>
      <w:r w:rsidRPr="00A56355">
        <w:t>Základný</w:t>
      </w:r>
      <w:r w:rsidR="00EA4817" w:rsidRPr="00A56355">
        <w:t> účel obstarania predmetu zákazky</w:t>
      </w:r>
      <w:bookmarkEnd w:id="345"/>
    </w:p>
    <w:p w14:paraId="01E7A260" w14:textId="37E92206" w:rsidR="000B4CA9" w:rsidRPr="00A56355" w:rsidRDefault="009E5CFF" w:rsidP="007D3A0F">
      <w:pPr>
        <w:pStyle w:val="Nadpis4"/>
      </w:pPr>
      <w:r w:rsidRPr="009E5CFF">
        <w:t>Verejný obstarávateľ je vlastníkom/správcom budov a technických zariadení, ako sú tieto bližšie opísané v príslušných Prílohách tejto Časti B. súťažných podkladov. Predmetom tejto zákazky je súbor opatrení zameraných na (i) zvýšenie energetickej efektívnosti budov a energetického hospodárstva týchto budov a (ii) zvýšenie kvality prostredia a faktického stavu jednotlivých budov</w:t>
      </w:r>
      <w:r w:rsidR="00AA710C" w:rsidRPr="00A56355">
        <w:t>.</w:t>
      </w:r>
    </w:p>
    <w:p w14:paraId="58A1FEE3" w14:textId="08649138" w:rsidR="000B4CA9" w:rsidRPr="00A56355" w:rsidRDefault="000B4CA9" w:rsidP="0096365D">
      <w:pPr>
        <w:pStyle w:val="Nadpis3"/>
      </w:pPr>
      <w:bookmarkStart w:id="346" w:name="_Toc114833229"/>
      <w:r w:rsidRPr="00A56355">
        <w:t>Z</w:t>
      </w:r>
      <w:r w:rsidR="00EA4817" w:rsidRPr="00A56355">
        <w:t>ákladný opis predmetu zákazky</w:t>
      </w:r>
      <w:bookmarkEnd w:id="346"/>
    </w:p>
    <w:p w14:paraId="21E374D9" w14:textId="660B0E3A" w:rsidR="000B4CA9" w:rsidRDefault="009E5CFF" w:rsidP="007D3A0F">
      <w:pPr>
        <w:pStyle w:val="Nadpis4"/>
      </w:pPr>
      <w:r w:rsidRPr="009E5CFF">
        <w:t>Predmetom zákazky realizácia opatrení na zvýšenie energetickej efektívnosti súboru budov vo vlastníctve/správe Verejného obstarávateľa a zlepšenie faktického stavu súboru budov vo vlastníctve/správe Verejného obstarávateľa</w:t>
      </w:r>
      <w:r w:rsidR="00316BC4">
        <w:t>.</w:t>
      </w:r>
    </w:p>
    <w:p w14:paraId="512DB24B" w14:textId="1DB3D118" w:rsidR="00316BC4" w:rsidRPr="00316BC4" w:rsidRDefault="004E263F" w:rsidP="007D3A0F">
      <w:pPr>
        <w:pStyle w:val="Nadpis4"/>
      </w:pPr>
      <w:r w:rsidRPr="004E263F">
        <w:t>Základný rozsah plnenia zmluvy o</w:t>
      </w:r>
      <w:r>
        <w:t> </w:t>
      </w:r>
      <w:r w:rsidRPr="004E263F">
        <w:t>dielo</w:t>
      </w:r>
      <w:r>
        <w:t xml:space="preserve"> spočíva v tom, že </w:t>
      </w:r>
      <w:r w:rsidR="00252721">
        <w:t>úspešný uchádzač</w:t>
      </w:r>
    </w:p>
    <w:p w14:paraId="6C3FB59D" w14:textId="02CB51CE" w:rsidR="007C675F" w:rsidRPr="00A56355" w:rsidRDefault="007C675F" w:rsidP="008E1487">
      <w:pPr>
        <w:pStyle w:val="Nadpis6"/>
      </w:pPr>
      <w:r w:rsidRPr="00A56355">
        <w:t>navrhne technické prevedenie opatrení a</w:t>
      </w:r>
      <w:r w:rsidR="009745EA">
        <w:t xml:space="preserve"> skompletizuje, resp. </w:t>
      </w:r>
      <w:r w:rsidRPr="00A56355">
        <w:t>vyhotoví všetku potrebnú projektovú a technickú dokumentáciu potrebnú pre realizáciu opatrení</w:t>
      </w:r>
      <w:r w:rsidR="005E0380" w:rsidRPr="00A56355">
        <w:t xml:space="preserve"> </w:t>
      </w:r>
      <w:r w:rsidR="009745EA">
        <w:t>(pozn.: pre časť opatrení Verejný obstarávateľ poskytuje projektovú dokumentáciu</w:t>
      </w:r>
      <w:r w:rsidR="00BF7876">
        <w:t xml:space="preserve"> (Príloha B2)</w:t>
      </w:r>
      <w:r w:rsidR="009745EA">
        <w:t>, ktorú je možné meniť jedine za podmienok stanovených týmito súťažnými podkladmi a zmluvou)</w:t>
      </w:r>
      <w:r w:rsidR="005E0380" w:rsidRPr="00A56355">
        <w:t>;</w:t>
      </w:r>
    </w:p>
    <w:p w14:paraId="63273BDF" w14:textId="77777777" w:rsidR="007C675F" w:rsidRPr="00A56355" w:rsidRDefault="007C675F" w:rsidP="008E1487">
      <w:pPr>
        <w:pStyle w:val="Nadpis6"/>
      </w:pPr>
      <w:r w:rsidRPr="00A56355">
        <w:t xml:space="preserve">tieto opatrenia realizuje a po realizácii opatrení bude dohliadať na prevádzkovanie energetického hospodárstva a vyčísľuje dosiahnuté úspory, </w:t>
      </w:r>
    </w:p>
    <w:p w14:paraId="7330D351" w14:textId="77777777" w:rsidR="007C675F" w:rsidRPr="00375FF7" w:rsidRDefault="007C675F" w:rsidP="008E1487">
      <w:pPr>
        <w:pStyle w:val="Nadpis6"/>
      </w:pPr>
      <w:r w:rsidRPr="00A56355">
        <w:t xml:space="preserve">zaručí sa </w:t>
      </w:r>
      <w:r w:rsidRPr="00375FF7">
        <w:t xml:space="preserve">za úspory dosiahnuté po realizácii opatrení a zabezpečí financovanie celej realizácie predmetu zákazky na základe dosahovaných úspor. </w:t>
      </w:r>
    </w:p>
    <w:p w14:paraId="6334F3B7" w14:textId="34F5FEB4" w:rsidR="00BB3B5D" w:rsidRPr="00375FF7" w:rsidRDefault="00761A42" w:rsidP="007D3A0F">
      <w:pPr>
        <w:pStyle w:val="Nadpis4"/>
      </w:pPr>
      <w:bookmarkStart w:id="347" w:name="_Ref109980201"/>
      <w:r w:rsidRPr="00375FF7">
        <w:t>Záväzný rozsah povinných opatrení Verejný obstarávateľ definuje v Prílohe B1 týchto súťažných podkladov</w:t>
      </w:r>
      <w:r w:rsidR="0053682B" w:rsidRPr="00375FF7">
        <w:t xml:space="preserve">, pričom k vybraným opatreniam Verejný obstarávateľ poskytuje aj projektovú dokumentáciu podľa Prílohy B4 týchto súťažných </w:t>
      </w:r>
      <w:r w:rsidR="000A349B" w:rsidRPr="00375FF7">
        <w:t>podkladov</w:t>
      </w:r>
      <w:r w:rsidRPr="00375FF7">
        <w:t xml:space="preserve">. Uchádzači nemôžu navrhovať opatrenia nad rámec záväzného rozsahu definovaných opatrení. Uchádzači </w:t>
      </w:r>
      <w:r w:rsidR="000A349B" w:rsidRPr="00375FF7">
        <w:t xml:space="preserve">však </w:t>
      </w:r>
      <w:r w:rsidRPr="00375FF7">
        <w:t xml:space="preserve">môžu navrhovať zmeny </w:t>
      </w:r>
      <w:r w:rsidR="00BB3B5D" w:rsidRPr="00375FF7">
        <w:t>v parametroch projektovej dokumentácie, avšak výlučne</w:t>
      </w:r>
      <w:r w:rsidRPr="00375FF7">
        <w:t xml:space="preserve"> za účelom zvýšenia energetickej efektívnosti energetického hospodárstva budov Verejného obstarávateľa, pričom navrhnuté zmeny</w:t>
      </w:r>
      <w:bookmarkEnd w:id="347"/>
      <w:r w:rsidRPr="00375FF7">
        <w:t xml:space="preserve"> </w:t>
      </w:r>
    </w:p>
    <w:p w14:paraId="0A564FD7" w14:textId="72906936" w:rsidR="00BB3B5D" w:rsidRPr="00375FF7" w:rsidRDefault="00BB3B5D" w:rsidP="008E1487">
      <w:pPr>
        <w:pStyle w:val="Nadpis6"/>
      </w:pPr>
      <w:r w:rsidRPr="00375FF7">
        <w:t>môžu mať charakter výlučne úprav parametrov technických zariadení</w:t>
      </w:r>
      <w:r w:rsidR="00DD6510" w:rsidRPr="00375FF7">
        <w:t>, materiálov a iných vlastností výrobkov a zariadení použitých pri realizácii opatrení; a zároveň</w:t>
      </w:r>
    </w:p>
    <w:p w14:paraId="6209D71C" w14:textId="10F54FB4" w:rsidR="00761A42" w:rsidRPr="00375FF7" w:rsidRDefault="00761A42" w:rsidP="008E1487">
      <w:pPr>
        <w:pStyle w:val="Nadpis6"/>
      </w:pPr>
      <w:r w:rsidRPr="00375FF7">
        <w:t xml:space="preserve">nemôžu mať za následok </w:t>
      </w:r>
      <w:r w:rsidR="00DD6510" w:rsidRPr="00375FF7">
        <w:t xml:space="preserve">koncepčné zmeny, zmeny trasovaní vedení rozvodov, zmeny umiestnenia technologických zariadení či </w:t>
      </w:r>
      <w:r w:rsidRPr="00375FF7">
        <w:t>zhoršenie iných parametrov</w:t>
      </w:r>
      <w:r w:rsidR="0053682B" w:rsidRPr="00375FF7">
        <w:t xml:space="preserve"> a vlastností materiálov a zariadení</w:t>
      </w:r>
      <w:r w:rsidRPr="00375FF7">
        <w:t xml:space="preserve"> </w:t>
      </w:r>
      <w:r w:rsidR="0053682B" w:rsidRPr="00375FF7">
        <w:t xml:space="preserve">či celkových </w:t>
      </w:r>
      <w:r w:rsidR="00836E51" w:rsidRPr="00375FF7">
        <w:t>o</w:t>
      </w:r>
      <w:r w:rsidRPr="00375FF7">
        <w:t xml:space="preserve">patrení oproti </w:t>
      </w:r>
      <w:r w:rsidR="0053682B" w:rsidRPr="00375FF7">
        <w:t>minimálnym parametrom definovaným projektovou dokumentáciou.</w:t>
      </w:r>
    </w:p>
    <w:p w14:paraId="0094AB29" w14:textId="77777777" w:rsidR="00632C3C" w:rsidRPr="00632C3C" w:rsidRDefault="00632C3C" w:rsidP="007D3A0F">
      <w:pPr>
        <w:pStyle w:val="Nadpis4"/>
      </w:pPr>
      <w:r w:rsidRPr="00375FF7">
        <w:t>Cena predmetu zákazky zahŕňa realizáciu opatrení (podľa okolností - cenu predmetu zákazky vrátane návrhu a projektového spracovania stavebných a technických prvkov, vykonania všetkých potrebných prác, spracovania dokumentácie skutočného vyhotovenia a ostatných plnení definovaných v zmluve a týchto súťažných</w:t>
      </w:r>
      <w:r w:rsidRPr="00632C3C">
        <w:t xml:space="preserve"> podkladoch.), a cenu za dlhodobé financovanie a cenu za činnosti spojené s prevádzkovaním všetkých dodaných zariadení, vrátane vykonávania ich opráv, údržby, revízií a vykonávania všetkých činností potrebných na zabezpečenie ich prevádzkyschopnosti, činností spojených vyhodnocovaním úspor a spracovaním dohodnutých dokumentov počas celej doby realizácie predmetu zákazky. </w:t>
      </w:r>
    </w:p>
    <w:p w14:paraId="0194E039" w14:textId="0752DEC4" w:rsidR="00632C3C" w:rsidRPr="00375FF7" w:rsidRDefault="00632C3C" w:rsidP="007D3A0F">
      <w:pPr>
        <w:pStyle w:val="Nadpis4"/>
      </w:pPr>
      <w:r w:rsidRPr="00632C3C">
        <w:t xml:space="preserve">Doba realizácie predmetu zákazky je </w:t>
      </w:r>
      <w:r w:rsidRPr="00375FF7">
        <w:t xml:space="preserve">doba potrebná na prípravu a realizáciu technických úsporných opatrení a  zahŕňa aj ďalších </w:t>
      </w:r>
      <w:r w:rsidR="00375FF7" w:rsidRPr="00375FF7">
        <w:rPr>
          <w:b/>
          <w:bCs/>
        </w:rPr>
        <w:t>(</w:t>
      </w:r>
      <w:r w:rsidRPr="00375FF7">
        <w:rPr>
          <w:b/>
          <w:bCs/>
        </w:rPr>
        <w:t>15</w:t>
      </w:r>
      <w:r w:rsidR="00375FF7" w:rsidRPr="00375FF7">
        <w:rPr>
          <w:b/>
          <w:bCs/>
        </w:rPr>
        <w:t>)</w:t>
      </w:r>
      <w:r w:rsidRPr="00375FF7">
        <w:rPr>
          <w:b/>
          <w:bCs/>
        </w:rPr>
        <w:t xml:space="preserve"> rokov</w:t>
      </w:r>
      <w:r w:rsidRPr="00375FF7">
        <w:t xml:space="preserve">, počas ktorých sa poskytujú služby a sledujú </w:t>
      </w:r>
      <w:r w:rsidRPr="00375FF7">
        <w:lastRenderedPageBreak/>
        <w:t xml:space="preserve">a vyhodnocujú úspory a Verejný obstarávateľ spláca cenu za predmet zákazky. </w:t>
      </w:r>
    </w:p>
    <w:p w14:paraId="5B703040" w14:textId="46207342" w:rsidR="00632C3C" w:rsidRPr="00632C3C" w:rsidRDefault="00632C3C" w:rsidP="007D3A0F">
      <w:pPr>
        <w:pStyle w:val="Nadpis4"/>
      </w:pPr>
      <w:r w:rsidRPr="00375FF7">
        <w:t xml:space="preserve">Cenu za predmet zákazky bude Verejný obstarávateľ platiť počas </w:t>
      </w:r>
      <w:r w:rsidR="00375FF7" w:rsidRPr="00375FF7">
        <w:rPr>
          <w:b/>
          <w:bCs/>
        </w:rPr>
        <w:t>(</w:t>
      </w:r>
      <w:r w:rsidRPr="00375FF7">
        <w:rPr>
          <w:b/>
          <w:bCs/>
        </w:rPr>
        <w:t>15</w:t>
      </w:r>
      <w:r w:rsidR="00375FF7" w:rsidRPr="00375FF7">
        <w:rPr>
          <w:b/>
          <w:bCs/>
        </w:rPr>
        <w:t>)</w:t>
      </w:r>
      <w:r w:rsidRPr="00375FF7">
        <w:rPr>
          <w:b/>
          <w:bCs/>
        </w:rPr>
        <w:t xml:space="preserve"> rokov</w:t>
      </w:r>
      <w:r w:rsidRPr="00375FF7">
        <w:t xml:space="preserve"> od ukončenia</w:t>
      </w:r>
      <w:r w:rsidRPr="00632C3C">
        <w:t xml:space="preserve"> obdobia obnovy formou štvrťročných splátok, pričom podrobnejšie sú platobné podmienky upravené v návrhu zmluvy, ktorá bude výsledkom Verejného obstarávania</w:t>
      </w:r>
      <w:r>
        <w:t>.</w:t>
      </w:r>
    </w:p>
    <w:p w14:paraId="11C61E00" w14:textId="24E66A10" w:rsidR="000B4CA9" w:rsidRPr="00A56355" w:rsidRDefault="000B4CA9" w:rsidP="0096365D">
      <w:pPr>
        <w:pStyle w:val="Nadpis3"/>
      </w:pPr>
      <w:bookmarkStart w:id="348" w:name="_Toc114833230"/>
      <w:r w:rsidRPr="00A56355">
        <w:t>C</w:t>
      </w:r>
      <w:r w:rsidR="00EA4817" w:rsidRPr="00A56355">
        <w:t>harakteristika súčasného stavu energetického hospodárstva</w:t>
      </w:r>
      <w:bookmarkEnd w:id="348"/>
    </w:p>
    <w:p w14:paraId="6BFBEF40" w14:textId="02B42F31" w:rsidR="000B4CA9" w:rsidRPr="00A56355" w:rsidRDefault="000B4CA9" w:rsidP="007D3A0F">
      <w:pPr>
        <w:pStyle w:val="Nadpis4"/>
      </w:pPr>
      <w:r w:rsidRPr="00A56355">
        <w:t xml:space="preserve">Charakteristika súčasného stavu </w:t>
      </w:r>
      <w:r w:rsidR="001514E7" w:rsidRPr="00A56355">
        <w:t>predmet</w:t>
      </w:r>
      <w:r w:rsidR="00D2450C" w:rsidRPr="00A56355">
        <w:t>n</w:t>
      </w:r>
      <w:r w:rsidR="00553837" w:rsidRPr="00A56355">
        <w:t>ých</w:t>
      </w:r>
      <w:r w:rsidR="00D2450C" w:rsidRPr="00A56355">
        <w:t xml:space="preserve"> budov</w:t>
      </w:r>
      <w:r w:rsidR="001514E7" w:rsidRPr="00A56355">
        <w:t xml:space="preserve"> </w:t>
      </w:r>
      <w:r w:rsidR="00D10815" w:rsidRPr="00A56355">
        <w:t xml:space="preserve">a kompletnej infraštruktúry </w:t>
      </w:r>
      <w:r w:rsidR="003716D2" w:rsidRPr="00A56355">
        <w:t>V</w:t>
      </w:r>
      <w:r w:rsidR="001514E7" w:rsidRPr="00A56355">
        <w:t>erejného obstarávateľa</w:t>
      </w:r>
      <w:r w:rsidRPr="00A56355">
        <w:t xml:space="preserve"> je opísaná v</w:t>
      </w:r>
      <w:r w:rsidR="00610B29" w:rsidRPr="00A56355">
        <w:t xml:space="preserve"> Prílohe </w:t>
      </w:r>
      <w:r w:rsidR="00D464DE">
        <w:t>B2 a B3</w:t>
      </w:r>
      <w:r w:rsidR="00610B29" w:rsidRPr="00A56355">
        <w:t xml:space="preserve"> </w:t>
      </w:r>
      <w:r w:rsidRPr="00A56355">
        <w:t>týchto súťažných podkladov.</w:t>
      </w:r>
    </w:p>
    <w:p w14:paraId="6169EAA7" w14:textId="7983FC65" w:rsidR="000B4CA9" w:rsidRPr="00A56355" w:rsidRDefault="000B4CA9" w:rsidP="0096365D">
      <w:pPr>
        <w:pStyle w:val="Nadpis3"/>
      </w:pPr>
      <w:bookmarkStart w:id="349" w:name="_Toc114833231"/>
      <w:r w:rsidRPr="00A56355">
        <w:t>P</w:t>
      </w:r>
      <w:r w:rsidR="00EA4817" w:rsidRPr="00A56355">
        <w:t>ožiadavky na rozsah realizácie predmetu zákazky</w:t>
      </w:r>
      <w:r w:rsidR="001502CC" w:rsidRPr="00A56355">
        <w:t xml:space="preserve"> a rozsah opatrení</w:t>
      </w:r>
      <w:bookmarkEnd w:id="349"/>
    </w:p>
    <w:p w14:paraId="2069F067" w14:textId="77777777" w:rsidR="003A3C9C" w:rsidRPr="00A56355" w:rsidRDefault="003A3C9C" w:rsidP="007D3A0F">
      <w:pPr>
        <w:pStyle w:val="Nadpis4"/>
      </w:pPr>
      <w:r w:rsidRPr="00A56355">
        <w:t>Pri plnení predmetu zákazky zabezpečí vybraný uchádzač aktivity minimálne v nasledovnom rozsahu:</w:t>
      </w:r>
    </w:p>
    <w:p w14:paraId="42A30611" w14:textId="77777777" w:rsidR="00485517" w:rsidRDefault="00485517" w:rsidP="008E1487">
      <w:pPr>
        <w:pStyle w:val="Nadpis6"/>
      </w:pPr>
      <w:r>
        <w:t>podrobný návrh technického prevedenia opatrení pre ktoré nebola poskytnutá projektová dokumentácia, alebo pri ktorých uchádzač navrhuje zmenu s cieľom zvýšenia energetickej efektívnosti energetického hospodárstva budov Verejného obstarávateľa v súlade s ponukou uchádzača v zmysle podmienok uvedených v týchto súťažných podkladoch;</w:t>
      </w:r>
    </w:p>
    <w:p w14:paraId="032C8E40" w14:textId="77777777" w:rsidR="00485517" w:rsidRDefault="00485517" w:rsidP="008E1487">
      <w:pPr>
        <w:pStyle w:val="Nadpis6"/>
      </w:pPr>
      <w:r>
        <w:t>projektovú prípravu realizácie opatrení a inžinierske činnosti potrebné na realizáciu všetkých opatrení vrátane zabezpečenia všetkých povolení potrebných na realizáciu opatrení a ich užívanie;</w:t>
      </w:r>
    </w:p>
    <w:p w14:paraId="5F59D915" w14:textId="77777777" w:rsidR="00485517" w:rsidRDefault="00485517" w:rsidP="008E1487">
      <w:pPr>
        <w:pStyle w:val="Nadpis6"/>
      </w:pPr>
      <w:r>
        <w:t>praktickú realizáciu všetkých opatrení;</w:t>
      </w:r>
    </w:p>
    <w:p w14:paraId="14E9DE70" w14:textId="77777777" w:rsidR="00485517" w:rsidRDefault="00485517" w:rsidP="008E1487">
      <w:pPr>
        <w:pStyle w:val="Nadpis6"/>
      </w:pPr>
      <w:r>
        <w:t>financovanie investičných nákladov súvisiacich s realizáciou opatrení;</w:t>
      </w:r>
    </w:p>
    <w:p w14:paraId="6B073711" w14:textId="77777777" w:rsidR="00485517" w:rsidRDefault="00485517" w:rsidP="008E1487">
      <w:pPr>
        <w:pStyle w:val="Nadpis6"/>
      </w:pPr>
      <w:r>
        <w:t>garanciu za dosiahnutie dohodnutých úspor;</w:t>
      </w:r>
    </w:p>
    <w:p w14:paraId="0ED872DA" w14:textId="77777777" w:rsidR="00485517" w:rsidRDefault="00485517" w:rsidP="008E1487">
      <w:pPr>
        <w:pStyle w:val="Nadpis6"/>
      </w:pPr>
      <w:r>
        <w:t xml:space="preserve">prevádzka modernizovaného energetického hospodárstva a služby energetického manažmentu; a </w:t>
      </w:r>
    </w:p>
    <w:p w14:paraId="6C12E2A2" w14:textId="7C87DA8D" w:rsidR="00485517" w:rsidRDefault="00485517" w:rsidP="008E1487">
      <w:pPr>
        <w:pStyle w:val="Nadpis6"/>
      </w:pPr>
      <w:r>
        <w:t>činnosti spojené s riadením a udržiavaním prevádzkyschopnosti všetkých dodaných zariadení, vrátane vykonávania ich opráv, údržby, revízií a vykonávania všetkých činností potrebných na zabezpečenie ich prevádzkyschopnosti počas celého Obdobia garancie</w:t>
      </w:r>
      <w:r w:rsidR="00836E51">
        <w:t>.</w:t>
      </w:r>
    </w:p>
    <w:p w14:paraId="6A1344EE" w14:textId="37C0A02D" w:rsidR="00485517" w:rsidRDefault="00485517" w:rsidP="008E1487">
      <w:pPr>
        <w:pStyle w:val="Nadpis6"/>
        <w:numPr>
          <w:ilvl w:val="0"/>
          <w:numId w:val="0"/>
        </w:numPr>
        <w:ind w:left="709"/>
      </w:pPr>
      <w:r w:rsidRPr="00BE5BF7">
        <w:t>Podrobné podmienky plnenia sú upravené v návrhu zmluvy</w:t>
      </w:r>
      <w:r>
        <w:t>.</w:t>
      </w:r>
    </w:p>
    <w:p w14:paraId="73CDBA95" w14:textId="3E45A379" w:rsidR="002D461E" w:rsidRPr="002D461E" w:rsidRDefault="002D461E" w:rsidP="007D3A0F">
      <w:pPr>
        <w:pStyle w:val="Nadpis4"/>
      </w:pPr>
      <w:r w:rsidRPr="002D461E">
        <w:t xml:space="preserve">Rozsah </w:t>
      </w:r>
      <w:r>
        <w:t>opatrení je definovaný v Prílohe B1</w:t>
      </w:r>
      <w:r w:rsidRPr="002D461E">
        <w:t xml:space="preserve"> </w:t>
      </w:r>
      <w:r>
        <w:t>týchto súťažných podkladov. Projektová dokumentácia k vybraným opatreniam tvorí Prílohu B</w:t>
      </w:r>
      <w:r w:rsidR="002C0DA3">
        <w:t>4</w:t>
      </w:r>
      <w:r>
        <w:t xml:space="preserve"> týchto súťažných podkladov.</w:t>
      </w:r>
      <w:r w:rsidR="00BE48D5">
        <w:t xml:space="preserve"> Súčasťou Projektovej dokumentácie je aj indikatívny výkaz výmer, ktorý však uchádzač do ponuky nepredkladá. S ohľadom na to, že predmetom návrhu uchádzača môžu byť aj zmeny projektovej dokumentácie v súlade s týmito súťažnými podkladmi a zmluvou, výkaz výmer slúži výlučne pre lepšiu orientáciu výmer v rámci </w:t>
      </w:r>
      <w:r w:rsidR="007C1426">
        <w:t xml:space="preserve">poskytnutej </w:t>
      </w:r>
      <w:r w:rsidR="00BE48D5">
        <w:t>projektovej dokumentácie.</w:t>
      </w:r>
    </w:p>
    <w:p w14:paraId="534122FD" w14:textId="463C3662" w:rsidR="000B4CA9" w:rsidRPr="00A56355" w:rsidRDefault="000B4CA9" w:rsidP="0096365D">
      <w:pPr>
        <w:pStyle w:val="Nadpis3"/>
      </w:pPr>
      <w:bookmarkStart w:id="350" w:name="_Toc114833232"/>
      <w:r w:rsidRPr="00A56355">
        <w:t>Požiadavky na garanciu a výšku úspor</w:t>
      </w:r>
      <w:bookmarkEnd w:id="350"/>
      <w:r w:rsidR="00BF3480" w:rsidRPr="00A56355">
        <w:t xml:space="preserve"> </w:t>
      </w:r>
    </w:p>
    <w:p w14:paraId="76440E40" w14:textId="3C8026C7" w:rsidR="00084487" w:rsidRPr="00375FF7" w:rsidRDefault="00084487" w:rsidP="007D3A0F">
      <w:pPr>
        <w:pStyle w:val="Nadpis4"/>
      </w:pPr>
      <w:r w:rsidRPr="00A56355">
        <w:t xml:space="preserve">Verejný obstarávateľ požaduje, aby úspešný uchádzač garantoval dosiahnutie </w:t>
      </w:r>
      <w:r w:rsidR="0069046C" w:rsidRPr="0069046C">
        <w:t>úspor energetických nákladov na vykurovanie po realizácii opatrení minimálne vo výške</w:t>
      </w:r>
      <w:r w:rsidRPr="00A56355">
        <w:t xml:space="preserve">, ktorú navrhne vo svojej ponuke v Návrhu na plnenie kritérií ako </w:t>
      </w:r>
      <w:r w:rsidRPr="00375FF7">
        <w:t>hodnotu objemu Garantovaných ročných úspor. Podrobná metodika stanovenia a výpočtu úspor je popísaná v Prílohe č. 2 zmluvy o dielo s rozšírenými zárukami.</w:t>
      </w:r>
    </w:p>
    <w:p w14:paraId="2BE39F4B" w14:textId="324C68D3" w:rsidR="00084487" w:rsidRPr="00FF2757" w:rsidRDefault="00084487" w:rsidP="007D3A0F">
      <w:pPr>
        <w:pStyle w:val="Nadpis4"/>
        <w:rPr>
          <w:strike/>
          <w:color w:val="FF0000"/>
        </w:rPr>
      </w:pPr>
      <w:r w:rsidRPr="00FF2757">
        <w:rPr>
          <w:strike/>
          <w:color w:val="FF0000"/>
        </w:rPr>
        <w:t>Vždy musí platiť, že ročné platby za realizáciu predmetu zákazky</w:t>
      </w:r>
      <w:r w:rsidR="007C4B40" w:rsidRPr="00FF2757">
        <w:rPr>
          <w:strike/>
          <w:color w:val="FF0000"/>
        </w:rPr>
        <w:t xml:space="preserve"> </w:t>
      </w:r>
      <w:r w:rsidR="005179E6" w:rsidRPr="00FF2757">
        <w:rPr>
          <w:strike/>
          <w:color w:val="FF0000"/>
        </w:rPr>
        <w:t xml:space="preserve">vrátane </w:t>
      </w:r>
      <w:r w:rsidR="007C4B40" w:rsidRPr="00FF2757">
        <w:rPr>
          <w:strike/>
          <w:color w:val="FF0000"/>
        </w:rPr>
        <w:t>DPH</w:t>
      </w:r>
      <w:r w:rsidRPr="00FF2757">
        <w:rPr>
          <w:strike/>
          <w:color w:val="FF0000"/>
        </w:rPr>
        <w:t xml:space="preserve"> (súčet ročného objemu platieb podľa bodu 13.1</w:t>
      </w:r>
      <w:r w:rsidR="00402600" w:rsidRPr="00FF2757">
        <w:rPr>
          <w:strike/>
          <w:color w:val="FF0000"/>
        </w:rPr>
        <w:t xml:space="preserve"> a </w:t>
      </w:r>
      <w:r w:rsidRPr="00FF2757">
        <w:rPr>
          <w:strike/>
          <w:color w:val="FF0000"/>
        </w:rPr>
        <w:t>13.</w:t>
      </w:r>
      <w:r w:rsidR="00920093" w:rsidRPr="00FF2757">
        <w:rPr>
          <w:strike/>
          <w:color w:val="FF0000"/>
        </w:rPr>
        <w:t>4</w:t>
      </w:r>
      <w:r w:rsidRPr="00FF2757">
        <w:rPr>
          <w:strike/>
          <w:color w:val="FF0000"/>
        </w:rPr>
        <w:t xml:space="preserve"> zmluvy </w:t>
      </w:r>
      <w:r w:rsidR="005179E6" w:rsidRPr="00FF2757">
        <w:rPr>
          <w:strike/>
          <w:color w:val="FF0000"/>
        </w:rPr>
        <w:t xml:space="preserve">vrátane </w:t>
      </w:r>
      <w:r w:rsidRPr="00FF2757">
        <w:rPr>
          <w:strike/>
          <w:color w:val="FF0000"/>
        </w:rPr>
        <w:t>DPH) budú nižšie alebo maximálne rovnaké ako celkový objem Garantovaných úspor pripadajúcich na jeden (1) rok vyhodnocovaného obdobia</w:t>
      </w:r>
      <w:r w:rsidR="004F61F8" w:rsidRPr="00FF2757">
        <w:rPr>
          <w:strike/>
          <w:color w:val="FF0000"/>
        </w:rPr>
        <w:t xml:space="preserve"> vrátane DPH</w:t>
      </w:r>
      <w:r w:rsidRPr="00FF2757">
        <w:rPr>
          <w:strike/>
          <w:color w:val="FF0000"/>
        </w:rPr>
        <w:t xml:space="preserve">. </w:t>
      </w:r>
      <w:r w:rsidR="00CB74F4" w:rsidRPr="00FF2757">
        <w:rPr>
          <w:strike/>
          <w:color w:val="FF0000"/>
        </w:rPr>
        <w:t>Hodnota úspor bude stanovená podľa metodiky, ktoré tvorí Prílohu č. 2 Zmluvy o Dielo s rozšírenými zárukami.</w:t>
      </w:r>
    </w:p>
    <w:p w14:paraId="2AF924AA" w14:textId="11A7328F" w:rsidR="000B4CA9" w:rsidRPr="00A56355" w:rsidRDefault="000B4CA9" w:rsidP="0096365D">
      <w:pPr>
        <w:pStyle w:val="Nadpis3"/>
        <w:rPr>
          <w:rFonts w:cs="Arial"/>
          <w:szCs w:val="20"/>
        </w:rPr>
      </w:pPr>
      <w:bookmarkStart w:id="351" w:name="_Toc114833233"/>
      <w:r w:rsidRPr="00A56355">
        <w:t>S</w:t>
      </w:r>
      <w:r w:rsidR="00EA4817" w:rsidRPr="00A56355">
        <w:t xml:space="preserve">úvisiace </w:t>
      </w:r>
      <w:r w:rsidR="00714AFB" w:rsidRPr="00A56355">
        <w:t>plnenia</w:t>
      </w:r>
      <w:bookmarkEnd w:id="351"/>
    </w:p>
    <w:p w14:paraId="3975C151" w14:textId="4238D7BF" w:rsidR="009168F5" w:rsidRPr="00A56355" w:rsidRDefault="000B4CA9" w:rsidP="007D3A0F">
      <w:pPr>
        <w:pStyle w:val="Nadpis4"/>
      </w:pPr>
      <w:r w:rsidRPr="00A56355">
        <w:t xml:space="preserve">Súčasťou dodávky zariadení s príslušenstvom </w:t>
      </w:r>
      <w:r w:rsidR="009B4D2E" w:rsidRPr="00A56355">
        <w:t xml:space="preserve">v rámci realizácie predmetu zákazky </w:t>
      </w:r>
      <w:r w:rsidRPr="00A56355">
        <w:t>je ich dovoz, inštalácia, uvedenie do prevádzky</w:t>
      </w:r>
      <w:r w:rsidR="009B4D2E" w:rsidRPr="00A56355">
        <w:t xml:space="preserve"> </w:t>
      </w:r>
      <w:r w:rsidRPr="00A56355">
        <w:t xml:space="preserve">a základné predvedenie funkčnosti a zaškolenie na </w:t>
      </w:r>
      <w:r w:rsidRPr="00A56355">
        <w:lastRenderedPageBreak/>
        <w:t>nainštalovaných zariadeniach (na užívateľskej úrovni) zodpovedný</w:t>
      </w:r>
      <w:r w:rsidR="009B4D2E" w:rsidRPr="00A56355">
        <w:t>ch</w:t>
      </w:r>
      <w:r w:rsidRPr="00A56355">
        <w:t xml:space="preserve"> os</w:t>
      </w:r>
      <w:r w:rsidR="009B4D2E" w:rsidRPr="00A56355">
        <w:t>ôb</w:t>
      </w:r>
      <w:r w:rsidRPr="00A56355">
        <w:t xml:space="preserve"> </w:t>
      </w:r>
      <w:r w:rsidR="00821B52" w:rsidRPr="00A56355">
        <w:t>Verejného obstarávateľa</w:t>
      </w:r>
      <w:r w:rsidRPr="00A56355">
        <w:t xml:space="preserve"> v potrebnom rozsahu</w:t>
      </w:r>
      <w:r w:rsidR="001E724D" w:rsidRPr="00A56355">
        <w:t xml:space="preserve"> a ďalšie parciálne služby spojené s plnením zmlúv, ktoré sú podrobnejšie popísané v Príloh</w:t>
      </w:r>
      <w:r w:rsidR="002C77B5" w:rsidRPr="00A56355">
        <w:t>e</w:t>
      </w:r>
      <w:r w:rsidR="001E724D" w:rsidRPr="00A56355">
        <w:t xml:space="preserve"> D1 týchto súťažných podkladov.</w:t>
      </w:r>
    </w:p>
    <w:p w14:paraId="3ED4F39E" w14:textId="6943911F" w:rsidR="000B4CA9" w:rsidRPr="00A56355" w:rsidRDefault="000B4CA9" w:rsidP="0096365D">
      <w:pPr>
        <w:pStyle w:val="Nadpis3"/>
      </w:pPr>
      <w:bookmarkStart w:id="352" w:name="_Toc114833234"/>
      <w:r w:rsidRPr="00A56355">
        <w:t>Z</w:t>
      </w:r>
      <w:r w:rsidR="00EA4817" w:rsidRPr="00A56355">
        <w:t xml:space="preserve">áruka </w:t>
      </w:r>
      <w:r w:rsidR="00E86FAE" w:rsidRPr="00A56355">
        <w:t xml:space="preserve">za </w:t>
      </w:r>
      <w:r w:rsidR="009B4D2E" w:rsidRPr="00A56355">
        <w:t>zariaden</w:t>
      </w:r>
      <w:r w:rsidR="00E86FAE" w:rsidRPr="00A56355">
        <w:t>ia</w:t>
      </w:r>
      <w:r w:rsidR="009B4D2E" w:rsidRPr="00A56355">
        <w:t xml:space="preserve"> </w:t>
      </w:r>
      <w:r w:rsidR="00EA4817" w:rsidRPr="00A56355">
        <w:t>a garancia úspory energie</w:t>
      </w:r>
      <w:bookmarkEnd w:id="352"/>
    </w:p>
    <w:p w14:paraId="70311E6B" w14:textId="327C9734" w:rsidR="00FB3FDF" w:rsidRPr="00A56355" w:rsidRDefault="00FB3FDF" w:rsidP="007D3A0F">
      <w:pPr>
        <w:pStyle w:val="Nadpis4"/>
      </w:pPr>
      <w:r w:rsidRPr="00A56355">
        <w:t>Verejný obstarávateľ požaduje na dodané energetické zariadenia</w:t>
      </w:r>
      <w:r w:rsidR="008D0169" w:rsidRPr="00A56355">
        <w:t xml:space="preserve"> a všetky práce záruku v trvaní </w:t>
      </w:r>
      <w:r w:rsidR="00351F17">
        <w:t>celého Obdobia garancie podľa Zmluvy</w:t>
      </w:r>
      <w:r w:rsidRPr="00A56355">
        <w:t>.</w:t>
      </w:r>
    </w:p>
    <w:p w14:paraId="247A7C90" w14:textId="0BF08D96" w:rsidR="000B4CA9" w:rsidRPr="00A56355" w:rsidRDefault="000B4CA9" w:rsidP="0096365D">
      <w:pPr>
        <w:pStyle w:val="Nadpis3"/>
      </w:pPr>
      <w:bookmarkStart w:id="353" w:name="_Toc114833235"/>
      <w:r w:rsidRPr="00A56355">
        <w:t>M</w:t>
      </w:r>
      <w:r w:rsidR="00EA4817" w:rsidRPr="00A56355">
        <w:t>iesto realizácie predmetu zákazky</w:t>
      </w:r>
      <w:bookmarkEnd w:id="353"/>
    </w:p>
    <w:p w14:paraId="798D56E9" w14:textId="5C939BA7" w:rsidR="00CA6CB5" w:rsidRPr="00187E65" w:rsidRDefault="00B32DD8" w:rsidP="007D3A0F">
      <w:pPr>
        <w:pStyle w:val="Nadpis4"/>
      </w:pPr>
      <w:r w:rsidRPr="00187E65">
        <w:t xml:space="preserve">Miestom </w:t>
      </w:r>
      <w:r w:rsidR="009B4D2E" w:rsidRPr="00187E65">
        <w:t>realizácie</w:t>
      </w:r>
      <w:r w:rsidRPr="00187E65">
        <w:t xml:space="preserve"> </w:t>
      </w:r>
      <w:r w:rsidR="0068594A" w:rsidRPr="00187E65">
        <w:t>p</w:t>
      </w:r>
      <w:r w:rsidRPr="00187E65">
        <w:t>redmetu zákazky</w:t>
      </w:r>
      <w:r w:rsidR="00632D0D" w:rsidRPr="00187E65">
        <w:t xml:space="preserve">: </w:t>
      </w:r>
      <w:r w:rsidR="00187E65" w:rsidRPr="00187E65">
        <w:t xml:space="preserve">Domov sociálnych služieb </w:t>
      </w:r>
      <w:proofErr w:type="spellStart"/>
      <w:r w:rsidR="00823283">
        <w:t>Lidwina</w:t>
      </w:r>
      <w:proofErr w:type="spellEnd"/>
      <w:r w:rsidR="00187E65" w:rsidRPr="00187E65">
        <w:t xml:space="preserve">, </w:t>
      </w:r>
      <w:r w:rsidR="00B75FD7">
        <w:t>Námestie A. Dubčeka 270, 072 22 Strážske</w:t>
      </w:r>
      <w:r w:rsidR="00187E65">
        <w:t xml:space="preserve">. </w:t>
      </w:r>
    </w:p>
    <w:p w14:paraId="0F29E8F2" w14:textId="4C262EA5" w:rsidR="000B4CA9" w:rsidRPr="00A56355" w:rsidRDefault="000B4CA9" w:rsidP="0096365D">
      <w:pPr>
        <w:pStyle w:val="Nadpis3"/>
      </w:pPr>
      <w:bookmarkStart w:id="354" w:name="_Ref14346950"/>
      <w:bookmarkStart w:id="355" w:name="_Ref14346954"/>
      <w:bookmarkStart w:id="356" w:name="_Toc114833236"/>
      <w:r w:rsidRPr="00A56355">
        <w:t>T</w:t>
      </w:r>
      <w:r w:rsidR="00EA4817" w:rsidRPr="00A56355">
        <w:t>ermín realizácie predmetu zákazky</w:t>
      </w:r>
      <w:bookmarkEnd w:id="354"/>
      <w:bookmarkEnd w:id="355"/>
      <w:bookmarkEnd w:id="356"/>
    </w:p>
    <w:p w14:paraId="49402F42" w14:textId="30B41C0E" w:rsidR="00BE25F1" w:rsidRPr="00A56355" w:rsidRDefault="00BE25F1" w:rsidP="007D3A0F">
      <w:pPr>
        <w:pStyle w:val="Nadpis4"/>
      </w:pPr>
      <w:r w:rsidRPr="00A56355">
        <w:t xml:space="preserve">Doba realizácie predmetu zákazky bude max. </w:t>
      </w:r>
      <w:r w:rsidR="0096365D">
        <w:rPr>
          <w:b/>
          <w:bCs/>
        </w:rPr>
        <w:t xml:space="preserve">198 </w:t>
      </w:r>
      <w:r w:rsidRPr="00A56355">
        <w:rPr>
          <w:b/>
          <w:bCs/>
        </w:rPr>
        <w:t>mesiacov</w:t>
      </w:r>
      <w:r w:rsidRPr="00A56355">
        <w:t xml:space="preserve"> od nadobudnutia účinnosti zmluvy v nasledujúcich etapách / míľnikoch:</w:t>
      </w:r>
    </w:p>
    <w:p w14:paraId="3E61C7C0" w14:textId="2229FEEA" w:rsidR="00BE25F1" w:rsidRPr="0092757A" w:rsidRDefault="00BE25F1" w:rsidP="008E1487">
      <w:pPr>
        <w:pStyle w:val="Nadpis6"/>
      </w:pPr>
      <w:r w:rsidRPr="00A56355">
        <w:t xml:space="preserve">Etapa I – Obdobie príprav: Etapa I je v trvaní </w:t>
      </w:r>
      <w:r w:rsidRPr="0092757A">
        <w:rPr>
          <w:b/>
          <w:bCs/>
        </w:rPr>
        <w:t xml:space="preserve">maximálne </w:t>
      </w:r>
      <w:r w:rsidR="0096365D" w:rsidRPr="0092757A">
        <w:rPr>
          <w:b/>
          <w:bCs/>
        </w:rPr>
        <w:t>6</w:t>
      </w:r>
      <w:r w:rsidR="002F27EA" w:rsidRPr="0092757A">
        <w:rPr>
          <w:b/>
          <w:bCs/>
        </w:rPr>
        <w:t xml:space="preserve"> </w:t>
      </w:r>
      <w:r w:rsidRPr="0092757A">
        <w:rPr>
          <w:b/>
          <w:bCs/>
        </w:rPr>
        <w:t>mesiacov</w:t>
      </w:r>
      <w:r w:rsidRPr="0092757A">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3C014C0A" w:rsidR="00BE25F1" w:rsidRPr="0092757A" w:rsidRDefault="00BE25F1" w:rsidP="008E1487">
      <w:pPr>
        <w:pStyle w:val="Nadpis6"/>
      </w:pPr>
      <w:r w:rsidRPr="0092757A">
        <w:t xml:space="preserve">Etapa II – Obdobie realizácie opatrení: Etapa II je v trvaní </w:t>
      </w:r>
      <w:r w:rsidRPr="0092757A">
        <w:rPr>
          <w:b/>
          <w:bCs/>
        </w:rPr>
        <w:t xml:space="preserve">maximálne </w:t>
      </w:r>
      <w:r w:rsidR="0096365D" w:rsidRPr="0092757A">
        <w:rPr>
          <w:b/>
          <w:bCs/>
        </w:rPr>
        <w:t xml:space="preserve">18 </w:t>
      </w:r>
      <w:r w:rsidRPr="0092757A">
        <w:rPr>
          <w:b/>
          <w:bCs/>
        </w:rPr>
        <w:t>mesiacov</w:t>
      </w:r>
      <w:r w:rsidRPr="0092757A">
        <w:t xml:space="preserve">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78B8C7CE" w:rsidR="00BE25F1" w:rsidRPr="00A56355" w:rsidRDefault="00BE25F1" w:rsidP="008E1487">
      <w:pPr>
        <w:pStyle w:val="Nadpis6"/>
      </w:pPr>
      <w:r w:rsidRPr="0092757A">
        <w:t xml:space="preserve">Etapa III – Obdobie garancie: Etapa III je v trvaní </w:t>
      </w:r>
      <w:r w:rsidR="00836E51" w:rsidRPr="0092757A">
        <w:rPr>
          <w:b/>
          <w:bCs/>
        </w:rPr>
        <w:t>maximálne</w:t>
      </w:r>
      <w:r w:rsidRPr="0092757A">
        <w:rPr>
          <w:b/>
          <w:bCs/>
        </w:rPr>
        <w:t xml:space="preserve"> </w:t>
      </w:r>
      <w:r w:rsidR="0096365D" w:rsidRPr="0092757A">
        <w:rPr>
          <w:b/>
          <w:bCs/>
        </w:rPr>
        <w:t>180</w:t>
      </w:r>
      <w:r w:rsidR="00B75FD7" w:rsidRPr="0092757A">
        <w:rPr>
          <w:b/>
          <w:bCs/>
        </w:rPr>
        <w:t xml:space="preserve"> </w:t>
      </w:r>
      <w:r w:rsidRPr="0092757A">
        <w:rPr>
          <w:b/>
          <w:bCs/>
        </w:rPr>
        <w:t>mesiacov</w:t>
      </w:r>
      <w:r w:rsidRPr="0092757A">
        <w:t xml:space="preserve"> odo dňa</w:t>
      </w:r>
      <w:r w:rsidRPr="00A56355">
        <w:t xml:space="preserve">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A56355" w:rsidRDefault="000B4CA9" w:rsidP="0096365D">
      <w:pPr>
        <w:pStyle w:val="Nadpis3"/>
      </w:pPr>
      <w:bookmarkStart w:id="357" w:name="_Toc114833237"/>
      <w:r w:rsidRPr="00A56355">
        <w:t>Ď</w:t>
      </w:r>
      <w:r w:rsidR="00EA4817" w:rsidRPr="00A56355">
        <w:t>alšie požiadavky na realizáciu predmetu zákazky</w:t>
      </w:r>
      <w:bookmarkEnd w:id="357"/>
      <w:r w:rsidR="00EA4817" w:rsidRPr="00A56355">
        <w:t xml:space="preserve"> </w:t>
      </w:r>
    </w:p>
    <w:p w14:paraId="24F6F141" w14:textId="00772EF7" w:rsidR="000B4CA9" w:rsidRPr="00A56355" w:rsidRDefault="000B4CA9" w:rsidP="007D3A0F">
      <w:pPr>
        <w:pStyle w:val="Nadpis4"/>
      </w:pPr>
      <w:r w:rsidRPr="00A56355">
        <w:t xml:space="preserve">Podrobný obsah realizácie predmetu zákazky a podmienky poskytovania súvisiacich </w:t>
      </w:r>
      <w:r w:rsidR="00821B52" w:rsidRPr="00A56355">
        <w:t>tovarov, služieb a stavebných prác</w:t>
      </w:r>
      <w:r w:rsidRPr="00A56355">
        <w:t xml:space="preserve"> </w:t>
      </w:r>
      <w:r w:rsidR="00E81C94" w:rsidRPr="00A56355">
        <w:t xml:space="preserve">sú špecifikované v návrhu </w:t>
      </w:r>
      <w:r w:rsidR="005936A9" w:rsidRPr="00A56355">
        <w:t>zml</w:t>
      </w:r>
      <w:r w:rsidR="00131814" w:rsidRPr="00A56355">
        <w:t>uvy</w:t>
      </w:r>
      <w:r w:rsidR="00821B52" w:rsidRPr="00A56355">
        <w:t xml:space="preserve"> </w:t>
      </w:r>
      <w:r w:rsidR="005936A9" w:rsidRPr="00A56355">
        <w:t>uveden</w:t>
      </w:r>
      <w:r w:rsidR="00131814" w:rsidRPr="00A56355">
        <w:t>om</w:t>
      </w:r>
      <w:r w:rsidR="00821B52" w:rsidRPr="00A56355">
        <w:t xml:space="preserve"> v</w:t>
      </w:r>
      <w:r w:rsidR="005936A9" w:rsidRPr="00A56355">
        <w:t> P</w:t>
      </w:r>
      <w:r w:rsidR="00821B52" w:rsidRPr="00A56355">
        <w:t>rílohe</w:t>
      </w:r>
      <w:r w:rsidR="005936A9" w:rsidRPr="00A56355">
        <w:t xml:space="preserve"> </w:t>
      </w:r>
      <w:r w:rsidR="00821B52" w:rsidRPr="00A56355">
        <w:t>D1 týchto súťažných podkladov.</w:t>
      </w:r>
      <w:r w:rsidRPr="00A56355">
        <w:t xml:space="preserve"> Verejný obstarávateľ považuje všetky obchodné podmienky za súčasť predmetu zákazky (upravujúce spôsob jeho realizácie).</w:t>
      </w:r>
    </w:p>
    <w:p w14:paraId="309207E8" w14:textId="7CBE477C" w:rsidR="000B4CA9" w:rsidRPr="00A56355" w:rsidRDefault="000B4CA9" w:rsidP="000B4CA9">
      <w:pPr>
        <w:rPr>
          <w:rFonts w:cs="Arial"/>
          <w:szCs w:val="20"/>
        </w:rPr>
      </w:pPr>
      <w:r w:rsidRPr="00A56355">
        <w:rPr>
          <w:rFonts w:cs="Arial"/>
          <w:szCs w:val="20"/>
        </w:rPr>
        <w:t xml:space="preserve"> </w:t>
      </w:r>
    </w:p>
    <w:p w14:paraId="08F491B9" w14:textId="557C6086" w:rsidR="00831255" w:rsidRPr="00A56355" w:rsidRDefault="00831255" w:rsidP="00831255">
      <w:pPr>
        <w:ind w:left="709"/>
        <w:rPr>
          <w:rFonts w:eastAsiaTheme="majorEastAsia" w:cs="Arial"/>
          <w:b/>
          <w:szCs w:val="20"/>
        </w:rPr>
      </w:pPr>
      <w:r w:rsidRPr="00A56355">
        <w:rPr>
          <w:rFonts w:eastAsiaTheme="majorEastAsia" w:cs="Arial"/>
          <w:b/>
          <w:szCs w:val="20"/>
        </w:rPr>
        <w:t>Prílohy Časti B. Súťažných podkladov</w:t>
      </w:r>
    </w:p>
    <w:p w14:paraId="79E3CC57" w14:textId="4A34F348" w:rsidR="00A17F88" w:rsidRPr="00A56355" w:rsidRDefault="00831255" w:rsidP="00600F60">
      <w:pPr>
        <w:ind w:left="2127" w:hanging="1418"/>
        <w:rPr>
          <w:rFonts w:cs="Arial"/>
          <w:szCs w:val="20"/>
        </w:rPr>
      </w:pPr>
      <w:r w:rsidRPr="00A56355">
        <w:rPr>
          <w:rFonts w:cs="Arial"/>
          <w:szCs w:val="20"/>
        </w:rPr>
        <w:t>Príloha B1</w:t>
      </w:r>
      <w:r w:rsidRPr="00A56355">
        <w:rPr>
          <w:rFonts w:cs="Arial"/>
          <w:szCs w:val="20"/>
        </w:rPr>
        <w:tab/>
      </w:r>
      <w:r w:rsidR="008B1099" w:rsidRPr="008B1099">
        <w:rPr>
          <w:rFonts w:cs="Arial"/>
          <w:szCs w:val="20"/>
        </w:rPr>
        <w:t>Minimálny rozsah povinných opatrení</w:t>
      </w:r>
    </w:p>
    <w:p w14:paraId="536B0866" w14:textId="582C5111" w:rsidR="00394ABA" w:rsidRDefault="00394ABA" w:rsidP="00600F60">
      <w:pPr>
        <w:ind w:left="2127" w:hanging="1418"/>
        <w:rPr>
          <w:rFonts w:cs="Arial"/>
          <w:szCs w:val="20"/>
        </w:rPr>
      </w:pPr>
      <w:r w:rsidRPr="00A56355">
        <w:rPr>
          <w:rFonts w:cs="Arial"/>
          <w:szCs w:val="20"/>
        </w:rPr>
        <w:t>Príloha B2</w:t>
      </w:r>
      <w:r w:rsidRPr="00A56355">
        <w:rPr>
          <w:rFonts w:cs="Arial"/>
          <w:szCs w:val="20"/>
        </w:rPr>
        <w:tab/>
      </w:r>
      <w:r w:rsidR="008B1099" w:rsidRPr="008B1099">
        <w:rPr>
          <w:rFonts w:cs="Arial"/>
          <w:szCs w:val="20"/>
        </w:rPr>
        <w:t xml:space="preserve">Opis súčasného stavu budov – Domov sociálnych služieb </w:t>
      </w:r>
      <w:proofErr w:type="spellStart"/>
      <w:r w:rsidR="00823283">
        <w:rPr>
          <w:rFonts w:cs="Arial"/>
          <w:szCs w:val="20"/>
        </w:rPr>
        <w:t>Lidwina</w:t>
      </w:r>
      <w:proofErr w:type="spellEnd"/>
    </w:p>
    <w:p w14:paraId="6145F8D7" w14:textId="0374C018" w:rsidR="008B1099" w:rsidRPr="00A56355" w:rsidRDefault="008B1099" w:rsidP="008B1099">
      <w:pPr>
        <w:ind w:left="2127" w:hanging="1418"/>
      </w:pPr>
      <w:r w:rsidRPr="00A56355">
        <w:rPr>
          <w:rFonts w:cs="Arial"/>
          <w:szCs w:val="20"/>
        </w:rPr>
        <w:t>Príloha B</w:t>
      </w:r>
      <w:r>
        <w:rPr>
          <w:rFonts w:cs="Arial"/>
          <w:szCs w:val="20"/>
        </w:rPr>
        <w:t>3</w:t>
      </w:r>
      <w:r w:rsidRPr="00A56355">
        <w:rPr>
          <w:rFonts w:cs="Arial"/>
          <w:szCs w:val="20"/>
        </w:rPr>
        <w:tab/>
      </w:r>
      <w:r w:rsidRPr="008B1099">
        <w:rPr>
          <w:rFonts w:cs="Arial"/>
          <w:szCs w:val="20"/>
        </w:rPr>
        <w:t xml:space="preserve">Energetický posudok DSS </w:t>
      </w:r>
      <w:r w:rsidR="00823283">
        <w:rPr>
          <w:rFonts w:cs="Arial"/>
          <w:szCs w:val="20"/>
        </w:rPr>
        <w:t>LIDWINA</w:t>
      </w:r>
      <w:r w:rsidRPr="008B1099">
        <w:rPr>
          <w:rFonts w:cs="Arial"/>
          <w:szCs w:val="20"/>
        </w:rPr>
        <w:t xml:space="preserve"> v meste Strážske</w:t>
      </w:r>
    </w:p>
    <w:p w14:paraId="5CC8C70A" w14:textId="581FE9C6" w:rsidR="00AD286A" w:rsidRPr="00A56355" w:rsidRDefault="008B1099" w:rsidP="008E1487">
      <w:pPr>
        <w:ind w:left="2127" w:hanging="1418"/>
        <w:rPr>
          <w:rFonts w:cs="Arial"/>
          <w:szCs w:val="20"/>
        </w:rPr>
      </w:pPr>
      <w:r w:rsidRPr="00A56355">
        <w:rPr>
          <w:rFonts w:cs="Arial"/>
          <w:szCs w:val="20"/>
        </w:rPr>
        <w:t>Príloha B</w:t>
      </w:r>
      <w:r>
        <w:rPr>
          <w:rFonts w:cs="Arial"/>
          <w:szCs w:val="20"/>
        </w:rPr>
        <w:t>4</w:t>
      </w:r>
      <w:r w:rsidRPr="00A56355">
        <w:rPr>
          <w:rFonts w:cs="Arial"/>
          <w:szCs w:val="20"/>
        </w:rPr>
        <w:tab/>
      </w:r>
      <w:r>
        <w:rPr>
          <w:rFonts w:cs="Arial"/>
          <w:szCs w:val="20"/>
        </w:rPr>
        <w:t>Projektová dokumentácia</w:t>
      </w:r>
      <w:r w:rsidR="00AD286A" w:rsidRPr="00A56355">
        <w:rPr>
          <w:rFonts w:cs="Arial"/>
          <w:szCs w:val="20"/>
        </w:rPr>
        <w:br w:type="page"/>
      </w:r>
    </w:p>
    <w:p w14:paraId="1F327C2D" w14:textId="77777777" w:rsidR="003952DC" w:rsidRPr="00A56355" w:rsidRDefault="003952DC" w:rsidP="00D94CF5">
      <w:pPr>
        <w:ind w:left="2127" w:hanging="1418"/>
        <w:rPr>
          <w:rFonts w:cs="Arial"/>
          <w:szCs w:val="20"/>
        </w:rPr>
      </w:pPr>
    </w:p>
    <w:p w14:paraId="2057FB57" w14:textId="0A562E20" w:rsidR="00AB7E74" w:rsidRPr="00A56355" w:rsidRDefault="00AB7E74" w:rsidP="00BF6A10">
      <w:pPr>
        <w:pStyle w:val="Nadpis1"/>
        <w:rPr>
          <w:rFonts w:ascii="Cambria" w:hAnsi="Cambria"/>
        </w:rPr>
      </w:pPr>
      <w:bookmarkStart w:id="358" w:name="_Toc4416503"/>
      <w:bookmarkStart w:id="359" w:name="_Toc4416638"/>
      <w:bookmarkStart w:id="360" w:name="_Toc4416932"/>
      <w:bookmarkStart w:id="361" w:name="_Toc4416981"/>
      <w:bookmarkStart w:id="362" w:name="_Toc114833238"/>
      <w:r w:rsidRPr="00A56355">
        <w:rPr>
          <w:rFonts w:ascii="Cambria" w:hAnsi="Cambria"/>
        </w:rPr>
        <w:t>Spôsob určenia ceny</w:t>
      </w:r>
      <w:bookmarkEnd w:id="344"/>
      <w:bookmarkEnd w:id="358"/>
      <w:bookmarkEnd w:id="359"/>
      <w:bookmarkEnd w:id="360"/>
      <w:bookmarkEnd w:id="361"/>
      <w:bookmarkEnd w:id="362"/>
    </w:p>
    <w:p w14:paraId="5AB616E9" w14:textId="07BB45E3" w:rsidR="00AB7E74" w:rsidRPr="00A56355" w:rsidRDefault="00AB7E74" w:rsidP="0096365D">
      <w:pPr>
        <w:pStyle w:val="Nadpis3"/>
      </w:pPr>
      <w:bookmarkStart w:id="363" w:name="_Toc400006306"/>
      <w:bookmarkStart w:id="364" w:name="_Toc444084985"/>
      <w:bookmarkStart w:id="365" w:name="_Toc4416639"/>
      <w:bookmarkStart w:id="366" w:name="_Toc4416933"/>
      <w:bookmarkStart w:id="367" w:name="_Toc4416982"/>
      <w:bookmarkStart w:id="368" w:name="_Toc114833239"/>
      <w:r w:rsidRPr="00A56355">
        <w:t xml:space="preserve">Stanovenie ceny za </w:t>
      </w:r>
      <w:r w:rsidR="0068594A" w:rsidRPr="00A56355">
        <w:t>p</w:t>
      </w:r>
      <w:r w:rsidR="007D674D" w:rsidRPr="00A56355">
        <w:t>redmet</w:t>
      </w:r>
      <w:r w:rsidRPr="00A56355">
        <w:t xml:space="preserve"> zákazky</w:t>
      </w:r>
      <w:bookmarkEnd w:id="363"/>
      <w:bookmarkEnd w:id="364"/>
      <w:bookmarkEnd w:id="365"/>
      <w:bookmarkEnd w:id="366"/>
      <w:bookmarkEnd w:id="367"/>
      <w:bookmarkEnd w:id="368"/>
      <w:r w:rsidR="00D12961" w:rsidRPr="00A56355">
        <w:t xml:space="preserve"> </w:t>
      </w:r>
    </w:p>
    <w:p w14:paraId="7C251DEA" w14:textId="7CE6A017" w:rsidR="007C13AD" w:rsidRPr="00A56355" w:rsidRDefault="007C13AD" w:rsidP="007D3A0F">
      <w:pPr>
        <w:pStyle w:val="Nadpis4"/>
      </w:pPr>
      <w:bookmarkStart w:id="369" w:name="_Toc400006307"/>
      <w:bookmarkStart w:id="370" w:name="_Toc444084986"/>
      <w:bookmarkStart w:id="371" w:name="_Toc4416640"/>
      <w:bookmarkStart w:id="372" w:name="_Toc4416934"/>
      <w:bookmarkStart w:id="373" w:name="_Toc4416983"/>
      <w:r w:rsidRPr="00A56355">
        <w:t>Cena za predmet zákazky podľa Časti B.  Opis predmetu zákazky musí byť stanovená v zmysle zákona NR SR č.18/1996 Z. z. o cenách, v platnom znení a vyhlášky MF SR č.</w:t>
      </w:r>
      <w:r w:rsidR="00814324">
        <w:t xml:space="preserve"> </w:t>
      </w:r>
      <w:r w:rsidRPr="00A56355">
        <w:t>87/1996 Z. z., ktorou sa tento vykonáva.</w:t>
      </w:r>
    </w:p>
    <w:p w14:paraId="21501359" w14:textId="422CFE25" w:rsidR="007C13AD" w:rsidRPr="00A56355" w:rsidRDefault="007C13AD" w:rsidP="007D3A0F">
      <w:pPr>
        <w:pStyle w:val="Nadpis4"/>
      </w:pPr>
      <w:r w:rsidRPr="00A56355">
        <w:t>Uchádzač musí v ponuke uviesť celkovú cenu celého predmetu zákazky, t.</w:t>
      </w:r>
      <w:r w:rsidR="00624CDA" w:rsidRPr="00A56355">
        <w:t xml:space="preserve"> </w:t>
      </w:r>
      <w:r w:rsidRPr="00A56355">
        <w:t>j. cenu vrátane odplaty za akékoľvek súvisiace náklady</w:t>
      </w:r>
      <w:r w:rsidR="002A74A3" w:rsidRPr="00A56355">
        <w:t xml:space="preserve"> spojené s plnením uchádzača za realizáciu opatrení a poskytovanie súvisiacich služieb, ako sú opísané</w:t>
      </w:r>
      <w:r w:rsidRPr="00A56355">
        <w:t xml:space="preserve"> v Časti B. Opis predmetu zákazky a</w:t>
      </w:r>
      <w:r w:rsidR="00814324">
        <w:t xml:space="preserve"> v</w:t>
      </w:r>
      <w:r w:rsidRPr="00A56355">
        <w:t xml:space="preserve"> Časti D. Obchodné podmienky týchto súťažných podkladov</w:t>
      </w:r>
      <w:r w:rsidR="002A74A3" w:rsidRPr="00A56355">
        <w:t xml:space="preserve"> a v súlade s</w:t>
      </w:r>
      <w:r w:rsidR="00814324">
        <w:t xml:space="preserve"> predloženou </w:t>
      </w:r>
      <w:r w:rsidR="002A74A3" w:rsidRPr="00A56355">
        <w:t>ponukou uchádzača</w:t>
      </w:r>
      <w:r w:rsidRPr="00A56355">
        <w:t>.</w:t>
      </w:r>
    </w:p>
    <w:p w14:paraId="46CB451E" w14:textId="300297B0" w:rsidR="007C13AD" w:rsidRPr="00A56355" w:rsidRDefault="007C13AD" w:rsidP="007D3A0F">
      <w:pPr>
        <w:pStyle w:val="Nadpis4"/>
      </w:pPr>
      <w:r w:rsidRPr="00A56355">
        <w:t xml:space="preserve">Základnou zásadou posudzovania cien ponúknutých uchádzačmi je posudzovanie konečnej ceny, ktorú by </w:t>
      </w:r>
      <w:r w:rsidR="003716D2" w:rsidRPr="00A56355">
        <w:t>V</w:t>
      </w:r>
      <w:r w:rsidRPr="00A56355">
        <w:t>erejný obstarávateľ bol povinný zaplatiť uchádzačovi v prípade úspechu jeho ponuky v</w:t>
      </w:r>
      <w:r w:rsidR="00E6388E">
        <w:t> tomto Verejnom obstarávaní</w:t>
      </w:r>
      <w:r w:rsidRPr="00A56355">
        <w:t xml:space="preserve"> v súlade s platným právnym režimom upravujúcim akékoľvek dane a poplatky vzťahujúce sa na </w:t>
      </w:r>
      <w:r w:rsidR="00821B52" w:rsidRPr="00A56355">
        <w:t>obstaranie</w:t>
      </w:r>
      <w:r w:rsidRPr="00A56355">
        <w:t xml:space="preserve"> predmetu zákazky.  </w:t>
      </w:r>
    </w:p>
    <w:p w14:paraId="17A67633" w14:textId="2F18E150" w:rsidR="00AB7E74" w:rsidRPr="00A56355" w:rsidRDefault="00AB7E74" w:rsidP="0096365D">
      <w:pPr>
        <w:pStyle w:val="Nadpis3"/>
      </w:pPr>
      <w:bookmarkStart w:id="374" w:name="_Toc114833240"/>
      <w:r w:rsidRPr="00A56355">
        <w:t xml:space="preserve">Predloženie ceny za </w:t>
      </w:r>
      <w:r w:rsidR="0068594A" w:rsidRPr="00A56355">
        <w:t>p</w:t>
      </w:r>
      <w:r w:rsidR="007D674D" w:rsidRPr="00A56355">
        <w:t>redmet</w:t>
      </w:r>
      <w:r w:rsidRPr="00A56355">
        <w:t xml:space="preserve"> zákazky</w:t>
      </w:r>
      <w:bookmarkEnd w:id="369"/>
      <w:bookmarkEnd w:id="370"/>
      <w:bookmarkEnd w:id="371"/>
      <w:bookmarkEnd w:id="372"/>
      <w:bookmarkEnd w:id="373"/>
      <w:bookmarkEnd w:id="374"/>
    </w:p>
    <w:p w14:paraId="774336AE" w14:textId="77777777" w:rsidR="00AB7E74" w:rsidRPr="00A56355" w:rsidRDefault="00AB7E74" w:rsidP="00C01EBB">
      <w:pPr>
        <w:pStyle w:val="Odsekzoznamu"/>
        <w:widowControl w:val="0"/>
        <w:numPr>
          <w:ilvl w:val="0"/>
          <w:numId w:val="8"/>
        </w:numPr>
        <w:contextualSpacing w:val="0"/>
        <w:rPr>
          <w:rFonts w:ascii="Cambria" w:hAnsi="Cambria" w:cs="Arial"/>
          <w:vanish/>
        </w:rPr>
      </w:pPr>
    </w:p>
    <w:p w14:paraId="251CF124" w14:textId="15A921C2" w:rsidR="00512AF5" w:rsidRPr="00A56355" w:rsidRDefault="00512AF5" w:rsidP="007D3A0F">
      <w:pPr>
        <w:pStyle w:val="Nadpis4"/>
      </w:pPr>
      <w:bookmarkStart w:id="375" w:name="_Hlk13568137"/>
      <w:r w:rsidRPr="00A56355">
        <w:t xml:space="preserve">Uchádzač v </w:t>
      </w:r>
      <w:r w:rsidR="00821B52" w:rsidRPr="00A56355">
        <w:t>n</w:t>
      </w:r>
      <w:r w:rsidRPr="00A56355">
        <w:t xml:space="preserve">ávrhu na plnenie kritérií </w:t>
      </w:r>
      <w:r w:rsidR="00BE37E5" w:rsidRPr="00A56355">
        <w:t xml:space="preserve">(formulár C1 súťažných podkladov) </w:t>
      </w:r>
      <w:r w:rsidRPr="00A56355">
        <w:t xml:space="preserve">uvedie navrhovanú celkovú cenu </w:t>
      </w:r>
      <w:r w:rsidR="001B7E37" w:rsidRPr="00A56355">
        <w:t xml:space="preserve">aj </w:t>
      </w:r>
      <w:r w:rsidRPr="00A56355">
        <w:t>vrátane dane z pridanej hodnoty (ďalej len „</w:t>
      </w:r>
      <w:r w:rsidRPr="00A56355">
        <w:rPr>
          <w:b/>
        </w:rPr>
        <w:t>DPH</w:t>
      </w:r>
      <w:r w:rsidRPr="00A56355">
        <w:t xml:space="preserve">“), </w:t>
      </w:r>
      <w:r w:rsidR="00FB1BBF" w:rsidRPr="00A56355">
        <w:t>ktorú bude Verejný obstarávateľ musieť zaplatiť úspešnému uchádzačovi na základe faktúry, a to vo výške 20 % z ceny bez DPH</w:t>
      </w:r>
      <w:r w:rsidRPr="00A56355">
        <w:t xml:space="preserve">. Pri vypĺňaní jednotlivých položiek Prílohy </w:t>
      </w:r>
      <w:r w:rsidR="003952DC" w:rsidRPr="00A56355">
        <w:t>C</w:t>
      </w:r>
      <w:r w:rsidRPr="00A56355">
        <w:t xml:space="preserve">1 Návrh na plnenie kritérií uchádzač teda uvedie cenu bez DPH, sadzbu DPH a cenu vrátane DPH. </w:t>
      </w:r>
    </w:p>
    <w:p w14:paraId="625BB031" w14:textId="026B5BD2" w:rsidR="00512AF5" w:rsidRPr="00814324" w:rsidRDefault="00512AF5" w:rsidP="007D3A0F">
      <w:pPr>
        <w:pStyle w:val="Nadpis4"/>
      </w:pPr>
      <w:r w:rsidRPr="00A56355">
        <w:t xml:space="preserve">Hodnotená bude </w:t>
      </w:r>
      <w:r w:rsidRPr="00814324">
        <w:t>celková cena</w:t>
      </w:r>
      <w:r w:rsidR="00526986" w:rsidRPr="00814324">
        <w:t xml:space="preserve"> </w:t>
      </w:r>
      <w:r w:rsidR="00533A6E" w:rsidRPr="00814324">
        <w:t xml:space="preserve">vrátane </w:t>
      </w:r>
      <w:r w:rsidRPr="00814324">
        <w:t>DPH.</w:t>
      </w:r>
    </w:p>
    <w:p w14:paraId="728337E4" w14:textId="4FF4CFC6" w:rsidR="00512AF5" w:rsidRPr="00A56355" w:rsidRDefault="00512AF5" w:rsidP="007D3A0F">
      <w:pPr>
        <w:pStyle w:val="Nadpis4"/>
      </w:pPr>
      <w:r w:rsidRPr="00A56355">
        <w:t>Uchádzač zároveň uvedie, či je alebo nie je registrovaným platiteľom DPH v Slovenskej republike</w:t>
      </w:r>
      <w:bookmarkEnd w:id="375"/>
      <w:r w:rsidRPr="00A56355">
        <w:t xml:space="preserve">. </w:t>
      </w:r>
    </w:p>
    <w:p w14:paraId="2F041BD7" w14:textId="62727D5C" w:rsidR="00512AF5" w:rsidRPr="00A56355" w:rsidRDefault="00512AF5" w:rsidP="007D3A0F">
      <w:pPr>
        <w:pStyle w:val="Nadpis4"/>
      </w:pPr>
      <w:r w:rsidRPr="00A56355">
        <w:t>C</w:t>
      </w:r>
      <w:bookmarkStart w:id="376" w:name="_Hlk14250010"/>
      <w:r w:rsidRPr="00A56355">
        <w:t>enu predmetu zákazky predloží uchádzač vyplnením Návrh</w:t>
      </w:r>
      <w:r w:rsidR="0080134C" w:rsidRPr="00A56355">
        <w:t>u</w:t>
      </w:r>
      <w:r w:rsidRPr="00A56355">
        <w:t xml:space="preserve"> na plnenie kritérií</w:t>
      </w:r>
      <w:r w:rsidR="0080134C" w:rsidRPr="00A56355">
        <w:t xml:space="preserve"> a</w:t>
      </w:r>
      <w:r w:rsidRPr="00A56355">
        <w:t>, ktorého vzor tvorí obsah Prílohy C1 Návrh na plnenie kritérií týchto súťažných podkladov.</w:t>
      </w:r>
      <w:bookmarkEnd w:id="376"/>
    </w:p>
    <w:p w14:paraId="1373DB25" w14:textId="15BC2117" w:rsidR="005C361C" w:rsidRPr="00A56355" w:rsidRDefault="007954F2" w:rsidP="007D3A0F">
      <w:pPr>
        <w:pStyle w:val="Nadpis4"/>
      </w:pPr>
      <w:r w:rsidRPr="00A56355">
        <w:t>P</w:t>
      </w:r>
      <w:r w:rsidR="005C361C" w:rsidRPr="00A56355">
        <w:t xml:space="preserve">ovinnosťou uchádzača je dôsledne preskúmať celý obsah súťažných podkladov a návrhu </w:t>
      </w:r>
      <w:r w:rsidR="00437C48" w:rsidRPr="00A56355">
        <w:t>z</w:t>
      </w:r>
      <w:r w:rsidR="005C361C" w:rsidRPr="00A56355">
        <w:t xml:space="preserve">mluvy, a na základe ich obsahu stanoviť cenu za uskutočnenie </w:t>
      </w:r>
      <w:r w:rsidR="0068594A" w:rsidRPr="00A56355">
        <w:t>p</w:t>
      </w:r>
      <w:r w:rsidR="007D674D" w:rsidRPr="00A56355">
        <w:t>redmet</w:t>
      </w:r>
      <w:r w:rsidR="005C361C" w:rsidRPr="00A56355">
        <w:t xml:space="preserve">u zákazky. Uchádzač je vo svojej ponuke povinný zohľadniť všetko, čo je nevyhnutné na úplné a riadne plnenie svojich záväzkov zo </w:t>
      </w:r>
      <w:r w:rsidR="00437C48" w:rsidRPr="00A56355">
        <w:t>z</w:t>
      </w:r>
      <w:r w:rsidR="005C361C" w:rsidRPr="00A56355">
        <w:t xml:space="preserve">mluvy, pričom do svojich ponukových cien zahrnie všetky náklady spojené s plnením </w:t>
      </w:r>
      <w:r w:rsidR="0068594A" w:rsidRPr="00A56355">
        <w:t>p</w:t>
      </w:r>
      <w:r w:rsidR="007D674D" w:rsidRPr="00A56355">
        <w:t>redmet</w:t>
      </w:r>
      <w:r w:rsidR="005C361C" w:rsidRPr="00A56355">
        <w:t>u zákazky.</w:t>
      </w:r>
      <w:r w:rsidR="00F515D2" w:rsidRPr="00A56355">
        <w:t xml:space="preserve"> </w:t>
      </w:r>
      <w:r w:rsidR="005C361C" w:rsidRPr="00A56355">
        <w:t xml:space="preserve">Cena musí zahŕňať všetky ekonomicky odôvodnené náklady uchádzača na </w:t>
      </w:r>
      <w:r w:rsidR="0068594A" w:rsidRPr="00A56355">
        <w:t>p</w:t>
      </w:r>
      <w:r w:rsidR="007D674D" w:rsidRPr="00A56355">
        <w:t>redmet</w:t>
      </w:r>
      <w:r w:rsidR="005C361C" w:rsidRPr="00A56355">
        <w:t xml:space="preserve"> zákazky v rozsahu a za podmienok uvedených v </w:t>
      </w:r>
      <w:r w:rsidR="00437C48" w:rsidRPr="00A56355">
        <w:t>z</w:t>
      </w:r>
      <w:r w:rsidR="005C361C" w:rsidRPr="00A56355">
        <w:t>mluve a primeraný zisk.</w:t>
      </w:r>
    </w:p>
    <w:p w14:paraId="2908A8BF" w14:textId="4B28E1D3" w:rsidR="003B49C4" w:rsidRPr="00A56355" w:rsidRDefault="003B49C4" w:rsidP="003B49C4">
      <w:pPr>
        <w:ind w:left="709"/>
        <w:rPr>
          <w:rFonts w:eastAsiaTheme="majorEastAsia" w:cs="Arial"/>
          <w:b/>
          <w:szCs w:val="20"/>
        </w:rPr>
      </w:pPr>
      <w:r w:rsidRPr="00A56355">
        <w:rPr>
          <w:rFonts w:eastAsiaTheme="majorEastAsia" w:cs="Arial"/>
          <w:b/>
          <w:szCs w:val="20"/>
        </w:rPr>
        <w:t>Prílohy Časti C. Súťažných podkladov</w:t>
      </w:r>
    </w:p>
    <w:p w14:paraId="249A90F5" w14:textId="0A660516" w:rsidR="003B49C4" w:rsidRPr="00A56355" w:rsidRDefault="003B49C4" w:rsidP="003B49C4">
      <w:pPr>
        <w:ind w:left="1985" w:hanging="1276"/>
        <w:rPr>
          <w:rFonts w:cs="Arial"/>
          <w:szCs w:val="20"/>
        </w:rPr>
      </w:pPr>
      <w:r w:rsidRPr="00A56355">
        <w:rPr>
          <w:rFonts w:cs="Arial"/>
          <w:szCs w:val="20"/>
        </w:rPr>
        <w:t xml:space="preserve">Príloha C1  </w:t>
      </w:r>
      <w:r w:rsidRPr="00A56355">
        <w:rPr>
          <w:rFonts w:cs="Arial"/>
          <w:szCs w:val="20"/>
        </w:rPr>
        <w:tab/>
        <w:t>Návrh na plnenie kritérií (vzor)</w:t>
      </w:r>
      <w:r w:rsidR="00164D8E" w:rsidRPr="00A56355">
        <w:rPr>
          <w:rFonts w:cs="Arial"/>
          <w:szCs w:val="20"/>
        </w:rPr>
        <w:t xml:space="preserve"> </w:t>
      </w:r>
    </w:p>
    <w:p w14:paraId="3223F496" w14:textId="77777777" w:rsidR="00A67265" w:rsidRPr="00A56355" w:rsidRDefault="00A67265" w:rsidP="003B49C4">
      <w:pPr>
        <w:ind w:left="1985" w:hanging="1276"/>
        <w:rPr>
          <w:rFonts w:cs="Arial"/>
          <w:szCs w:val="20"/>
        </w:rPr>
      </w:pPr>
    </w:p>
    <w:p w14:paraId="3B8BAF63" w14:textId="66A4CD37" w:rsidR="003B49C4" w:rsidRPr="00A56355" w:rsidRDefault="003B49C4">
      <w:pPr>
        <w:spacing w:after="0" w:line="240" w:lineRule="auto"/>
        <w:jc w:val="left"/>
        <w:rPr>
          <w:rFonts w:eastAsiaTheme="majorEastAsia" w:cstheme="majorBidi"/>
          <w:b/>
          <w:sz w:val="28"/>
          <w:szCs w:val="28"/>
          <w:u w:val="single"/>
        </w:rPr>
      </w:pPr>
      <w:r w:rsidRPr="00A56355">
        <w:rPr>
          <w:rFonts w:eastAsiaTheme="majorEastAsia" w:cstheme="majorBidi"/>
          <w:b/>
          <w:sz w:val="28"/>
          <w:szCs w:val="28"/>
          <w:u w:val="single"/>
        </w:rPr>
        <w:br w:type="page"/>
      </w:r>
    </w:p>
    <w:p w14:paraId="3ABBE52C" w14:textId="338446DF" w:rsidR="004D6EEC" w:rsidRPr="00A56355" w:rsidRDefault="004D6EEC" w:rsidP="00BF6A10">
      <w:pPr>
        <w:pStyle w:val="Nadpis1"/>
        <w:rPr>
          <w:rFonts w:ascii="Cambria" w:hAnsi="Cambria"/>
        </w:rPr>
      </w:pPr>
      <w:bookmarkStart w:id="377" w:name="_Toc4416504"/>
      <w:bookmarkStart w:id="378" w:name="_Toc4416641"/>
      <w:bookmarkStart w:id="379" w:name="_Toc4416935"/>
      <w:bookmarkStart w:id="380" w:name="_Toc4416984"/>
      <w:bookmarkStart w:id="381" w:name="_Toc114833241"/>
      <w:r w:rsidRPr="00A56355">
        <w:rPr>
          <w:rFonts w:ascii="Cambria" w:hAnsi="Cambria"/>
        </w:rPr>
        <w:lastRenderedPageBreak/>
        <w:t>Obchodné podmienky</w:t>
      </w:r>
      <w:bookmarkEnd w:id="377"/>
      <w:bookmarkEnd w:id="378"/>
      <w:bookmarkEnd w:id="379"/>
      <w:bookmarkEnd w:id="380"/>
      <w:bookmarkEnd w:id="381"/>
    </w:p>
    <w:p w14:paraId="25F5FBFC" w14:textId="391E3244" w:rsidR="00AB7E74" w:rsidRPr="00A56355" w:rsidRDefault="00AB7E74" w:rsidP="0096365D">
      <w:pPr>
        <w:pStyle w:val="Nadpis3"/>
      </w:pPr>
      <w:bookmarkStart w:id="382" w:name="_Toc444084988"/>
      <w:bookmarkStart w:id="383" w:name="_Toc4416642"/>
      <w:bookmarkStart w:id="384" w:name="_Toc4416936"/>
      <w:bookmarkStart w:id="385" w:name="_Toc4416985"/>
      <w:bookmarkStart w:id="386" w:name="_Toc114833242"/>
      <w:r w:rsidRPr="00A56355">
        <w:t xml:space="preserve">Podmienky uzatvorenia </w:t>
      </w:r>
      <w:r w:rsidR="00437C48" w:rsidRPr="00A56355">
        <w:t>z</w:t>
      </w:r>
      <w:r w:rsidR="00347476" w:rsidRPr="00A56355">
        <w:t>mluv</w:t>
      </w:r>
      <w:r w:rsidRPr="00A56355">
        <w:t>y</w:t>
      </w:r>
      <w:bookmarkEnd w:id="382"/>
      <w:bookmarkEnd w:id="383"/>
      <w:bookmarkEnd w:id="384"/>
      <w:bookmarkEnd w:id="385"/>
      <w:bookmarkEnd w:id="386"/>
    </w:p>
    <w:p w14:paraId="116CF538" w14:textId="70A41AD7" w:rsidR="00FB1BBF" w:rsidRDefault="00FB1BBF" w:rsidP="007D3A0F">
      <w:pPr>
        <w:pStyle w:val="Nadpis4"/>
      </w:pPr>
      <w:r w:rsidRPr="00A56355">
        <w:t xml:space="preserve">Medzi Verejným obstarávateľom a úspešným uchádzačom ako poskytovateľom bude uzavretá Zmluva o Dielo s rozšírenými zárukami uzatvorená podľa ustanovenia § 269 ods. 2 s primeraným uplatnením ustanovení § 536 a </w:t>
      </w:r>
      <w:proofErr w:type="spellStart"/>
      <w:r w:rsidRPr="00A56355">
        <w:t>nasl</w:t>
      </w:r>
      <w:proofErr w:type="spellEnd"/>
      <w:r w:rsidRPr="00A56355">
        <w:t>.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62A68F8E" w14:textId="77777777" w:rsidR="00EA7912" w:rsidRPr="00EA7912" w:rsidRDefault="00EA7912" w:rsidP="006E2F0C"/>
    <w:p w14:paraId="4E530CC3" w14:textId="27BCD7F7" w:rsidR="00EA7912" w:rsidRPr="00EA7912" w:rsidRDefault="00EA7912" w:rsidP="007D3A0F">
      <w:pPr>
        <w:pStyle w:val="Nadpis4"/>
      </w:pPr>
      <w:r>
        <w:t>Vzor Zmluvy o dielo s rozšírenými zárukami tvorí prílohu č. D1 súťažných podkladov.</w:t>
      </w:r>
    </w:p>
    <w:p w14:paraId="3CC5AB59" w14:textId="4636DF5F" w:rsidR="00814324" w:rsidRDefault="00814324" w:rsidP="003B49C4">
      <w:pPr>
        <w:ind w:left="709"/>
        <w:rPr>
          <w:rFonts w:eastAsiaTheme="majorEastAsia" w:cs="Arial"/>
          <w:b/>
          <w:szCs w:val="20"/>
        </w:rPr>
      </w:pPr>
    </w:p>
    <w:p w14:paraId="42240B90" w14:textId="77777777" w:rsidR="00EA7912" w:rsidRDefault="00EA7912" w:rsidP="003B49C4">
      <w:pPr>
        <w:ind w:left="709"/>
        <w:rPr>
          <w:rFonts w:eastAsiaTheme="majorEastAsia" w:cs="Arial"/>
          <w:b/>
          <w:szCs w:val="20"/>
        </w:rPr>
      </w:pPr>
    </w:p>
    <w:p w14:paraId="3E24DA0D" w14:textId="1693BCFB" w:rsidR="003B49C4" w:rsidRPr="00A56355" w:rsidRDefault="003B49C4" w:rsidP="003B49C4">
      <w:pPr>
        <w:ind w:left="709"/>
        <w:rPr>
          <w:rFonts w:eastAsiaTheme="majorEastAsia" w:cs="Arial"/>
          <w:b/>
          <w:szCs w:val="20"/>
        </w:rPr>
      </w:pPr>
      <w:r w:rsidRPr="00A56355">
        <w:rPr>
          <w:rFonts w:eastAsiaTheme="majorEastAsia" w:cs="Arial"/>
          <w:b/>
          <w:szCs w:val="20"/>
        </w:rPr>
        <w:t>Prílohy Časti D. Súťažných podkladov</w:t>
      </w:r>
    </w:p>
    <w:p w14:paraId="375D3C68" w14:textId="1EA4F763" w:rsidR="00AB7E74" w:rsidRPr="00A56355" w:rsidRDefault="003B49C4" w:rsidP="007C13AD">
      <w:pPr>
        <w:widowControl w:val="0"/>
        <w:ind w:left="1985" w:hanging="1276"/>
      </w:pPr>
      <w:r w:rsidRPr="00A56355">
        <w:rPr>
          <w:rFonts w:cs="Arial"/>
          <w:szCs w:val="20"/>
        </w:rPr>
        <w:t>Príloha D1</w:t>
      </w:r>
      <w:r w:rsidRPr="00A56355">
        <w:rPr>
          <w:rFonts w:cs="Arial"/>
          <w:szCs w:val="20"/>
        </w:rPr>
        <w:tab/>
      </w:r>
      <w:r w:rsidR="007C13AD" w:rsidRPr="00A56355">
        <w:rPr>
          <w:rFonts w:cs="Arial"/>
          <w:szCs w:val="20"/>
        </w:rPr>
        <w:t xml:space="preserve">Zmluva </w:t>
      </w:r>
      <w:r w:rsidR="00937AE6" w:rsidRPr="00A56355">
        <w:t>o</w:t>
      </w:r>
      <w:r w:rsidR="00FB1BBF" w:rsidRPr="00A56355">
        <w:t> dielo s rozšírenými zárukami</w:t>
      </w:r>
    </w:p>
    <w:p w14:paraId="69A3886C" w14:textId="77777777" w:rsidR="00914ABE" w:rsidRPr="00A56355" w:rsidRDefault="00914ABE" w:rsidP="009534E2">
      <w:pPr>
        <w:widowControl w:val="0"/>
        <w:jc w:val="center"/>
        <w:rPr>
          <w:b/>
          <w:bCs/>
          <w:caps/>
          <w:szCs w:val="20"/>
        </w:rPr>
      </w:pPr>
      <w:bookmarkStart w:id="387" w:name="_Toc444084990"/>
    </w:p>
    <w:p w14:paraId="41B583BB" w14:textId="77777777" w:rsidR="00914ABE" w:rsidRPr="00A56355" w:rsidRDefault="00914ABE" w:rsidP="009534E2">
      <w:pPr>
        <w:widowControl w:val="0"/>
        <w:jc w:val="center"/>
        <w:rPr>
          <w:b/>
          <w:bCs/>
          <w:caps/>
          <w:szCs w:val="20"/>
        </w:rPr>
      </w:pPr>
    </w:p>
    <w:p w14:paraId="6B8B775F" w14:textId="77777777" w:rsidR="00914ABE" w:rsidRPr="00A56355" w:rsidRDefault="00914ABE" w:rsidP="009534E2">
      <w:pPr>
        <w:widowControl w:val="0"/>
        <w:jc w:val="center"/>
        <w:rPr>
          <w:b/>
          <w:bCs/>
          <w:caps/>
          <w:szCs w:val="20"/>
        </w:rPr>
      </w:pPr>
    </w:p>
    <w:p w14:paraId="4BCD521A" w14:textId="77777777" w:rsidR="008F6793" w:rsidRPr="00A56355" w:rsidRDefault="008F6793" w:rsidP="00BF6A10">
      <w:pPr>
        <w:pStyle w:val="Nadpis1"/>
        <w:rPr>
          <w:rFonts w:ascii="Cambria" w:hAnsi="Cambria"/>
        </w:rPr>
        <w:sectPr w:rsidR="008F6793" w:rsidRPr="00A56355" w:rsidSect="001C4E2C">
          <w:headerReference w:type="default" r:id="rId16"/>
          <w:footerReference w:type="default" r:id="rId17"/>
          <w:pgSz w:w="11900" w:h="16840"/>
          <w:pgMar w:top="1134" w:right="1417" w:bottom="1560" w:left="1560" w:header="708" w:footer="708" w:gutter="0"/>
          <w:cols w:space="708"/>
          <w:docGrid w:linePitch="360"/>
        </w:sectPr>
      </w:pPr>
    </w:p>
    <w:p w14:paraId="796E10D1" w14:textId="1E6DA2C4" w:rsidR="00737281" w:rsidRPr="00A56355" w:rsidRDefault="00737281" w:rsidP="00BF6A10">
      <w:pPr>
        <w:pStyle w:val="Nadpis1"/>
        <w:rPr>
          <w:rFonts w:ascii="Cambria" w:hAnsi="Cambria"/>
        </w:rPr>
      </w:pPr>
      <w:bookmarkStart w:id="388" w:name="_Toc4416505"/>
      <w:bookmarkStart w:id="389" w:name="_Toc4416643"/>
      <w:bookmarkStart w:id="390" w:name="_Toc4416937"/>
      <w:bookmarkStart w:id="391" w:name="_Toc4416986"/>
      <w:bookmarkStart w:id="392" w:name="_Toc114833243"/>
      <w:r w:rsidRPr="00A56355">
        <w:rPr>
          <w:rFonts w:ascii="Cambria" w:hAnsi="Cambria"/>
        </w:rPr>
        <w:lastRenderedPageBreak/>
        <w:t>Kritéri</w:t>
      </w:r>
      <w:r w:rsidR="00FB212F" w:rsidRPr="00A56355">
        <w:rPr>
          <w:rFonts w:ascii="Cambria" w:hAnsi="Cambria"/>
        </w:rPr>
        <w:t>á</w:t>
      </w:r>
      <w:r w:rsidRPr="00A56355">
        <w:rPr>
          <w:rFonts w:ascii="Cambria" w:hAnsi="Cambria"/>
        </w:rPr>
        <w:t xml:space="preserve"> hodnotenia ponúk</w:t>
      </w:r>
      <w:bookmarkEnd w:id="387"/>
      <w:bookmarkEnd w:id="388"/>
      <w:bookmarkEnd w:id="389"/>
      <w:bookmarkEnd w:id="390"/>
      <w:bookmarkEnd w:id="391"/>
      <w:bookmarkEnd w:id="392"/>
    </w:p>
    <w:p w14:paraId="47E83B9C" w14:textId="11DF554E" w:rsidR="00737281" w:rsidRPr="00A56355" w:rsidRDefault="00737281" w:rsidP="0096365D">
      <w:pPr>
        <w:pStyle w:val="Nadpis3"/>
      </w:pPr>
      <w:bookmarkStart w:id="393" w:name="kriteria_vahy"/>
      <w:bookmarkStart w:id="394" w:name="_Toc444084991"/>
      <w:bookmarkStart w:id="395" w:name="_Toc4416644"/>
      <w:bookmarkStart w:id="396" w:name="_Toc4416938"/>
      <w:bookmarkStart w:id="397" w:name="_Toc4416987"/>
      <w:bookmarkStart w:id="398" w:name="_Toc114833244"/>
      <w:bookmarkEnd w:id="393"/>
      <w:r w:rsidRPr="00A56355">
        <w:t>Kritérium na hodnotenie ponúk</w:t>
      </w:r>
      <w:bookmarkEnd w:id="394"/>
      <w:bookmarkEnd w:id="395"/>
      <w:bookmarkEnd w:id="396"/>
      <w:bookmarkEnd w:id="397"/>
      <w:bookmarkEnd w:id="398"/>
    </w:p>
    <w:p w14:paraId="5B39A85C" w14:textId="2DA6ACDC" w:rsidR="00885888" w:rsidRPr="00A56355" w:rsidRDefault="00885888" w:rsidP="007D3A0F">
      <w:pPr>
        <w:pStyle w:val="Nadpis4"/>
      </w:pPr>
      <w:r w:rsidRPr="00A56355">
        <w:t xml:space="preserve">Hodnotenie ponúk bude vykonané na základe kritéria ekonomicky najvýhodnejšia ponuka. Kritérium pozostáva z dvoch </w:t>
      </w:r>
      <w:proofErr w:type="spellStart"/>
      <w:r w:rsidRPr="00A56355">
        <w:t>podkritérií</w:t>
      </w:r>
      <w:proofErr w:type="spellEnd"/>
      <w:r w:rsidRPr="00A56355">
        <w:t>:</w:t>
      </w:r>
    </w:p>
    <w:p w14:paraId="4DFCC230" w14:textId="330EA0E3" w:rsidR="00885888" w:rsidRPr="00A56355" w:rsidRDefault="006D75A2" w:rsidP="008E1487">
      <w:pPr>
        <w:pStyle w:val="Nadpis6"/>
      </w:pPr>
      <w:r w:rsidRPr="00A56355">
        <w:t>C</w:t>
      </w:r>
      <w:r w:rsidR="00885888" w:rsidRPr="00A56355">
        <w:t xml:space="preserve">elkové úspory </w:t>
      </w:r>
      <w:r w:rsidRPr="00A56355">
        <w:t>počas trvania zmluvy</w:t>
      </w:r>
      <w:r w:rsidRPr="00A56355">
        <w:rPr>
          <w:rFonts w:cs="Arial"/>
          <w:noProof/>
          <w:szCs w:val="20"/>
        </w:rPr>
        <w:t xml:space="preserve"> </w:t>
      </w:r>
      <w:r w:rsidR="00533A6E" w:rsidRPr="00A56355">
        <w:rPr>
          <w:rFonts w:cs="Arial"/>
          <w:noProof/>
          <w:szCs w:val="20"/>
        </w:rPr>
        <w:t xml:space="preserve">vrátane </w:t>
      </w:r>
      <w:r w:rsidRPr="00A56355">
        <w:rPr>
          <w:rFonts w:cs="Arial"/>
          <w:noProof/>
          <w:szCs w:val="20"/>
        </w:rPr>
        <w:t>DPH</w:t>
      </w:r>
      <w:r w:rsidRPr="00A56355">
        <w:t xml:space="preserve"> </w:t>
      </w:r>
      <w:r w:rsidR="00885888" w:rsidRPr="00A56355">
        <w:t>(A),</w:t>
      </w:r>
    </w:p>
    <w:p w14:paraId="5BFE0B86" w14:textId="7D37676C" w:rsidR="00885888" w:rsidRPr="00A56355" w:rsidRDefault="006D75A2" w:rsidP="008E1487">
      <w:pPr>
        <w:pStyle w:val="Nadpis6"/>
      </w:pPr>
      <w:r w:rsidRPr="00A56355">
        <w:t>C</w:t>
      </w:r>
      <w:r w:rsidR="00885888" w:rsidRPr="00A56355">
        <w:t xml:space="preserve">elková cena za realizáciu predmetu zákazky </w:t>
      </w:r>
      <w:r w:rsidR="00D537D5" w:rsidRPr="00A56355">
        <w:rPr>
          <w:rFonts w:cs="Arial"/>
          <w:noProof/>
          <w:szCs w:val="20"/>
        </w:rPr>
        <w:t xml:space="preserve">vrátane </w:t>
      </w:r>
      <w:r w:rsidR="001D4D06" w:rsidRPr="00A56355">
        <w:rPr>
          <w:rFonts w:cs="Arial"/>
          <w:noProof/>
          <w:szCs w:val="20"/>
        </w:rPr>
        <w:t>DPH</w:t>
      </w:r>
      <w:r w:rsidR="001D4D06" w:rsidRPr="00A56355">
        <w:t xml:space="preserve"> </w:t>
      </w:r>
      <w:r w:rsidR="00885888" w:rsidRPr="00A56355">
        <w:t>(B).</w:t>
      </w:r>
    </w:p>
    <w:p w14:paraId="42EA2032" w14:textId="1B17C4CF" w:rsidR="007C13AD" w:rsidRPr="00A56355" w:rsidRDefault="007C13AD" w:rsidP="0096365D">
      <w:pPr>
        <w:pStyle w:val="Nadpis3"/>
      </w:pPr>
      <w:bookmarkStart w:id="399" w:name="_Ref14354291"/>
      <w:bookmarkStart w:id="400" w:name="_Toc114833245"/>
      <w:r w:rsidRPr="00A56355">
        <w:t>S</w:t>
      </w:r>
      <w:r w:rsidR="00EA4817" w:rsidRPr="00A56355">
        <w:t xml:space="preserve">pôsob výpočtu jednotlivých </w:t>
      </w:r>
      <w:proofErr w:type="spellStart"/>
      <w:r w:rsidR="00EA4817" w:rsidRPr="00A56355">
        <w:t>podkritérií</w:t>
      </w:r>
      <w:bookmarkEnd w:id="399"/>
      <w:bookmarkEnd w:id="400"/>
      <w:proofErr w:type="spellEnd"/>
    </w:p>
    <w:p w14:paraId="30400C8E" w14:textId="7C94917C" w:rsidR="00885888" w:rsidRPr="00A56355" w:rsidRDefault="00885888" w:rsidP="007D3A0F">
      <w:pPr>
        <w:pStyle w:val="Nadpis4"/>
      </w:pPr>
      <w:r w:rsidRPr="00A56355">
        <w:t xml:space="preserve">Ponuky uchádzačov budú vyhodnotené na základe bodov pridelených jednotlivým </w:t>
      </w:r>
      <w:proofErr w:type="spellStart"/>
      <w:r w:rsidRPr="00A56355">
        <w:t>podkritériám</w:t>
      </w:r>
      <w:proofErr w:type="spellEnd"/>
      <w:r w:rsidRPr="00A56355">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A56355" w14:paraId="6F89EFEA" w14:textId="77777777" w:rsidTr="00E25EF2">
        <w:tc>
          <w:tcPr>
            <w:tcW w:w="346" w:type="pct"/>
            <w:shd w:val="clear" w:color="auto" w:fill="D9D9D9"/>
            <w:vAlign w:val="center"/>
          </w:tcPr>
          <w:p w14:paraId="242E64B3" w14:textId="77777777" w:rsidR="00885888" w:rsidRPr="00A56355" w:rsidRDefault="00885888" w:rsidP="00E25EF2">
            <w:pPr>
              <w:spacing w:beforeLines="60" w:before="144" w:afterLines="60" w:after="144"/>
              <w:jc w:val="center"/>
              <w:rPr>
                <w:rFonts w:cs="Arial"/>
                <w:szCs w:val="20"/>
                <w:lang w:eastAsia="cs-CZ"/>
              </w:rPr>
            </w:pPr>
            <w:proofErr w:type="spellStart"/>
            <w:r w:rsidRPr="00A56355">
              <w:rPr>
                <w:rFonts w:cs="Arial"/>
                <w:szCs w:val="20"/>
                <w:lang w:eastAsia="cs-CZ"/>
              </w:rPr>
              <w:t>P.č</w:t>
            </w:r>
            <w:proofErr w:type="spellEnd"/>
            <w:r w:rsidRPr="00A56355">
              <w:rPr>
                <w:rFonts w:cs="Arial"/>
                <w:szCs w:val="20"/>
                <w:lang w:eastAsia="cs-CZ"/>
              </w:rPr>
              <w:t>.</w:t>
            </w:r>
          </w:p>
        </w:tc>
        <w:tc>
          <w:tcPr>
            <w:tcW w:w="3340" w:type="pct"/>
            <w:shd w:val="clear" w:color="auto" w:fill="D9D9D9"/>
            <w:vAlign w:val="center"/>
          </w:tcPr>
          <w:p w14:paraId="1F7D008A" w14:textId="24DD5946"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Názov</w:t>
            </w:r>
          </w:p>
        </w:tc>
        <w:tc>
          <w:tcPr>
            <w:tcW w:w="1314" w:type="pct"/>
            <w:shd w:val="clear" w:color="auto" w:fill="D9D9D9"/>
            <w:vAlign w:val="center"/>
          </w:tcPr>
          <w:p w14:paraId="198A73D2" w14:textId="77777777"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Váha (body)</w:t>
            </w:r>
          </w:p>
        </w:tc>
      </w:tr>
      <w:tr w:rsidR="00885888" w:rsidRPr="00A56355" w14:paraId="4F4064B1" w14:textId="77777777" w:rsidTr="00E25EF2">
        <w:tc>
          <w:tcPr>
            <w:tcW w:w="346" w:type="pct"/>
            <w:vAlign w:val="center"/>
          </w:tcPr>
          <w:p w14:paraId="19C5DFCB" w14:textId="77777777" w:rsidR="00885888" w:rsidRPr="00A56355" w:rsidRDefault="00885888" w:rsidP="002670F9">
            <w:pPr>
              <w:pStyle w:val="Odsekzoznamu"/>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A56355" w:rsidRDefault="006D75A2" w:rsidP="00E25EF2">
            <w:pPr>
              <w:spacing w:beforeLines="60" w:before="144" w:afterLines="60" w:after="144"/>
              <w:rPr>
                <w:rFonts w:cs="Arial"/>
                <w:szCs w:val="20"/>
                <w:lang w:eastAsia="cs-CZ"/>
              </w:rPr>
            </w:pPr>
            <w:r w:rsidRPr="00A56355">
              <w:t>Celkové úspory počas trvania zmluvy</w:t>
            </w:r>
            <w:r w:rsidRPr="00A56355">
              <w:rPr>
                <w:rFonts w:cs="Arial"/>
                <w:noProof/>
                <w:szCs w:val="20"/>
              </w:rPr>
              <w:t xml:space="preserve"> </w:t>
            </w:r>
            <w:r w:rsidR="00533A6E" w:rsidRPr="00A56355">
              <w:rPr>
                <w:rFonts w:cs="Arial"/>
                <w:noProof/>
                <w:szCs w:val="20"/>
              </w:rPr>
              <w:t xml:space="preserve">vrátane </w:t>
            </w:r>
            <w:r w:rsidR="00885888" w:rsidRPr="00A56355">
              <w:rPr>
                <w:rFonts w:cs="Arial"/>
                <w:noProof/>
                <w:szCs w:val="20"/>
              </w:rPr>
              <w:t>DPH (A)</w:t>
            </w:r>
          </w:p>
        </w:tc>
        <w:tc>
          <w:tcPr>
            <w:tcW w:w="1314" w:type="pct"/>
            <w:vAlign w:val="center"/>
          </w:tcPr>
          <w:p w14:paraId="13C031BA" w14:textId="0718C5AA" w:rsidR="00885888" w:rsidRPr="00FF2757" w:rsidRDefault="00FF2757" w:rsidP="00E25EF2">
            <w:pPr>
              <w:spacing w:beforeLines="60" w:before="144" w:afterLines="60" w:after="144"/>
              <w:jc w:val="center"/>
              <w:rPr>
                <w:rFonts w:cs="Arial"/>
                <w:color w:val="FF0000"/>
                <w:szCs w:val="20"/>
                <w:lang w:eastAsia="cs-CZ"/>
              </w:rPr>
            </w:pPr>
            <w:r w:rsidRPr="00FF2757">
              <w:rPr>
                <w:rFonts w:cs="Arial"/>
                <w:color w:val="FF0000"/>
                <w:szCs w:val="20"/>
                <w:lang w:eastAsia="cs-CZ"/>
              </w:rPr>
              <w:t xml:space="preserve">40 </w:t>
            </w:r>
            <w:r w:rsidR="00885888" w:rsidRPr="00FF2757">
              <w:rPr>
                <w:rFonts w:cs="Arial"/>
                <w:color w:val="FF0000"/>
                <w:szCs w:val="20"/>
                <w:lang w:eastAsia="cs-CZ"/>
              </w:rPr>
              <w:t>bodov</w:t>
            </w:r>
          </w:p>
        </w:tc>
      </w:tr>
      <w:tr w:rsidR="00885888" w:rsidRPr="00A56355" w14:paraId="7CFE953D" w14:textId="77777777" w:rsidTr="00E25EF2">
        <w:tc>
          <w:tcPr>
            <w:tcW w:w="346" w:type="pct"/>
            <w:vAlign w:val="center"/>
          </w:tcPr>
          <w:p w14:paraId="7463B603" w14:textId="77777777" w:rsidR="00885888" w:rsidRPr="00A56355" w:rsidRDefault="00885888" w:rsidP="002670F9">
            <w:pPr>
              <w:pStyle w:val="Odsekzoznamu"/>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A56355" w:rsidRDefault="00885888" w:rsidP="00E25EF2">
            <w:pPr>
              <w:spacing w:beforeLines="60" w:before="144" w:afterLines="60" w:after="144"/>
              <w:rPr>
                <w:rFonts w:cs="Arial"/>
                <w:noProof/>
                <w:szCs w:val="20"/>
              </w:rPr>
            </w:pPr>
            <w:r w:rsidRPr="00A56355">
              <w:rPr>
                <w:rFonts w:cs="Arial"/>
                <w:szCs w:val="20"/>
              </w:rPr>
              <w:t xml:space="preserve">Celková cena za realizáciu predmetu zákazky </w:t>
            </w:r>
            <w:r w:rsidR="00533A6E" w:rsidRPr="00A56355">
              <w:rPr>
                <w:rFonts w:cs="Arial"/>
                <w:noProof/>
                <w:szCs w:val="20"/>
              </w:rPr>
              <w:t xml:space="preserve">vrátane </w:t>
            </w:r>
            <w:r w:rsidR="001D4D06" w:rsidRPr="00A56355">
              <w:rPr>
                <w:rFonts w:cs="Arial"/>
                <w:noProof/>
                <w:szCs w:val="20"/>
              </w:rPr>
              <w:t>DPH</w:t>
            </w:r>
            <w:r w:rsidR="001D4D06" w:rsidRPr="00A56355">
              <w:t xml:space="preserve"> </w:t>
            </w:r>
            <w:r w:rsidRPr="00A56355">
              <w:rPr>
                <w:rFonts w:cs="Arial"/>
                <w:szCs w:val="20"/>
              </w:rPr>
              <w:t>(B)</w:t>
            </w:r>
          </w:p>
        </w:tc>
        <w:tc>
          <w:tcPr>
            <w:tcW w:w="1314" w:type="pct"/>
            <w:vAlign w:val="center"/>
          </w:tcPr>
          <w:p w14:paraId="33D7E87B" w14:textId="792139FE" w:rsidR="00885888" w:rsidRPr="00FF2757" w:rsidRDefault="00FF2757" w:rsidP="00E25EF2">
            <w:pPr>
              <w:spacing w:beforeLines="60" w:before="144" w:afterLines="60" w:after="144"/>
              <w:jc w:val="center"/>
              <w:rPr>
                <w:rFonts w:cs="Arial"/>
                <w:color w:val="FF0000"/>
                <w:szCs w:val="20"/>
                <w:lang w:eastAsia="cs-CZ"/>
              </w:rPr>
            </w:pPr>
            <w:r w:rsidRPr="00FF2757">
              <w:rPr>
                <w:rFonts w:cs="Arial"/>
                <w:color w:val="FF0000"/>
                <w:szCs w:val="20"/>
                <w:lang w:eastAsia="cs-CZ"/>
              </w:rPr>
              <w:t>6</w:t>
            </w:r>
            <w:r w:rsidR="00885888" w:rsidRPr="00FF2757">
              <w:rPr>
                <w:rFonts w:cs="Arial"/>
                <w:color w:val="FF0000"/>
                <w:szCs w:val="20"/>
                <w:lang w:eastAsia="cs-CZ"/>
              </w:rPr>
              <w:t>0 bodov</w:t>
            </w:r>
          </w:p>
        </w:tc>
      </w:tr>
      <w:tr w:rsidR="00885888" w:rsidRPr="00A56355" w14:paraId="0BE9A03D" w14:textId="77777777" w:rsidTr="00E25EF2">
        <w:tc>
          <w:tcPr>
            <w:tcW w:w="3686" w:type="pct"/>
            <w:gridSpan w:val="2"/>
            <w:shd w:val="clear" w:color="auto" w:fill="D9D9D9" w:themeFill="background1" w:themeFillShade="D9"/>
            <w:vAlign w:val="center"/>
          </w:tcPr>
          <w:p w14:paraId="7FB50345" w14:textId="23B9AAE2" w:rsidR="00885888" w:rsidRPr="00A56355" w:rsidRDefault="00885888" w:rsidP="00E25EF2">
            <w:pPr>
              <w:spacing w:beforeLines="60" w:before="144" w:afterLines="60" w:after="144"/>
              <w:rPr>
                <w:rFonts w:cs="Arial"/>
                <w:b/>
                <w:szCs w:val="20"/>
              </w:rPr>
            </w:pPr>
            <w:r w:rsidRPr="00A56355">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A56355" w:rsidRDefault="00B97693" w:rsidP="00516638">
            <w:pPr>
              <w:spacing w:beforeLines="60" w:before="144" w:afterLines="60" w:after="144"/>
              <w:jc w:val="center"/>
              <w:rPr>
                <w:rFonts w:cs="Arial"/>
                <w:szCs w:val="20"/>
              </w:rPr>
            </w:pPr>
            <w:r w:rsidRPr="00A56355">
              <w:rPr>
                <w:rFonts w:cs="Arial"/>
                <w:b/>
                <w:szCs w:val="20"/>
              </w:rPr>
              <w:t>100 bodov</w:t>
            </w:r>
          </w:p>
        </w:tc>
      </w:tr>
    </w:tbl>
    <w:p w14:paraId="1CB4F05F" w14:textId="2D3D0AEC" w:rsidR="00885888" w:rsidRPr="00A56355" w:rsidRDefault="00885888" w:rsidP="00885888">
      <w:pPr>
        <w:rPr>
          <w:rFonts w:cs="Arial"/>
          <w:szCs w:val="20"/>
        </w:rPr>
      </w:pPr>
    </w:p>
    <w:p w14:paraId="50736683" w14:textId="7B6AFB1E" w:rsidR="00516638" w:rsidRPr="00A56355" w:rsidRDefault="00516638" w:rsidP="007D3A0F">
      <w:pPr>
        <w:pStyle w:val="Nadpis4"/>
      </w:pPr>
      <w:r w:rsidRPr="00A56355">
        <w:t xml:space="preserve">Spôsob prideľovania bodov za </w:t>
      </w:r>
      <w:proofErr w:type="spellStart"/>
      <w:r w:rsidRPr="00A56355">
        <w:t>podkritérium</w:t>
      </w:r>
      <w:proofErr w:type="spellEnd"/>
      <w:r w:rsidRPr="00A56355">
        <w:t xml:space="preserve"> č. 1: Celkové úspory počas trvania zmluvy </w:t>
      </w:r>
      <w:r w:rsidR="00533A6E" w:rsidRPr="00A56355">
        <w:rPr>
          <w:noProof/>
        </w:rPr>
        <w:t xml:space="preserve">vrátane </w:t>
      </w:r>
      <w:r w:rsidR="00526986" w:rsidRPr="00A56355">
        <w:t>DPH</w:t>
      </w:r>
      <w:r w:rsidRPr="00A56355">
        <w:t xml:space="preserve"> (A)</w:t>
      </w:r>
    </w:p>
    <w:p w14:paraId="76309C75" w14:textId="30ED0942" w:rsidR="00516638" w:rsidRPr="00A56355" w:rsidRDefault="00516638" w:rsidP="007D3A0F">
      <w:pPr>
        <w:pStyle w:val="Nadpis4"/>
        <w:numPr>
          <w:ilvl w:val="0"/>
          <w:numId w:val="0"/>
        </w:numPr>
        <w:ind w:left="709"/>
      </w:pPr>
      <w:r w:rsidRPr="00A56355">
        <w:t xml:space="preserve">Maximálny počet bodov za </w:t>
      </w:r>
      <w:proofErr w:type="spellStart"/>
      <w:r w:rsidRPr="00A56355">
        <w:t>podkritérium</w:t>
      </w:r>
      <w:proofErr w:type="spellEnd"/>
      <w:r w:rsidRPr="00A56355">
        <w:t xml:space="preserve"> Celkové úspory počas trvania zmluvy </w:t>
      </w:r>
      <w:r w:rsidR="00533A6E" w:rsidRPr="00A56355">
        <w:rPr>
          <w:noProof/>
        </w:rPr>
        <w:t xml:space="preserve">vrátane </w:t>
      </w:r>
      <w:r w:rsidRPr="00A56355">
        <w:t>DPH (A) bude pridelený podľa nižšie uvedeného vzorca:</w:t>
      </w:r>
    </w:p>
    <w:p w14:paraId="1055BA79" w14:textId="38C3DBD3" w:rsidR="00516638" w:rsidRPr="00A56355" w:rsidRDefault="00456658" w:rsidP="001438C0">
      <w:pPr>
        <w:ind w:left="709"/>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m:t>
          </m:r>
          <m:r>
            <w:rPr>
              <w:rFonts w:ascii="Cambria Math" w:hAnsi="Cambria Math" w:cs="Arial"/>
              <w:color w:val="FF0000"/>
              <w:sz w:val="18"/>
              <w:szCs w:val="20"/>
              <w:lang w:eastAsia="cs-CZ"/>
            </w:rPr>
            <m:t>4</m:t>
          </m:r>
          <m:r>
            <w:rPr>
              <w:rFonts w:ascii="Cambria Math" w:hAnsi="Cambria Math" w:cs="Arial"/>
              <w:color w:val="FF0000"/>
              <w:sz w:val="18"/>
              <w:szCs w:val="20"/>
              <w:lang w:eastAsia="cs-CZ"/>
            </w:rPr>
            <m:t>0</m:t>
          </m:r>
        </m:oMath>
      </m:oMathPara>
    </w:p>
    <w:p w14:paraId="41B9A024" w14:textId="65430FAE" w:rsidR="00516638" w:rsidRPr="00A56355" w:rsidRDefault="00516638" w:rsidP="007D3A0F">
      <w:pPr>
        <w:pStyle w:val="Nadpis4"/>
        <w:numPr>
          <w:ilvl w:val="0"/>
          <w:numId w:val="0"/>
        </w:numPr>
        <w:ind w:left="709"/>
      </w:pPr>
      <w:r w:rsidRPr="00A56355">
        <w:t xml:space="preserve">Celkové </w:t>
      </w:r>
      <w:r w:rsidR="00C426CC" w:rsidRPr="00A56355">
        <w:t xml:space="preserve">úspory počas trvania zmluvy vrátane DPH (A) </w:t>
      </w:r>
      <w:r w:rsidRPr="00A56355">
        <w:t xml:space="preserve">navrhuje uchádzač v EUR </w:t>
      </w:r>
      <w:r w:rsidR="00533A6E" w:rsidRPr="00A56355">
        <w:rPr>
          <w:noProof/>
        </w:rPr>
        <w:t xml:space="preserve">vrátane </w:t>
      </w:r>
      <w:r w:rsidRPr="00A56355">
        <w:t>DPH, pričom Hodnota (A) = hodnota, ktorú uchádzač uvedie v Návrhu na plnenie kritérií ako hodnotu v položke „</w:t>
      </w:r>
      <w:r w:rsidR="00C426CC" w:rsidRPr="00A56355">
        <w:t>(A) = Celkové úspory počas trvania zmluvy vrátane DPH</w:t>
      </w:r>
      <w:r w:rsidRPr="00A56355">
        <w:t xml:space="preserve">“. </w:t>
      </w:r>
    </w:p>
    <w:p w14:paraId="09416284" w14:textId="77777777" w:rsidR="00516638" w:rsidRPr="00A56355" w:rsidRDefault="00516638" w:rsidP="007D3A0F">
      <w:pPr>
        <w:pStyle w:val="Nadpis4"/>
        <w:numPr>
          <w:ilvl w:val="0"/>
          <w:numId w:val="0"/>
        </w:numPr>
        <w:ind w:left="709"/>
      </w:pPr>
      <w:r w:rsidRPr="00A56355">
        <w:t>Hodnota veličiny (A) musí byť uvedená ako kladné číslo zaokrúhlené najviac na 2 desatinné miesta.</w:t>
      </w:r>
    </w:p>
    <w:p w14:paraId="72C46D22" w14:textId="178428C4" w:rsidR="00516638" w:rsidRPr="00A56355" w:rsidRDefault="00516638" w:rsidP="007D3A0F">
      <w:pPr>
        <w:pStyle w:val="Nadpis4"/>
      </w:pPr>
      <w:r w:rsidRPr="00A56355">
        <w:t xml:space="preserve">Spôsob prideľovania bodov za </w:t>
      </w:r>
      <w:proofErr w:type="spellStart"/>
      <w:r w:rsidRPr="00A56355">
        <w:t>podkritérium</w:t>
      </w:r>
      <w:proofErr w:type="spellEnd"/>
      <w:r w:rsidRPr="00A56355">
        <w:t xml:space="preserve"> č. 2: Celková cena za realizáciu predmetu zákazky </w:t>
      </w:r>
      <w:r w:rsidR="00533A6E" w:rsidRPr="00A56355">
        <w:rPr>
          <w:noProof/>
        </w:rPr>
        <w:t xml:space="preserve">vrátane </w:t>
      </w:r>
      <w:r w:rsidRPr="00A56355">
        <w:t>DPH</w:t>
      </w:r>
      <w:r w:rsidR="00C426CC" w:rsidRPr="00A56355">
        <w:t xml:space="preserve"> </w:t>
      </w:r>
    </w:p>
    <w:p w14:paraId="749BB7EB" w14:textId="50C5233B" w:rsidR="00516638" w:rsidRPr="00A56355" w:rsidRDefault="00516638" w:rsidP="007D3A0F">
      <w:pPr>
        <w:pStyle w:val="Nadpis4"/>
        <w:numPr>
          <w:ilvl w:val="0"/>
          <w:numId w:val="0"/>
        </w:numPr>
        <w:ind w:left="709"/>
      </w:pPr>
      <w:r w:rsidRPr="00A56355">
        <w:t xml:space="preserve">Maximálny počet bodov za </w:t>
      </w:r>
      <w:proofErr w:type="spellStart"/>
      <w:r w:rsidRPr="00A56355">
        <w:t>podkritérium</w:t>
      </w:r>
      <w:proofErr w:type="spellEnd"/>
      <w:r w:rsidRPr="00A56355">
        <w:t xml:space="preserve"> Celková cena za realizáciu predmetu zákazky v EUR </w:t>
      </w:r>
      <w:r w:rsidR="00D537D5" w:rsidRPr="00A56355">
        <w:t xml:space="preserve">vrátane </w:t>
      </w:r>
      <w:r w:rsidRPr="00A56355">
        <w:t>DPH bude pridelený podľa nižšie uvedeného vzorca:</w:t>
      </w:r>
    </w:p>
    <w:p w14:paraId="14EBBB45" w14:textId="24C0D09C" w:rsidR="00516638" w:rsidRPr="00A56355" w:rsidRDefault="00456658" w:rsidP="001438C0">
      <w:pPr>
        <w:ind w:left="709"/>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m:t>
          </m:r>
          <m:r>
            <w:rPr>
              <w:rFonts w:ascii="Cambria Math" w:hAnsi="Cambria Math" w:cs="Arial"/>
              <w:color w:val="FF0000"/>
              <w:sz w:val="18"/>
              <w:szCs w:val="20"/>
              <w:lang w:eastAsia="cs-CZ"/>
            </w:rPr>
            <m:t>6</m:t>
          </m:r>
          <m:r>
            <w:rPr>
              <w:rFonts w:ascii="Cambria Math" w:hAnsi="Cambria Math" w:cs="Arial"/>
              <w:color w:val="FF0000"/>
              <w:sz w:val="18"/>
              <w:szCs w:val="20"/>
              <w:lang w:eastAsia="cs-CZ"/>
            </w:rPr>
            <m:t>0</m:t>
          </m:r>
        </m:oMath>
      </m:oMathPara>
    </w:p>
    <w:p w14:paraId="327BF426" w14:textId="23A3BF2E" w:rsidR="00516638" w:rsidRPr="00A56355" w:rsidRDefault="00516638" w:rsidP="007D3A0F">
      <w:pPr>
        <w:pStyle w:val="Nadpis4"/>
        <w:numPr>
          <w:ilvl w:val="0"/>
          <w:numId w:val="0"/>
        </w:numPr>
        <w:ind w:left="709"/>
      </w:pPr>
      <w:r w:rsidRPr="00A56355">
        <w:t xml:space="preserve">Hodnota (B) = </w:t>
      </w:r>
      <w:r w:rsidR="00C426CC" w:rsidRPr="00A56355">
        <w:t> hodnota, ktorú uchádzač uvedie v Návrhu na plnenie kritérií ako hodnotu v položke „(B) = Hodnotená Celková cena za realizáciu predmetu zákazky“.</w:t>
      </w:r>
    </w:p>
    <w:p w14:paraId="490B2A31" w14:textId="5B417FFB" w:rsidR="007C13AD" w:rsidRPr="00A56355" w:rsidRDefault="007C13AD" w:rsidP="0096365D">
      <w:pPr>
        <w:pStyle w:val="Nadpis3"/>
      </w:pPr>
      <w:bookmarkStart w:id="401" w:name="_Toc114833246"/>
      <w:r w:rsidRPr="00A56355">
        <w:t>S</w:t>
      </w:r>
      <w:r w:rsidR="00EA4817" w:rsidRPr="00A56355">
        <w:t>pôsob vyhodnotenia ponúk</w:t>
      </w:r>
      <w:bookmarkEnd w:id="401"/>
    </w:p>
    <w:p w14:paraId="5119AA50" w14:textId="003CD8A6" w:rsidR="00B97693" w:rsidRPr="00814324" w:rsidRDefault="00B97693" w:rsidP="007D3A0F">
      <w:pPr>
        <w:pStyle w:val="Nadpis4"/>
      </w:pPr>
      <w:r w:rsidRPr="00A56355">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r w:rsidR="00C426CC" w:rsidRPr="00A56355">
        <w:br w:type="page"/>
      </w:r>
    </w:p>
    <w:p w14:paraId="321A7A60" w14:textId="6C635396" w:rsidR="004E014D" w:rsidRPr="00A56355" w:rsidRDefault="004E014D">
      <w:pPr>
        <w:spacing w:after="0" w:line="240" w:lineRule="auto"/>
        <w:jc w:val="left"/>
        <w:rPr>
          <w:rFonts w:cs="Arial"/>
          <w:szCs w:val="20"/>
        </w:rPr>
      </w:pPr>
    </w:p>
    <w:p w14:paraId="5A59EC96" w14:textId="0FC5AE44" w:rsidR="007A53F1" w:rsidRPr="00A56355" w:rsidRDefault="009C5A06" w:rsidP="00BF6A10">
      <w:pPr>
        <w:pStyle w:val="Nadpis1"/>
        <w:rPr>
          <w:rFonts w:ascii="Cambria" w:hAnsi="Cambria"/>
        </w:rPr>
      </w:pPr>
      <w:bookmarkStart w:id="402" w:name="_Toc114833247"/>
      <w:r w:rsidRPr="00A56355">
        <w:rPr>
          <w:rFonts w:ascii="Cambria" w:hAnsi="Cambria"/>
        </w:rPr>
        <w:t>Podmienky účasti</w:t>
      </w:r>
      <w:bookmarkEnd w:id="402"/>
    </w:p>
    <w:p w14:paraId="78CE8AC5" w14:textId="6F93364A" w:rsidR="009C5A06" w:rsidRPr="00A56355" w:rsidRDefault="009C5A06" w:rsidP="0096365D">
      <w:pPr>
        <w:pStyle w:val="Nadpis3"/>
      </w:pPr>
      <w:bookmarkStart w:id="403" w:name="_Toc114833248"/>
      <w:r w:rsidRPr="00A56355">
        <w:t>Osobné postavenie</w:t>
      </w:r>
      <w:bookmarkEnd w:id="403"/>
    </w:p>
    <w:p w14:paraId="41B19128" w14:textId="0D5D7909" w:rsidR="009C5A06" w:rsidRPr="00A56355" w:rsidRDefault="00E6388E" w:rsidP="007D3A0F">
      <w:pPr>
        <w:pStyle w:val="Nadpis4"/>
      </w:pPr>
      <w:r>
        <w:t>Tohto Verejného obstarávanie</w:t>
      </w:r>
      <w:r w:rsidR="009C5A06" w:rsidRPr="00A56355">
        <w:t xml:space="preserve"> sa môže zúčastniť len ten, kto spĺňa podmienky účasti týkajúce sa osobného postavenia</w:t>
      </w:r>
      <w:r w:rsidR="00821B52" w:rsidRPr="00A56355">
        <w:t xml:space="preserve"> </w:t>
      </w:r>
      <w:r w:rsidR="009C5A06" w:rsidRPr="00A56355">
        <w:t>vymedzené v ustanovení § 32 ods. 1 ZVO.</w:t>
      </w:r>
    </w:p>
    <w:p w14:paraId="29FD8E1C" w14:textId="6CC83FA5" w:rsidR="009C5A06" w:rsidRPr="00A56355" w:rsidRDefault="009C5A06" w:rsidP="007D3A0F">
      <w:pPr>
        <w:pStyle w:val="Nadpis4"/>
      </w:pPr>
      <w:r w:rsidRPr="00A56355">
        <w:t>Spôsob preukázania splnenia podmienok podľa § 32 ods. 1 ZVO:</w:t>
      </w:r>
    </w:p>
    <w:p w14:paraId="51CD79E9" w14:textId="4D7E3162" w:rsidR="009C5A06" w:rsidRPr="00A56355" w:rsidRDefault="009C5A06" w:rsidP="008E1487">
      <w:pPr>
        <w:pStyle w:val="Nadpis6"/>
      </w:pPr>
      <w:r w:rsidRPr="00A56355">
        <w:t>uchádzač preukáže splnenie podmienok účasti osobného postavenia svojím zápisom v</w:t>
      </w:r>
      <w:r w:rsidR="00821B52" w:rsidRPr="00A56355">
        <w:t> </w:t>
      </w:r>
      <w:r w:rsidRPr="00A56355">
        <w:t>zozname</w:t>
      </w:r>
      <w:r w:rsidR="00821B52" w:rsidRPr="00A56355">
        <w:t xml:space="preserve"> </w:t>
      </w:r>
      <w:r w:rsidRPr="00A56355">
        <w:t>hospodárskych subjektov</w:t>
      </w:r>
      <w:r w:rsidR="00FB212F" w:rsidRPr="00A56355">
        <w:t xml:space="preserve"> (ďalej len „</w:t>
      </w:r>
      <w:r w:rsidR="00FB212F" w:rsidRPr="00A56355">
        <w:rPr>
          <w:b/>
        </w:rPr>
        <w:t>ZHS</w:t>
      </w:r>
      <w:r w:rsidR="00FB212F" w:rsidRPr="00A56355">
        <w:t>“)</w:t>
      </w:r>
      <w:r w:rsidRPr="00A56355">
        <w:t>, ktorý vedie Úrad pre verejné obstarávanie v súlade s § 152 ZVO,</w:t>
      </w:r>
    </w:p>
    <w:p w14:paraId="52CAC5D9" w14:textId="37B3E0BE" w:rsidR="009C5A06" w:rsidRPr="00A56355" w:rsidRDefault="009C5A06" w:rsidP="008E1487">
      <w:pPr>
        <w:pStyle w:val="Nadpis6"/>
      </w:pPr>
      <w:bookmarkStart w:id="404" w:name="_Ref6916162"/>
      <w:r w:rsidRPr="00A56355">
        <w:t>uchádzač, ktorý nie je zapísaný v ZHS podľa § 152 ZVO preukáže splnenie podmienok účasti osobného</w:t>
      </w:r>
      <w:r w:rsidR="00821B52" w:rsidRPr="00A56355">
        <w:t xml:space="preserve"> </w:t>
      </w:r>
      <w:r w:rsidRPr="00A56355">
        <w:t>postavenia dokladmi v súlade s § 32 ods. 2 ZVO.</w:t>
      </w:r>
      <w:bookmarkEnd w:id="404"/>
    </w:p>
    <w:p w14:paraId="5037B203" w14:textId="23ADFB2D" w:rsidR="009C5A06" w:rsidRPr="00A56355" w:rsidRDefault="009C5A06" w:rsidP="007D3A0F">
      <w:pPr>
        <w:pStyle w:val="Nadpis4"/>
      </w:pPr>
      <w:r w:rsidRPr="00A56355">
        <w:t>Ak uchádzač alebo záujemca má sídlo, miesto podnikania alebo obvyklý pobyt mimo územia Slovenskej</w:t>
      </w:r>
      <w:r w:rsidR="00821B52" w:rsidRPr="00A56355">
        <w:t xml:space="preserve"> </w:t>
      </w:r>
      <w:r w:rsidRPr="00A56355">
        <w:t>republiky a štát jeho sídla, miesta podnikania alebo obvyklého pobytu nevydáva niektoré z dokladov uvedených</w:t>
      </w:r>
      <w:r w:rsidR="00821B52" w:rsidRPr="00A56355">
        <w:t xml:space="preserve"> </w:t>
      </w:r>
      <w:r w:rsidRPr="00A56355">
        <w:t xml:space="preserve">v bode </w:t>
      </w:r>
      <w:r w:rsidR="00D51420" w:rsidRPr="00A56355">
        <w:fldChar w:fldCharType="begin"/>
      </w:r>
      <w:r w:rsidR="00D51420" w:rsidRPr="00A56355">
        <w:instrText xml:space="preserve"> REF _Ref6916162 \r \h </w:instrText>
      </w:r>
      <w:r w:rsidR="006D75A2" w:rsidRPr="00A56355">
        <w:instrText xml:space="preserve"> \* MERGEFORMAT </w:instrText>
      </w:r>
      <w:r w:rsidR="00D51420" w:rsidRPr="00A56355">
        <w:fldChar w:fldCharType="separate"/>
      </w:r>
      <w:r w:rsidR="00CC2364">
        <w:t>1.</w:t>
      </w:r>
      <w:r w:rsidR="00D5092C">
        <w:t>2</w:t>
      </w:r>
      <w:r w:rsidR="00CC2364">
        <w:t>b)</w:t>
      </w:r>
      <w:r w:rsidR="00D51420" w:rsidRPr="00A56355">
        <w:fldChar w:fldCharType="end"/>
      </w:r>
      <w:r w:rsidR="00D51420" w:rsidRPr="00A56355">
        <w:t xml:space="preserve"> tejto časti súťažných podkladov </w:t>
      </w:r>
      <w:r w:rsidRPr="00A56355">
        <w:t>vyššie alebo nevydáva ani rovnocenné doklady, možno ich nahradiť čestným vyhlásením podľa</w:t>
      </w:r>
      <w:r w:rsidR="00821B52" w:rsidRPr="00A56355">
        <w:t xml:space="preserve"> </w:t>
      </w:r>
      <w:r w:rsidRPr="00A56355">
        <w:t>predpisov platných v štáte jeho sídla, miesta podnikania alebo obvyklého pobytu.</w:t>
      </w:r>
    </w:p>
    <w:p w14:paraId="03B50FCF" w14:textId="16E97FF7" w:rsidR="009C5A06" w:rsidRPr="00A56355" w:rsidRDefault="009C5A06" w:rsidP="007D3A0F">
      <w:pPr>
        <w:pStyle w:val="Nadpis4"/>
      </w:pPr>
      <w:r w:rsidRPr="00A56355">
        <w:t>Ak právo štátu uchádzača alebo záujemcu so sídlom, miestom podnikania alebo obvyklým pobytom mimo</w:t>
      </w:r>
      <w:r w:rsidR="00821B52" w:rsidRPr="00A56355">
        <w:t xml:space="preserve"> </w:t>
      </w:r>
      <w:r w:rsidRPr="00A56355">
        <w:t>územia Slovenskej republiky neupravuje inštitút čestného vyhlásenia, môže ho nahradiť vyhlásením urobeným</w:t>
      </w:r>
      <w:r w:rsidR="00821B52" w:rsidRPr="00A56355">
        <w:t xml:space="preserve"> </w:t>
      </w:r>
      <w:r w:rsidRPr="00A56355">
        <w:t>pred súdom, správnym orgánom, notárom, inou odbornou inštitúciou alebo obchodnou inštitúciou podľa</w:t>
      </w:r>
      <w:r w:rsidR="00821B52" w:rsidRPr="00A56355">
        <w:t xml:space="preserve"> </w:t>
      </w:r>
      <w:r w:rsidRPr="00A56355">
        <w:t>predpisov platných v štáte sídla, miesta podnikania alebo obvyklého pobytu uchádzača alebo záujemcu.</w:t>
      </w:r>
    </w:p>
    <w:p w14:paraId="542C2F32" w14:textId="16DED6B0" w:rsidR="009C5A06" w:rsidRPr="00A56355" w:rsidRDefault="009C5A06" w:rsidP="007D3A0F">
      <w:pPr>
        <w:pStyle w:val="Nadpis4"/>
      </w:pPr>
      <w:bookmarkStart w:id="405" w:name="_Hlk13568822"/>
      <w:r w:rsidRPr="00A56355">
        <w:t>Verejný obstarávateľ nie je oprávnený použiť údaje z informačných systémov verejnej správy podľa osobitného predpisu, a teda uchádzač (ak nie je zapísaný v ZHS alebo ak doklady dočasne nenahrádza</w:t>
      </w:r>
      <w:r w:rsidR="00821B52" w:rsidRPr="00A56355">
        <w:t xml:space="preserve"> </w:t>
      </w:r>
      <w:r w:rsidRPr="00A56355">
        <w:t xml:space="preserve">predložením JED) predloží za účelom preukázania splnenia podmienok účasti osobného postavenia </w:t>
      </w:r>
      <w:r w:rsidR="003716D2" w:rsidRPr="00A56355">
        <w:t>V</w:t>
      </w:r>
      <w:r w:rsidRPr="00A56355">
        <w:t>erejnému</w:t>
      </w:r>
      <w:r w:rsidR="003716D2" w:rsidRPr="00A56355">
        <w:t xml:space="preserve"> </w:t>
      </w:r>
      <w:r w:rsidRPr="00A56355">
        <w:t>obstarávateľovi v ponuke všetky doklady podľa § 32 ods. 2 ZVO.</w:t>
      </w:r>
    </w:p>
    <w:bookmarkEnd w:id="405"/>
    <w:p w14:paraId="593E9B02" w14:textId="2EC2355A" w:rsidR="009C5A06" w:rsidRDefault="009C5A06" w:rsidP="007D3A0F">
      <w:pPr>
        <w:pStyle w:val="Nadpis4"/>
      </w:pPr>
      <w:r w:rsidRPr="00A56355">
        <w:t>Podrobnosti k podmienkam účasti osobného postavenia a ich preukazovanie sú uvedené v § 32 ZVO.</w:t>
      </w:r>
    </w:p>
    <w:p w14:paraId="1F957993" w14:textId="3AA7DDF5" w:rsidR="0090491C" w:rsidRPr="00A56355" w:rsidRDefault="0090491C" w:rsidP="0096365D">
      <w:pPr>
        <w:pStyle w:val="Nadpis3"/>
      </w:pPr>
      <w:bookmarkStart w:id="406" w:name="_Toc114833249"/>
      <w:r w:rsidRPr="00A56355">
        <w:t>Technická a</w:t>
      </w:r>
      <w:r w:rsidR="00EA5996" w:rsidRPr="00A56355">
        <w:t>lebo</w:t>
      </w:r>
      <w:r w:rsidRPr="00A56355">
        <w:t xml:space="preserve"> odborná spôsobilosť</w:t>
      </w:r>
      <w:bookmarkEnd w:id="406"/>
    </w:p>
    <w:p w14:paraId="7FF7E9E1" w14:textId="71A3E1D8" w:rsidR="00E02C8E" w:rsidRPr="00A56355" w:rsidRDefault="00D637AE" w:rsidP="007D3A0F">
      <w:pPr>
        <w:pStyle w:val="Nadpis4"/>
        <w:rPr>
          <w:shd w:val="clear" w:color="auto" w:fill="FFFFFF"/>
          <w:lang w:eastAsia="sk-SK"/>
        </w:rPr>
      </w:pPr>
      <w:bookmarkStart w:id="407" w:name="_Ref6294571"/>
      <w:r>
        <w:rPr>
          <w:shd w:val="clear" w:color="auto" w:fill="FFFFFF"/>
          <w:lang w:eastAsia="sk-SK"/>
        </w:rPr>
        <w:t>Tohto Verejného obstarávania</w:t>
      </w:r>
      <w:r w:rsidR="00E02C8E" w:rsidRPr="00A56355">
        <w:rPr>
          <w:shd w:val="clear" w:color="auto" w:fill="FFFFFF"/>
          <w:lang w:eastAsia="sk-SK"/>
        </w:rPr>
        <w:t xml:space="preserve"> sa môže zúčastniť len ten, kto spĺňa nižšie stanovené požiadavky pre </w:t>
      </w:r>
      <w:r w:rsidR="00E02C8E" w:rsidRPr="00A56355">
        <w:rPr>
          <w:lang w:eastAsia="sk-SK"/>
        </w:rPr>
        <w:t>preukázani</w:t>
      </w:r>
      <w:r w:rsidR="00E04E5B" w:rsidRPr="00A56355">
        <w:rPr>
          <w:lang w:eastAsia="sk-SK"/>
        </w:rPr>
        <w:t>e</w:t>
      </w:r>
      <w:r w:rsidR="00E02C8E" w:rsidRPr="00A56355">
        <w:rPr>
          <w:shd w:val="clear" w:color="auto" w:fill="FFFFFF"/>
          <w:lang w:eastAsia="sk-SK"/>
        </w:rPr>
        <w:t xml:space="preserve"> svojej technickej alebo odbornej spôsobilosti. Pre preukázanie splnenia uvedených podmienok predloží uchádzač v ponuke nasledovné doklady:</w:t>
      </w:r>
      <w:bookmarkEnd w:id="407"/>
    </w:p>
    <w:p w14:paraId="2BFC7D54" w14:textId="3AFEB889" w:rsidR="000047A6" w:rsidRDefault="000047A6" w:rsidP="008E1487">
      <w:pPr>
        <w:pStyle w:val="Nadpis6"/>
        <w:rPr>
          <w:rFonts w:eastAsia="Times New Roman"/>
          <w:shd w:val="clear" w:color="auto" w:fill="FFFFFF"/>
          <w:lang w:eastAsia="sk-SK"/>
        </w:rPr>
      </w:pPr>
      <w:r w:rsidRPr="00A56355">
        <w:rPr>
          <w:rFonts w:eastAsia="Times New Roman"/>
          <w:shd w:val="clear" w:color="auto" w:fill="FFFFFF"/>
          <w:lang w:eastAsia="sk-SK"/>
        </w:rPr>
        <w:t xml:space="preserve">V súlade s ustanovením </w:t>
      </w:r>
      <w:r w:rsidRPr="006E2F0C">
        <w:rPr>
          <w:rFonts w:eastAsia="Times New Roman"/>
          <w:b/>
          <w:bCs/>
          <w:shd w:val="clear" w:color="auto" w:fill="FFFFFF"/>
          <w:lang w:eastAsia="sk-SK"/>
        </w:rPr>
        <w:t xml:space="preserve">§ 34 ods. 1 písm. </w:t>
      </w:r>
      <w:r w:rsidR="00720147" w:rsidRPr="006E2F0C">
        <w:rPr>
          <w:rFonts w:eastAsia="Times New Roman"/>
          <w:b/>
          <w:bCs/>
          <w:shd w:val="clear" w:color="auto" w:fill="FFFFFF"/>
          <w:lang w:eastAsia="sk-SK"/>
        </w:rPr>
        <w:t>b</w:t>
      </w:r>
      <w:r w:rsidRPr="006E2F0C">
        <w:rPr>
          <w:rFonts w:eastAsia="Times New Roman"/>
          <w:b/>
          <w:bCs/>
          <w:shd w:val="clear" w:color="auto" w:fill="FFFFFF"/>
          <w:lang w:eastAsia="sk-SK"/>
        </w:rPr>
        <w:t>) ZVO:</w:t>
      </w:r>
      <w:r w:rsidRPr="00A56355">
        <w:rPr>
          <w:rFonts w:eastAsia="Times New Roman"/>
          <w:shd w:val="clear" w:color="auto" w:fill="FFFFFF"/>
          <w:lang w:eastAsia="sk-SK"/>
        </w:rPr>
        <w:t xml:space="preserve"> </w:t>
      </w:r>
      <w:r w:rsidR="00AB6B8B" w:rsidRPr="00AB6B8B">
        <w:rPr>
          <w:rFonts w:eastAsia="Times New Roman"/>
          <w:shd w:val="clear" w:color="auto" w:fill="FFFFFF"/>
          <w:lang w:eastAsia="sk-SK"/>
        </w:rPr>
        <w:t>Zoznam stavebných prác uskutočnených za predchádzajúcich päť</w:t>
      </w:r>
      <w:r w:rsidR="00AB6B8B">
        <w:rPr>
          <w:rFonts w:eastAsia="Times New Roman"/>
          <w:shd w:val="clear" w:color="auto" w:fill="FFFFFF"/>
          <w:lang w:eastAsia="sk-SK"/>
        </w:rPr>
        <w:t xml:space="preserve"> (5) </w:t>
      </w:r>
      <w:r w:rsidR="00AB6B8B" w:rsidRPr="00AB6B8B">
        <w:rPr>
          <w:rFonts w:eastAsia="Times New Roman"/>
          <w:shd w:val="clear" w:color="auto" w:fill="FFFFFF"/>
          <w:lang w:eastAsia="sk-SK"/>
        </w:rPr>
        <w:t xml:space="preserve">rokov od vyhlásenia verejného obstarávania s uvedením cien, miest a lehôt uskutočnenia stavebných prác; zoznam musí byť doplnený potvrdením o uspokojivom vykonaní stavebných prác a zhodnotení uskutočnených stavebných prác podľa obchodných podmienok, </w:t>
      </w:r>
      <w:r w:rsidR="00AB6B8B">
        <w:rPr>
          <w:rFonts w:eastAsia="Times New Roman"/>
          <w:shd w:val="clear" w:color="auto" w:fill="FFFFFF"/>
          <w:lang w:eastAsia="sk-SK"/>
        </w:rPr>
        <w:t xml:space="preserve">pričom </w:t>
      </w:r>
      <w:r w:rsidR="00AB6B8B" w:rsidRPr="00AB6B8B">
        <w:rPr>
          <w:rFonts w:eastAsia="Times New Roman"/>
          <w:shd w:val="clear" w:color="auto" w:fill="FFFFFF"/>
          <w:lang w:eastAsia="sk-SK"/>
        </w:rPr>
        <w:t>ak odberateľom</w:t>
      </w:r>
    </w:p>
    <w:p w14:paraId="4B08B112" w14:textId="0B06368E" w:rsidR="00AB6B8B" w:rsidRPr="00AB6B8B" w:rsidRDefault="00AB6B8B" w:rsidP="00AB6B8B">
      <w:pPr>
        <w:pStyle w:val="Nadpis7"/>
        <w:rPr>
          <w:rFonts w:eastAsiaTheme="minorHAnsi"/>
          <w:shd w:val="clear" w:color="auto" w:fill="FFFFFF"/>
          <w:lang w:eastAsia="sk-SK"/>
        </w:rPr>
      </w:pPr>
      <w:r w:rsidRPr="00AB6B8B">
        <w:rPr>
          <w:rFonts w:eastAsiaTheme="minorHAnsi"/>
          <w:shd w:val="clear" w:color="auto" w:fill="FFFFFF"/>
          <w:lang w:eastAsia="sk-SK"/>
        </w:rPr>
        <w:t xml:space="preserve">bol </w:t>
      </w:r>
      <w:r w:rsidRPr="00AB6B8B">
        <w:rPr>
          <w:rFonts w:eastAsia="Times New Roman"/>
          <w:szCs w:val="32"/>
          <w:shd w:val="clear" w:color="auto" w:fill="FFFFFF"/>
          <w:lang w:eastAsia="sk-SK"/>
        </w:rPr>
        <w:t>verejný</w:t>
      </w:r>
      <w:r w:rsidRPr="00AB6B8B">
        <w:rPr>
          <w:rFonts w:eastAsiaTheme="minorHAnsi"/>
          <w:shd w:val="clear" w:color="auto" w:fill="FFFFFF"/>
          <w:lang w:eastAsia="sk-SK"/>
        </w:rPr>
        <w:t xml:space="preserve"> obstarávateľ alebo obstarávateľ podľa ZVO, dokladom je referencia; ak referencia nebola vyhotovená podľa § 12 ZVO, dokladom môže byť aj vyhlásenie uchádzača o ich uskutočnení, doplnené dokladom, preukazujúcim ich uskutočnenie</w:t>
      </w:r>
      <w:r w:rsidR="00D416ED">
        <w:rPr>
          <w:rFonts w:eastAsiaTheme="minorHAnsi"/>
          <w:shd w:val="clear" w:color="auto" w:fill="FFFFFF"/>
          <w:lang w:eastAsia="sk-SK"/>
        </w:rPr>
        <w:t>;</w:t>
      </w:r>
    </w:p>
    <w:p w14:paraId="277DD901" w14:textId="77777777" w:rsidR="00AB6B8B" w:rsidRPr="00AB6B8B" w:rsidRDefault="00AB6B8B" w:rsidP="00AB6B8B">
      <w:pPr>
        <w:pStyle w:val="Nadpis7"/>
        <w:rPr>
          <w:rFonts w:eastAsiaTheme="minorHAnsi"/>
          <w:shd w:val="clear" w:color="auto" w:fill="FFFFFF"/>
          <w:lang w:eastAsia="sk-SK"/>
        </w:rPr>
      </w:pPr>
      <w:r w:rsidRPr="00AB6B8B">
        <w:rPr>
          <w:rFonts w:eastAsiaTheme="minorHAnsi"/>
          <w:shd w:val="clear" w:color="auto" w:fill="FFFFFF"/>
          <w:lang w:eastAsia="sk-SK"/>
        </w:rPr>
        <w:t xml:space="preserve">bola iná osoba ako verejný obstarávateľ alebo obstarávateľ podľa ZVO, dôkaz o plnení potvrdí odberateľ; ak také potvrdenie uchádzač nemá k dispozícii, vyhlásením uchádzača o ich </w:t>
      </w:r>
      <w:r w:rsidRPr="00AB6B8B">
        <w:rPr>
          <w:rFonts w:eastAsia="Times New Roman"/>
          <w:szCs w:val="32"/>
          <w:shd w:val="clear" w:color="auto" w:fill="FFFFFF"/>
          <w:lang w:eastAsia="sk-SK"/>
        </w:rPr>
        <w:t>uskutočnení</w:t>
      </w:r>
      <w:r w:rsidRPr="00AB6B8B">
        <w:rPr>
          <w:rFonts w:eastAsiaTheme="minorHAnsi"/>
          <w:shd w:val="clear" w:color="auto" w:fill="FFFFFF"/>
          <w:lang w:eastAsia="sk-SK"/>
        </w:rPr>
        <w:t>, doplneným dokladom, preukazujúcim ich uskutočnenie alebo zmluvný vzťah, na základe ktorého boli uskutočnené.</w:t>
      </w:r>
    </w:p>
    <w:p w14:paraId="3A15265D" w14:textId="5E57C24C" w:rsidR="000047A6" w:rsidRPr="00A56355" w:rsidRDefault="000047A6" w:rsidP="008529B0">
      <w:pPr>
        <w:ind w:left="1134"/>
        <w:rPr>
          <w:shd w:val="clear" w:color="auto" w:fill="FFFFFF"/>
          <w:lang w:eastAsia="sk-SK"/>
        </w:rPr>
      </w:pPr>
      <w:r w:rsidRPr="00A56355">
        <w:rPr>
          <w:shd w:val="clear" w:color="auto" w:fill="FFFFFF"/>
          <w:lang w:eastAsia="sk-SK"/>
        </w:rPr>
        <w:t>Verejný obstarávateľ odporúča pre preukázanie splnenia tejto podmienky účasti použiť vzor, ktorý je prílohou F1 týchto súťažných podkladov</w:t>
      </w:r>
      <w:r w:rsidR="00780315" w:rsidRPr="00A56355">
        <w:rPr>
          <w:shd w:val="clear" w:color="auto" w:fill="FFFFFF"/>
          <w:lang w:eastAsia="sk-SK"/>
        </w:rPr>
        <w:t>.</w:t>
      </w:r>
      <w:r w:rsidR="00D416ED">
        <w:rPr>
          <w:shd w:val="clear" w:color="auto" w:fill="FFFFFF"/>
          <w:lang w:eastAsia="sk-SK"/>
        </w:rPr>
        <w:t xml:space="preserve"> Požiadavky podľa bodov vyššie tým nie sú dotknuté.</w:t>
      </w:r>
    </w:p>
    <w:p w14:paraId="586D9FB7" w14:textId="4BDC6286" w:rsidR="000047A6" w:rsidRPr="00A56355" w:rsidRDefault="000047A6" w:rsidP="008529B0">
      <w:pPr>
        <w:ind w:left="1134"/>
        <w:rPr>
          <w:b/>
          <w:u w:val="single"/>
          <w:shd w:val="clear" w:color="auto" w:fill="FFFFFF"/>
          <w:lang w:eastAsia="sk-SK"/>
        </w:rPr>
      </w:pPr>
      <w:r w:rsidRPr="00A56355">
        <w:rPr>
          <w:b/>
          <w:u w:val="single"/>
          <w:shd w:val="clear" w:color="auto" w:fill="FFFFFF"/>
          <w:lang w:eastAsia="sk-SK"/>
        </w:rPr>
        <w:t>Minimálna požadovaná úroveň:</w:t>
      </w:r>
    </w:p>
    <w:p w14:paraId="51FCE44C" w14:textId="4DA944A5" w:rsidR="00FD6DCB" w:rsidRPr="00A56355" w:rsidRDefault="00373D46" w:rsidP="008529B0">
      <w:pPr>
        <w:ind w:left="1134"/>
        <w:rPr>
          <w:shd w:val="clear" w:color="auto" w:fill="FFFFFF"/>
          <w:lang w:eastAsia="sk-SK"/>
        </w:rPr>
      </w:pPr>
      <w:r>
        <w:rPr>
          <w:szCs w:val="20"/>
          <w:shd w:val="clear" w:color="auto" w:fill="FFFFFF"/>
        </w:rPr>
        <w:t xml:space="preserve">Zo zoznamu stavebných prác musí vyplynúť, že uchádzač zrealizoval stavby vrátane </w:t>
      </w:r>
    </w:p>
    <w:p w14:paraId="6B2CCD64" w14:textId="436D32AB" w:rsidR="00373D46" w:rsidRPr="006E2F0C" w:rsidRDefault="00373D46" w:rsidP="00373D46">
      <w:pPr>
        <w:ind w:left="1134"/>
        <w:rPr>
          <w:szCs w:val="20"/>
          <w:shd w:val="clear" w:color="auto" w:fill="FFFFFF"/>
        </w:rPr>
      </w:pPr>
      <w:r w:rsidRPr="006E2F0C">
        <w:rPr>
          <w:szCs w:val="20"/>
          <w:shd w:val="clear" w:color="auto" w:fill="FFFFFF"/>
        </w:rPr>
        <w:lastRenderedPageBreak/>
        <w:t>investície rovnakého alebo podobného charakteru a zložitosti ako je predmet zákazky za predchádzajúcich päť (5) rokov od vyhlásenia Verejného obstarávania (ďalej ako „</w:t>
      </w:r>
      <w:r w:rsidRPr="006E2F0C">
        <w:rPr>
          <w:b/>
          <w:szCs w:val="20"/>
          <w:shd w:val="clear" w:color="auto" w:fill="FFFFFF"/>
        </w:rPr>
        <w:t>Referenčné obdobie</w:t>
      </w:r>
      <w:r w:rsidRPr="006E2F0C">
        <w:rPr>
          <w:szCs w:val="20"/>
          <w:shd w:val="clear" w:color="auto" w:fill="FFFFFF"/>
        </w:rPr>
        <w:t xml:space="preserve">“), ktorých celková hodnota v Referenčnom období bola sumárne minimálne </w:t>
      </w:r>
      <w:r w:rsidR="006E2F0C" w:rsidRPr="006E2F0C">
        <w:rPr>
          <w:b/>
          <w:bCs/>
          <w:szCs w:val="20"/>
          <w:shd w:val="clear" w:color="auto" w:fill="FFFFFF"/>
          <w:lang w:val="en-US"/>
        </w:rPr>
        <w:t>2</w:t>
      </w:r>
      <w:r w:rsidRPr="006E2F0C">
        <w:rPr>
          <w:b/>
          <w:bCs/>
          <w:szCs w:val="20"/>
          <w:shd w:val="clear" w:color="auto" w:fill="FFFFFF"/>
          <w:lang w:val="en-US"/>
        </w:rPr>
        <w:t>.</w:t>
      </w:r>
      <w:r w:rsidR="006E2F0C">
        <w:rPr>
          <w:b/>
          <w:bCs/>
          <w:szCs w:val="20"/>
          <w:shd w:val="clear" w:color="auto" w:fill="FFFFFF"/>
          <w:lang w:val="en-US"/>
        </w:rPr>
        <w:t>5</w:t>
      </w:r>
      <w:r w:rsidRPr="006E2F0C">
        <w:rPr>
          <w:b/>
          <w:bCs/>
          <w:szCs w:val="20"/>
          <w:shd w:val="clear" w:color="auto" w:fill="FFFFFF"/>
          <w:lang w:val="en-US"/>
        </w:rPr>
        <w:t>00.000</w:t>
      </w:r>
      <w:r w:rsidRPr="006E2F0C">
        <w:rPr>
          <w:b/>
          <w:bCs/>
          <w:szCs w:val="20"/>
        </w:rPr>
        <w:t xml:space="preserve">,- </w:t>
      </w:r>
      <w:r w:rsidRPr="006E2F0C">
        <w:rPr>
          <w:rFonts w:cs="Arial"/>
          <w:b/>
          <w:bCs/>
          <w:szCs w:val="20"/>
        </w:rPr>
        <w:t>E</w:t>
      </w:r>
      <w:r w:rsidRPr="006E2F0C">
        <w:rPr>
          <w:b/>
          <w:bCs/>
          <w:szCs w:val="20"/>
          <w:shd w:val="clear" w:color="auto" w:fill="FFFFFF"/>
        </w:rPr>
        <w:t>UR bez DPH</w:t>
      </w:r>
      <w:r w:rsidRPr="006E2F0C">
        <w:rPr>
          <w:szCs w:val="20"/>
          <w:shd w:val="clear" w:color="auto" w:fill="FFFFFF"/>
        </w:rPr>
        <w:t>.</w:t>
      </w:r>
    </w:p>
    <w:p w14:paraId="30D06233" w14:textId="77777777" w:rsidR="00373D46" w:rsidRPr="00373D46" w:rsidRDefault="00373D46" w:rsidP="00373D46">
      <w:pPr>
        <w:ind w:left="1134"/>
        <w:rPr>
          <w:szCs w:val="20"/>
          <w:shd w:val="clear" w:color="auto" w:fill="FFFFFF"/>
        </w:rPr>
      </w:pPr>
      <w:r w:rsidRPr="006E2F0C">
        <w:rPr>
          <w:szCs w:val="20"/>
          <w:shd w:val="clear" w:color="auto" w:fill="FFFFFF"/>
        </w:rPr>
        <w:t>Pre odstránenie pochybností sa upresňuje, že tieto stavebné práce museli</w:t>
      </w:r>
      <w:r w:rsidRPr="00373D46">
        <w:rPr>
          <w:szCs w:val="20"/>
          <w:shd w:val="clear" w:color="auto" w:fill="FFFFFF"/>
        </w:rPr>
        <w:t xml:space="preserve"> byť realizované v Referenčnom období, pričom do hodnoty referenčnej </w:t>
      </w:r>
      <w:r>
        <w:rPr>
          <w:szCs w:val="20"/>
          <w:shd w:val="clear" w:color="auto" w:fill="FFFFFF"/>
        </w:rPr>
        <w:t>zákazky</w:t>
      </w:r>
      <w:r w:rsidRPr="00373D46">
        <w:rPr>
          <w:szCs w:val="20"/>
          <w:shd w:val="clear" w:color="auto" w:fill="FFFFFF"/>
        </w:rPr>
        <w:t xml:space="preserve"> sa zarátavajú:</w:t>
      </w:r>
    </w:p>
    <w:p w14:paraId="45541585"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hodnota investície vykonanej v Referenčnom období bez nutnosti prepočtu výšky platieb na Referenčné obdobie; a</w:t>
      </w:r>
    </w:p>
    <w:p w14:paraId="45CA64BC" w14:textId="77777777" w:rsidR="00373D46" w:rsidRPr="00373D46" w:rsidRDefault="00373D46" w:rsidP="00373D46">
      <w:pPr>
        <w:pStyle w:val="Odsekzoznamu"/>
        <w:numPr>
          <w:ilvl w:val="3"/>
          <w:numId w:val="52"/>
        </w:numPr>
        <w:spacing w:line="256" w:lineRule="auto"/>
        <w:ind w:left="1560" w:hanging="425"/>
        <w:rPr>
          <w:rFonts w:ascii="Cambria" w:hAnsi="Cambria"/>
          <w:shd w:val="clear" w:color="auto" w:fill="FFFFFF"/>
        </w:rPr>
      </w:pPr>
      <w:r>
        <w:rPr>
          <w:rFonts w:ascii="Cambria" w:eastAsiaTheme="minorHAnsi" w:hAnsi="Cambria" w:cstheme="minorBidi"/>
          <w:shd w:val="clear" w:color="auto" w:fill="FFFFFF"/>
        </w:rPr>
        <w:t>ceny za služby súvisiace</w:t>
      </w:r>
      <w:r w:rsidRPr="006E2F0C">
        <w:rPr>
          <w:rFonts w:ascii="Cambria" w:hAnsi="Cambria"/>
          <w:shd w:val="clear" w:color="auto" w:fill="FFFFFF"/>
        </w:rPr>
        <w:t xml:space="preserve"> s investíciou </w:t>
      </w:r>
      <w:r>
        <w:rPr>
          <w:rFonts w:ascii="Cambria" w:hAnsi="Cambria"/>
          <w:shd w:val="clear" w:color="auto" w:fill="FFFFFF"/>
        </w:rPr>
        <w:t xml:space="preserve">a garanciou úspor </w:t>
      </w:r>
      <w:r w:rsidRPr="006E2F0C">
        <w:rPr>
          <w:rFonts w:ascii="Cambria" w:hAnsi="Cambria"/>
          <w:shd w:val="clear" w:color="auto" w:fill="FFFFFF"/>
        </w:rPr>
        <w:t>prepočítané na Referenčné obdobie.</w:t>
      </w:r>
    </w:p>
    <w:p w14:paraId="64013DBB" w14:textId="77777777" w:rsidR="00373D46" w:rsidRPr="00373D46" w:rsidRDefault="00373D46" w:rsidP="00373D46">
      <w:pPr>
        <w:ind w:left="1134"/>
        <w:rPr>
          <w:szCs w:val="20"/>
          <w:shd w:val="clear" w:color="auto" w:fill="FFFFFF"/>
        </w:rPr>
      </w:pPr>
      <w:r w:rsidRPr="006E2F0C">
        <w:rPr>
          <w:szCs w:val="20"/>
          <w:shd w:val="clear" w:color="auto" w:fill="FFFFFF"/>
        </w:rPr>
        <w:t>Za realizáciu stavebných prác rovnakého alebo podobného charakteru a zložitosti ako je predmet zákazky sa pre účely tohto Verejného obstarávania považujú plnenia, ktoré musia kumulatívne napĺňať všetky nižšie uvedené definičné znaky:</w:t>
      </w:r>
    </w:p>
    <w:p w14:paraId="1EAA0D6C" w14:textId="3E6C03DD"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vykonal návrh a projektovanie opatrení na budovách, ktorých výsledkom bola úspora energií a/alebo iných prevádzkových nákladov;</w:t>
      </w:r>
    </w:p>
    <w:p w14:paraId="7CD1A90B"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vykonal modernizáciu energetického systému v budovách;</w:t>
      </w:r>
    </w:p>
    <w:p w14:paraId="124F0FC6"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 nadväznosti na realizáciu týchto stavebných prác vykonával službu dozoru riadenia modernizovaného systému tak, aby sa dosiahli vopred deklarované úspory</w:t>
      </w:r>
    </w:p>
    <w:p w14:paraId="7E1CCD4F"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garantoval dosiahnutie stanovených úspor;</w:t>
      </w:r>
    </w:p>
    <w:p w14:paraId="31FD3A40"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plnenie obsahovalo podmienku, aby úspory boli vyhodnocované v pravidelných intervaloch; a</w:t>
      </w:r>
    </w:p>
    <w:p w14:paraId="5AB0681D"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plnenie obsahovalo podmienku, aby garantované úspory boli dosiahnuté vo všetkých hodnotiacich periódach projektu, resp. aby v opačnom prípade dodávateľ projektu finančne vykompenzoval hodnotu výpadku úspor.</w:t>
      </w:r>
    </w:p>
    <w:p w14:paraId="6EFAECA8" w14:textId="14C4A560" w:rsidR="00C03B32" w:rsidRPr="00A56355" w:rsidRDefault="00627C1E" w:rsidP="008E1487">
      <w:pPr>
        <w:pStyle w:val="Nadpis6"/>
        <w:rPr>
          <w:rFonts w:eastAsia="Times New Roman"/>
          <w:shd w:val="clear" w:color="auto" w:fill="FFFFFF"/>
          <w:lang w:eastAsia="sk-SK"/>
        </w:rPr>
      </w:pPr>
      <w:bookmarkStart w:id="408" w:name="_Ref6294579"/>
      <w:r w:rsidRPr="007A30F0">
        <w:rPr>
          <w:rFonts w:eastAsia="Times New Roman"/>
          <w:lang w:eastAsia="sk-SK"/>
        </w:rPr>
        <w:t xml:space="preserve">V </w:t>
      </w:r>
      <w:r w:rsidRPr="007A30F0">
        <w:rPr>
          <w:rFonts w:eastAsia="Times New Roman" w:cs="Arial"/>
          <w:shd w:val="clear" w:color="auto" w:fill="FFFFFF"/>
          <w:lang w:eastAsia="sk-SK"/>
        </w:rPr>
        <w:t>súlade</w:t>
      </w:r>
      <w:r w:rsidRPr="007A30F0">
        <w:rPr>
          <w:rFonts w:eastAsia="Times New Roman"/>
          <w:lang w:eastAsia="sk-SK"/>
        </w:rPr>
        <w:t xml:space="preserve"> s ustanovením §</w:t>
      </w:r>
      <w:r w:rsidRPr="00A56355">
        <w:rPr>
          <w:rFonts w:eastAsia="Times New Roman"/>
          <w:lang w:eastAsia="sk-SK"/>
        </w:rPr>
        <w:t xml:space="preserve"> 34 ods. 1 písm. g) ZVO: Údaje o vzdelaní a odbornej praxi alebo o odbornej kvalifikácií osôb určených na plnenie zmluvy alebo riadiacich zamestnancov.</w:t>
      </w:r>
      <w:bookmarkEnd w:id="408"/>
    </w:p>
    <w:p w14:paraId="51C2A236" w14:textId="27D25A3B" w:rsidR="00627C1E" w:rsidRPr="006E2F0C" w:rsidRDefault="00627C1E" w:rsidP="00627C1E">
      <w:pPr>
        <w:ind w:left="1134"/>
        <w:rPr>
          <w:b/>
          <w:bCs/>
          <w:shd w:val="clear" w:color="auto" w:fill="FFFFFF"/>
          <w:lang w:eastAsia="sk-SK"/>
        </w:rPr>
      </w:pPr>
      <w:r w:rsidRPr="006E2F0C">
        <w:rPr>
          <w:b/>
          <w:bCs/>
          <w:shd w:val="clear" w:color="auto" w:fill="FFFFFF"/>
          <w:lang w:eastAsia="sk-SK"/>
        </w:rPr>
        <w:t>Minimálna požadovaná úroveň:</w:t>
      </w:r>
    </w:p>
    <w:p w14:paraId="7C3BDB70" w14:textId="0F11C9C2" w:rsidR="000047A6" w:rsidRPr="00A56355" w:rsidRDefault="00627C1E" w:rsidP="00627C1E">
      <w:pPr>
        <w:ind w:left="1134"/>
        <w:rPr>
          <w:shd w:val="clear" w:color="auto" w:fill="FFFFFF"/>
          <w:lang w:eastAsia="sk-SK"/>
        </w:rPr>
      </w:pPr>
      <w:r w:rsidRPr="00A56355">
        <w:rPr>
          <w:shd w:val="clear" w:color="auto" w:fill="FFFFFF"/>
          <w:lang w:eastAsia="sk-SK"/>
        </w:rPr>
        <w:t xml:space="preserve">Uchádzač musí preukázať svoju odbornú spôsobilosť na poskytovanie požadovaných služieb potvrdením, že má k dispozícii nižšie uvedených </w:t>
      </w:r>
      <w:r w:rsidR="00C34A39" w:rsidRPr="00A56355">
        <w:rPr>
          <w:shd w:val="clear" w:color="auto" w:fill="FFFFFF"/>
          <w:lang w:eastAsia="sk-SK"/>
        </w:rPr>
        <w:t>odborníkov</w:t>
      </w:r>
      <w:r w:rsidRPr="00A56355">
        <w:rPr>
          <w:shd w:val="clear" w:color="auto" w:fill="FFFFFF"/>
          <w:lang w:eastAsia="sk-SK"/>
        </w:rPr>
        <w:t xml:space="preserve"> spĺňajúcich stanovené požiadavky, v príslušnom počte. Nižšie uvedené požiadavky na </w:t>
      </w:r>
      <w:r w:rsidR="00C34A39" w:rsidRPr="00A56355">
        <w:rPr>
          <w:shd w:val="clear" w:color="auto" w:fill="FFFFFF"/>
          <w:lang w:eastAsia="sk-SK"/>
        </w:rPr>
        <w:t>odborníka</w:t>
      </w:r>
      <w:r w:rsidRPr="00A56355">
        <w:rPr>
          <w:shd w:val="clear" w:color="auto" w:fill="FFFFFF"/>
          <w:lang w:eastAsia="sk-SK"/>
        </w:rPr>
        <w:t xml:space="preserve"> </w:t>
      </w:r>
      <w:r w:rsidR="00C34A39" w:rsidRPr="00A56355">
        <w:rPr>
          <w:shd w:val="clear" w:color="auto" w:fill="FFFFFF"/>
          <w:lang w:eastAsia="sk-SK"/>
        </w:rPr>
        <w:t>uchádzač</w:t>
      </w:r>
      <w:r w:rsidRPr="00A56355">
        <w:rPr>
          <w:shd w:val="clear" w:color="auto" w:fill="FFFFFF"/>
          <w:lang w:eastAsia="sk-SK"/>
        </w:rPr>
        <w:t xml:space="preserve"> preukáže predložením:</w:t>
      </w:r>
    </w:p>
    <w:p w14:paraId="0F4FB7B3" w14:textId="60150B42" w:rsidR="007524ED" w:rsidRPr="00A56355" w:rsidRDefault="00F86B6C" w:rsidP="00AB6B8B">
      <w:pPr>
        <w:pStyle w:val="Nadpis7"/>
        <w:rPr>
          <w:rFonts w:eastAsia="Times New Roman"/>
          <w:shd w:val="clear" w:color="auto" w:fill="FFFFFF"/>
          <w:lang w:eastAsia="sk-SK"/>
        </w:rPr>
      </w:pPr>
      <w:r w:rsidRPr="00A56355">
        <w:rPr>
          <w:rFonts w:eastAsia="Times New Roman"/>
          <w:shd w:val="clear" w:color="auto" w:fill="FFFFFF"/>
          <w:lang w:eastAsia="sk-SK"/>
        </w:rPr>
        <w:t>vyplneného formuláru, ktorý je prílohou F2 týchto súťažných podkladov</w:t>
      </w:r>
      <w:r w:rsidR="00A1409F" w:rsidRPr="00A56355">
        <w:rPr>
          <w:rFonts w:eastAsia="Times New Roman"/>
          <w:shd w:val="clear" w:color="auto" w:fill="FFFFFF"/>
          <w:lang w:eastAsia="sk-SK"/>
        </w:rPr>
        <w:t xml:space="preserve"> príslušného odborníka; a</w:t>
      </w:r>
    </w:p>
    <w:p w14:paraId="3E9E88B5" w14:textId="693477D2" w:rsidR="007524ED" w:rsidRPr="00A56355" w:rsidRDefault="007524ED" w:rsidP="00AB6B8B">
      <w:pPr>
        <w:pStyle w:val="Nadpis7"/>
        <w:rPr>
          <w:rFonts w:eastAsia="Times New Roman"/>
          <w:shd w:val="clear" w:color="auto" w:fill="FFFFFF"/>
          <w:lang w:eastAsia="sk-SK"/>
        </w:rPr>
      </w:pPr>
      <w:bookmarkStart w:id="409" w:name="_Ref6294690"/>
      <w:r w:rsidRPr="00A56355">
        <w:rPr>
          <w:rFonts w:eastAsia="Times New Roman"/>
          <w:shd w:val="clear" w:color="auto" w:fill="FFFFFF"/>
          <w:lang w:eastAsia="sk-SK"/>
        </w:rPr>
        <w:t xml:space="preserve">požadovaného oprávnenia alebo certifikátu alebo ekvivalentného dokladu, preukazujúceho kvalifikáciu </w:t>
      </w:r>
      <w:r w:rsidR="006940E3" w:rsidRPr="00A56355">
        <w:rPr>
          <w:rFonts w:eastAsiaTheme="minorHAnsi"/>
          <w:shd w:val="clear" w:color="auto" w:fill="FFFFFF"/>
        </w:rPr>
        <w:t>odborníka</w:t>
      </w:r>
      <w:r w:rsidR="006940E3" w:rsidRPr="00A56355">
        <w:rPr>
          <w:rFonts w:eastAsia="Times New Roman"/>
          <w:shd w:val="clear" w:color="auto" w:fill="FFFFFF"/>
          <w:lang w:eastAsia="sk-SK"/>
        </w:rPr>
        <w:t xml:space="preserve"> </w:t>
      </w:r>
      <w:r w:rsidRPr="00A56355">
        <w:rPr>
          <w:rFonts w:eastAsia="Times New Roman"/>
          <w:shd w:val="clear" w:color="auto" w:fill="FFFFFF"/>
          <w:lang w:eastAsia="sk-SK"/>
        </w:rPr>
        <w:t xml:space="preserve">vzťahujúcu sa k predmetu </w:t>
      </w:r>
      <w:r w:rsidR="00FB63BA" w:rsidRPr="00A56355">
        <w:rPr>
          <w:rFonts w:eastAsiaTheme="minorHAnsi"/>
          <w:shd w:val="clear" w:color="auto" w:fill="FFFFFF"/>
        </w:rPr>
        <w:t>zákazky</w:t>
      </w:r>
      <w:r w:rsidRPr="00A56355">
        <w:rPr>
          <w:rFonts w:eastAsia="Times New Roman"/>
          <w:shd w:val="clear" w:color="auto" w:fill="FFFFFF"/>
          <w:lang w:eastAsia="sk-SK"/>
        </w:rPr>
        <w:t xml:space="preserve"> (</w:t>
      </w:r>
      <w:r w:rsidR="00CB3729" w:rsidRPr="00A56355">
        <w:rPr>
          <w:rFonts w:eastAsia="Times New Roman"/>
          <w:shd w:val="clear" w:color="auto" w:fill="FFFFFF"/>
          <w:lang w:eastAsia="sk-SK"/>
        </w:rPr>
        <w:t>ak sa vyžaduje</w:t>
      </w:r>
      <w:r w:rsidRPr="00A56355">
        <w:rPr>
          <w:rFonts w:eastAsia="Times New Roman"/>
          <w:shd w:val="clear" w:color="auto" w:fill="FFFFFF"/>
          <w:lang w:eastAsia="sk-SK"/>
        </w:rPr>
        <w:t>)</w:t>
      </w:r>
      <w:r w:rsidR="004B6A72" w:rsidRPr="00A56355">
        <w:rPr>
          <w:rFonts w:eastAsia="Times New Roman"/>
          <w:shd w:val="clear" w:color="auto" w:fill="FFFFFF"/>
          <w:lang w:eastAsia="sk-SK"/>
        </w:rPr>
        <w:t>.</w:t>
      </w:r>
      <w:bookmarkEnd w:id="409"/>
    </w:p>
    <w:p w14:paraId="292E4870" w14:textId="5E5357D8" w:rsidR="009E3F10" w:rsidRPr="00A56355" w:rsidRDefault="009239C0" w:rsidP="009E3F10">
      <w:pPr>
        <w:ind w:left="1134"/>
        <w:rPr>
          <w:b/>
          <w:shd w:val="clear" w:color="auto" w:fill="FFFFFF"/>
          <w:lang w:eastAsia="sk-SK"/>
        </w:rPr>
      </w:pPr>
      <w:r w:rsidRPr="00A56355">
        <w:rPr>
          <w:b/>
          <w:shd w:val="clear" w:color="auto" w:fill="FFFFFF"/>
          <w:lang w:eastAsia="sk-SK"/>
        </w:rPr>
        <w:t>Odborník</w:t>
      </w:r>
      <w:r w:rsidR="009E3F10" w:rsidRPr="00A56355">
        <w:rPr>
          <w:b/>
          <w:shd w:val="clear" w:color="auto" w:fill="FFFFFF"/>
          <w:lang w:eastAsia="sk-SK"/>
        </w:rPr>
        <w:t xml:space="preserve"> č. </w:t>
      </w:r>
      <w:r w:rsidR="005C3695" w:rsidRPr="00A56355">
        <w:rPr>
          <w:b/>
          <w:shd w:val="clear" w:color="auto" w:fill="FFFFFF"/>
          <w:lang w:eastAsia="sk-SK"/>
        </w:rPr>
        <w:t>1</w:t>
      </w:r>
      <w:r w:rsidR="009E3F10" w:rsidRPr="00A56355">
        <w:rPr>
          <w:b/>
          <w:shd w:val="clear" w:color="auto" w:fill="FFFFFF"/>
          <w:lang w:eastAsia="sk-SK"/>
        </w:rPr>
        <w:t xml:space="preserve"> –</w:t>
      </w:r>
      <w:r w:rsidR="00E81F0A" w:rsidRPr="00A56355">
        <w:rPr>
          <w:b/>
          <w:shd w:val="clear" w:color="auto" w:fill="FFFFFF"/>
          <w:lang w:eastAsia="sk-SK"/>
        </w:rPr>
        <w:t xml:space="preserve"> </w:t>
      </w:r>
      <w:r w:rsidR="00890F8F" w:rsidRPr="00A56355">
        <w:rPr>
          <w:b/>
          <w:shd w:val="clear" w:color="auto" w:fill="FFFFFF"/>
          <w:lang w:eastAsia="sk-SK"/>
        </w:rPr>
        <w:t xml:space="preserve">Projektový manažér – 1 osoba </w:t>
      </w:r>
    </w:p>
    <w:p w14:paraId="6F9DA908" w14:textId="556CBBDC" w:rsidR="009E3F10" w:rsidRPr="00A56355" w:rsidRDefault="009239C0" w:rsidP="009E3F10">
      <w:pPr>
        <w:ind w:left="1134"/>
        <w:rPr>
          <w:shd w:val="clear" w:color="auto" w:fill="FFFFFF"/>
          <w:lang w:eastAsia="sk-SK"/>
        </w:rPr>
      </w:pPr>
      <w:r w:rsidRPr="00A56355">
        <w:rPr>
          <w:shd w:val="clear" w:color="auto" w:fill="FFFFFF"/>
          <w:lang w:eastAsia="sk-SK"/>
        </w:rPr>
        <w:t xml:space="preserve">Odborník </w:t>
      </w:r>
      <w:r w:rsidR="009E3F10" w:rsidRPr="00A56355">
        <w:rPr>
          <w:shd w:val="clear" w:color="auto" w:fill="FFFFFF"/>
          <w:lang w:eastAsia="sk-SK"/>
        </w:rPr>
        <w:t>musí spĺňať nasledovné požiadavky:</w:t>
      </w:r>
    </w:p>
    <w:p w14:paraId="43A95182" w14:textId="02EA7B0A" w:rsidR="009239C0" w:rsidRPr="00A56355" w:rsidRDefault="009239C0"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najmenej </w:t>
      </w:r>
      <w:bookmarkStart w:id="410" w:name="_Hlk65230776"/>
      <w:r w:rsidR="00E81F0A" w:rsidRPr="00A56355">
        <w:rPr>
          <w:rFonts w:ascii="Cambria" w:eastAsiaTheme="minorHAnsi" w:hAnsi="Cambria" w:cs="Arial"/>
        </w:rPr>
        <w:t>5</w:t>
      </w:r>
      <w:r w:rsidR="005C3695" w:rsidRPr="00A56355">
        <w:rPr>
          <w:rFonts w:ascii="Cambria" w:eastAsiaTheme="minorHAnsi" w:hAnsi="Cambria" w:cs="Arial"/>
        </w:rPr>
        <w:t xml:space="preserve"> </w:t>
      </w:r>
      <w:r w:rsidRPr="00A56355">
        <w:rPr>
          <w:rFonts w:ascii="Cambria" w:eastAsiaTheme="minorHAnsi" w:hAnsi="Cambria" w:cstheme="minorBidi"/>
          <w:shd w:val="clear" w:color="auto" w:fill="FFFFFF"/>
        </w:rPr>
        <w:t>ročné odborné skúsenosti v</w:t>
      </w:r>
      <w:r w:rsidR="00E81F0A" w:rsidRPr="00A56355">
        <w:rPr>
          <w:rFonts w:ascii="Cambria" w:eastAsiaTheme="minorHAnsi" w:hAnsi="Cambria" w:cstheme="minorBidi"/>
          <w:shd w:val="clear" w:color="auto" w:fill="FFFFFF"/>
        </w:rPr>
        <w:t xml:space="preserve"> oblasti </w:t>
      </w:r>
      <w:r w:rsidR="00890F8F" w:rsidRPr="00A56355">
        <w:rPr>
          <w:rFonts w:ascii="Cambria" w:eastAsiaTheme="minorHAnsi" w:hAnsi="Cambria" w:cstheme="minorBidi"/>
          <w:shd w:val="clear" w:color="auto" w:fill="FFFFFF"/>
        </w:rPr>
        <w:t xml:space="preserve">projektového manažéra v oblasti </w:t>
      </w:r>
      <w:r w:rsidR="00F86B6C" w:rsidRPr="00A56355">
        <w:rPr>
          <w:rFonts w:ascii="Cambria" w:eastAsiaTheme="minorHAnsi" w:hAnsi="Cambria" w:cstheme="minorBidi"/>
          <w:shd w:val="clear" w:color="auto" w:fill="FFFFFF"/>
        </w:rPr>
        <w:t>stavebníctva</w:t>
      </w:r>
      <w:bookmarkEnd w:id="410"/>
      <w:r w:rsidR="00980F32" w:rsidRPr="00A56355">
        <w:rPr>
          <w:rFonts w:ascii="Cambria" w:eastAsiaTheme="minorHAnsi" w:hAnsi="Cambria" w:cstheme="minorBidi"/>
          <w:shd w:val="clear" w:color="auto" w:fill="FFFFFF"/>
        </w:rPr>
        <w:t xml:space="preserve">. Túto </w:t>
      </w:r>
      <w:r w:rsidRPr="00A56355">
        <w:rPr>
          <w:rFonts w:ascii="Cambria" w:eastAsiaTheme="minorHAnsi" w:hAnsi="Cambria" w:cstheme="minorBidi"/>
          <w:shd w:val="clear" w:color="auto" w:fill="FFFFFF"/>
        </w:rPr>
        <w:t xml:space="preserve">podmienku účasti uchádzač u </w:t>
      </w:r>
      <w:r w:rsidR="00393680" w:rsidRPr="00A56355">
        <w:rPr>
          <w:rFonts w:ascii="Cambria" w:eastAsiaTheme="minorHAnsi" w:hAnsi="Cambria" w:cstheme="minorBidi"/>
          <w:shd w:val="clear" w:color="auto" w:fill="FFFFFF"/>
        </w:rPr>
        <w:t>odborníka</w:t>
      </w:r>
      <w:r w:rsidRPr="00A56355">
        <w:rPr>
          <w:rFonts w:ascii="Cambria" w:eastAsiaTheme="minorHAnsi" w:hAnsi="Cambria" w:cstheme="minorBidi"/>
          <w:shd w:val="clear" w:color="auto" w:fill="FFFFFF"/>
        </w:rPr>
        <w:t xml:space="preserve"> preukáže </w:t>
      </w:r>
      <w:r w:rsidR="00A1409F" w:rsidRPr="00A56355">
        <w:rPr>
          <w:rFonts w:ascii="Cambria" w:eastAsiaTheme="minorHAnsi" w:hAnsi="Cambria" w:cstheme="minorBidi"/>
          <w:shd w:val="clear" w:color="auto" w:fill="FFFFFF"/>
        </w:rPr>
        <w:t>vyplneným formulárom</w:t>
      </w:r>
      <w:r w:rsidR="005642DA" w:rsidRPr="00A56355">
        <w:rPr>
          <w:rFonts w:ascii="Cambria" w:eastAsiaTheme="minorHAnsi" w:hAnsi="Cambria" w:cstheme="minorBidi"/>
          <w:shd w:val="clear" w:color="auto" w:fill="FFFFFF"/>
        </w:rPr>
        <w:t xml:space="preserve"> </w:t>
      </w:r>
      <w:r w:rsidR="005642DA" w:rsidRPr="00A56355">
        <w:rPr>
          <w:rFonts w:ascii="Cambria" w:hAnsi="Cambria" w:cstheme="majorBidi"/>
          <w:iCs/>
          <w:szCs w:val="22"/>
          <w:shd w:val="clear" w:color="auto" w:fill="FFFFFF"/>
        </w:rPr>
        <w:t>ktorý je prílohou F2 týchto súťažných podkladov</w:t>
      </w:r>
      <w:r w:rsidR="005642DA" w:rsidRPr="00A56355">
        <w:rPr>
          <w:rFonts w:ascii="Cambria" w:eastAsiaTheme="minorHAnsi" w:hAnsi="Cambria" w:cstheme="minorBidi"/>
          <w:shd w:val="clear" w:color="auto" w:fill="FFFFFF"/>
        </w:rPr>
        <w:t>.</w:t>
      </w:r>
    </w:p>
    <w:p w14:paraId="6F9DB1D8" w14:textId="5D92CBC3" w:rsidR="005642DA" w:rsidRPr="00A56355" w:rsidRDefault="005642DA" w:rsidP="00074A96">
      <w:pPr>
        <w:ind w:left="1134"/>
        <w:rPr>
          <w:b/>
          <w:shd w:val="clear" w:color="auto" w:fill="FFFFFF"/>
          <w:lang w:eastAsia="sk-SK"/>
        </w:rPr>
      </w:pPr>
      <w:r w:rsidRPr="00A56355">
        <w:rPr>
          <w:b/>
          <w:shd w:val="clear" w:color="auto" w:fill="FFFFFF"/>
          <w:lang w:eastAsia="sk-SK"/>
        </w:rPr>
        <w:t xml:space="preserve">Odborník č. 2 </w:t>
      </w:r>
      <w:r w:rsidR="00C35119" w:rsidRPr="00A56355">
        <w:rPr>
          <w:b/>
          <w:shd w:val="clear" w:color="auto" w:fill="FFFFFF"/>
          <w:lang w:eastAsia="sk-SK"/>
        </w:rPr>
        <w:t>–</w:t>
      </w:r>
      <w:r w:rsidRPr="00A56355">
        <w:rPr>
          <w:b/>
          <w:shd w:val="clear" w:color="auto" w:fill="FFFFFF"/>
          <w:lang w:eastAsia="sk-SK"/>
        </w:rPr>
        <w:t xml:space="preserve"> </w:t>
      </w:r>
      <w:r w:rsidR="00C35119" w:rsidRPr="00A56355">
        <w:rPr>
          <w:b/>
          <w:shd w:val="clear" w:color="auto" w:fill="FFFFFF"/>
          <w:lang w:eastAsia="sk-SK"/>
        </w:rPr>
        <w:t>Autorizovaný inžinier</w:t>
      </w:r>
    </w:p>
    <w:p w14:paraId="141062DE" w14:textId="77777777" w:rsidR="00347297" w:rsidRPr="00A56355" w:rsidRDefault="00347297" w:rsidP="00347297">
      <w:pPr>
        <w:ind w:left="1134"/>
        <w:rPr>
          <w:shd w:val="clear" w:color="auto" w:fill="FFFFFF"/>
          <w:lang w:eastAsia="sk-SK"/>
        </w:rPr>
      </w:pPr>
      <w:r w:rsidRPr="00A56355">
        <w:rPr>
          <w:shd w:val="clear" w:color="auto" w:fill="FFFFFF"/>
          <w:lang w:eastAsia="sk-SK"/>
        </w:rPr>
        <w:t>Odborník musí spĺňať nasledovné požiadavky:</w:t>
      </w:r>
    </w:p>
    <w:p w14:paraId="21C8DFF1" w14:textId="7AFCB4D5" w:rsidR="005642DA" w:rsidRPr="00A56355" w:rsidRDefault="00C35119"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odborník musel vypracova</w:t>
      </w:r>
      <w:r w:rsidR="00936D07" w:rsidRPr="00A56355">
        <w:rPr>
          <w:rFonts w:ascii="Cambria" w:eastAsiaTheme="minorHAnsi" w:hAnsi="Cambria" w:cstheme="minorBidi"/>
          <w:shd w:val="clear" w:color="auto" w:fill="FFFFFF"/>
        </w:rPr>
        <w:t>ť</w:t>
      </w:r>
      <w:r w:rsidRPr="00A56355">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A56355">
        <w:rPr>
          <w:rFonts w:ascii="Cambria" w:eastAsiaTheme="minorHAnsi" w:hAnsi="Cambria" w:cstheme="minorBidi"/>
          <w:shd w:val="clear" w:color="auto" w:fill="FFFFFF"/>
        </w:rPr>
        <w:t xml:space="preserve"> rovnakého alebo podobného charakteru a zložitosti ako je predmet zákazky (t.</w:t>
      </w:r>
      <w:r w:rsidR="00575BB8" w:rsidRPr="00A56355">
        <w:rPr>
          <w:rFonts w:ascii="Cambria" w:eastAsiaTheme="minorHAnsi" w:hAnsi="Cambria" w:cstheme="minorBidi"/>
          <w:shd w:val="clear" w:color="auto" w:fill="FFFFFF"/>
        </w:rPr>
        <w:t xml:space="preserve"> </w:t>
      </w:r>
      <w:r w:rsidR="009635ED" w:rsidRPr="00A56355">
        <w:rPr>
          <w:rFonts w:ascii="Cambria" w:eastAsiaTheme="minorHAnsi" w:hAnsi="Cambria" w:cstheme="minorBidi"/>
          <w:shd w:val="clear" w:color="auto" w:fill="FFFFFF"/>
        </w:rPr>
        <w:t>j.</w:t>
      </w:r>
      <w:r w:rsidRPr="00A56355">
        <w:rPr>
          <w:rFonts w:ascii="Cambria" w:eastAsiaTheme="minorHAnsi" w:hAnsi="Cambria" w:cstheme="minorBidi"/>
          <w:shd w:val="clear" w:color="auto" w:fill="FFFFFF"/>
        </w:rPr>
        <w:t xml:space="preserve"> </w:t>
      </w:r>
      <w:r w:rsidR="009635ED" w:rsidRPr="00A56355">
        <w:rPr>
          <w:rFonts w:ascii="Cambria" w:eastAsiaTheme="minorHAnsi" w:hAnsi="Cambria" w:cstheme="minorBidi"/>
          <w:shd w:val="clear" w:color="auto" w:fill="FFFFFF"/>
        </w:rPr>
        <w:t xml:space="preserve">napr. </w:t>
      </w:r>
      <w:bookmarkStart w:id="411" w:name="_Hlk65237102"/>
      <w:r w:rsidR="009635ED" w:rsidRPr="00A56355">
        <w:rPr>
          <w:rFonts w:ascii="Cambria" w:eastAsiaTheme="minorHAnsi" w:hAnsi="Cambria" w:cstheme="minorBidi"/>
          <w:shd w:val="clear" w:color="auto" w:fill="FFFFFF"/>
        </w:rPr>
        <w:t xml:space="preserve">výstavba / </w:t>
      </w:r>
      <w:r w:rsidR="00F2173B" w:rsidRPr="00A56355">
        <w:rPr>
          <w:rFonts w:ascii="Cambria" w:eastAsiaTheme="minorHAnsi" w:hAnsi="Cambria" w:cstheme="minorBidi"/>
          <w:shd w:val="clear" w:color="auto" w:fill="FFFFFF"/>
        </w:rPr>
        <w:t xml:space="preserve">rekonštrukcia zdroja tepla, rozvodov, </w:t>
      </w:r>
      <w:r w:rsidR="009635ED" w:rsidRPr="00A56355">
        <w:rPr>
          <w:rFonts w:ascii="Cambria" w:eastAsiaTheme="minorHAnsi" w:hAnsi="Cambria" w:cstheme="minorBidi"/>
          <w:shd w:val="clear" w:color="auto" w:fill="FFFFFF"/>
        </w:rPr>
        <w:t xml:space="preserve">zatepľovanie, výmena otvorových konštrukcií </w:t>
      </w:r>
      <w:r w:rsidR="00F2173B" w:rsidRPr="00A56355">
        <w:rPr>
          <w:rFonts w:ascii="Cambria" w:eastAsiaTheme="minorHAnsi" w:hAnsi="Cambria" w:cstheme="minorBidi"/>
          <w:shd w:val="clear" w:color="auto" w:fill="FFFFFF"/>
        </w:rPr>
        <w:t xml:space="preserve">a </w:t>
      </w:r>
      <w:r w:rsidR="00F2173B" w:rsidRPr="00A56355">
        <w:rPr>
          <w:rFonts w:ascii="Cambria" w:eastAsiaTheme="minorHAnsi" w:hAnsi="Cambria" w:cstheme="minorBidi"/>
          <w:shd w:val="clear" w:color="auto" w:fill="FFFFFF"/>
        </w:rPr>
        <w:lastRenderedPageBreak/>
        <w:t>pod</w:t>
      </w:r>
      <w:bookmarkEnd w:id="411"/>
      <w:r w:rsidR="00F2173B" w:rsidRPr="00A56355">
        <w:rPr>
          <w:rFonts w:ascii="Cambria" w:eastAsiaTheme="minorHAnsi" w:hAnsi="Cambria" w:cstheme="minorBidi"/>
          <w:shd w:val="clear" w:color="auto" w:fill="FFFFFF"/>
        </w:rPr>
        <w:t>)</w:t>
      </w:r>
      <w:r w:rsidRPr="00A56355">
        <w:rPr>
          <w:rFonts w:ascii="Cambria" w:eastAsiaTheme="minorHAnsi" w:hAnsi="Cambria" w:cstheme="minorBidi"/>
          <w:shd w:val="clear" w:color="auto" w:fill="FFFFFF"/>
        </w:rPr>
        <w:t xml:space="preserve">, pričom </w:t>
      </w:r>
      <w:r w:rsidRPr="00A56355">
        <w:rPr>
          <w:rFonts w:ascii="Cambria" w:eastAsiaTheme="minorHAnsi" w:hAnsi="Cambria" w:cstheme="minorBidi"/>
          <w:b/>
          <w:bCs/>
          <w:shd w:val="clear" w:color="auto" w:fill="FFFFFF"/>
        </w:rPr>
        <w:t>investičný náklad na stavebnú činnosť</w:t>
      </w:r>
      <w:r w:rsidRPr="00A56355">
        <w:rPr>
          <w:rFonts w:ascii="Cambria" w:eastAsiaTheme="minorHAnsi" w:hAnsi="Cambria" w:cstheme="minorBidi"/>
          <w:shd w:val="clear" w:color="auto" w:fill="FFFFFF"/>
        </w:rPr>
        <w:t xml:space="preserve"> </w:t>
      </w:r>
      <w:r w:rsidR="00C25B8C" w:rsidRPr="00A56355">
        <w:rPr>
          <w:rFonts w:ascii="Cambria" w:eastAsiaTheme="minorHAnsi" w:hAnsi="Cambria" w:cstheme="minorBidi"/>
          <w:shd w:val="clear" w:color="auto" w:fill="FFFFFF"/>
        </w:rPr>
        <w:t xml:space="preserve">(kumulatívne hoc v rámci viacerých zákaziek) </w:t>
      </w:r>
      <w:r w:rsidRPr="00A56355">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FD6DCB" w:rsidRPr="006E2F0C">
        <w:rPr>
          <w:rFonts w:ascii="Cambria" w:eastAsiaTheme="minorHAnsi" w:hAnsi="Cambria" w:cstheme="minorBidi"/>
          <w:b/>
          <w:bCs/>
          <w:shd w:val="clear" w:color="auto" w:fill="FFFFFF"/>
        </w:rPr>
        <w:t>500 000</w:t>
      </w:r>
      <w:r w:rsidR="009829B0" w:rsidRPr="006E2F0C">
        <w:rPr>
          <w:rFonts w:ascii="Cambria" w:eastAsiaTheme="minorHAnsi" w:hAnsi="Cambria" w:cstheme="minorBidi"/>
          <w:b/>
          <w:bCs/>
          <w:shd w:val="clear" w:color="auto" w:fill="FFFFFF"/>
        </w:rPr>
        <w:t>,-</w:t>
      </w:r>
      <w:r w:rsidRPr="006E2F0C">
        <w:rPr>
          <w:rFonts w:ascii="Cambria" w:eastAsiaTheme="minorHAnsi" w:hAnsi="Cambria" w:cstheme="minorBidi"/>
          <w:b/>
          <w:bCs/>
          <w:shd w:val="clear" w:color="auto" w:fill="FFFFFF"/>
        </w:rPr>
        <w:t xml:space="preserve"> EUR bez</w:t>
      </w:r>
      <w:r w:rsidRPr="00A56355">
        <w:rPr>
          <w:rFonts w:ascii="Cambria" w:eastAsiaTheme="minorHAnsi" w:hAnsi="Cambria" w:cstheme="minorBidi"/>
          <w:b/>
          <w:bCs/>
          <w:shd w:val="clear" w:color="auto" w:fill="FFFFFF"/>
        </w:rPr>
        <w:t xml:space="preserve"> DPH</w:t>
      </w:r>
      <w:r w:rsidR="00BC7C51" w:rsidRPr="00A56355">
        <w:rPr>
          <w:rFonts w:ascii="Cambria" w:eastAsiaTheme="minorHAnsi" w:hAnsi="Cambria" w:cstheme="minorBidi"/>
          <w:shd w:val="clear" w:color="auto" w:fill="FFFFFF"/>
        </w:rPr>
        <w:t>.</w:t>
      </w:r>
      <w:r w:rsidR="00347297" w:rsidRPr="00A56355">
        <w:rPr>
          <w:rFonts w:ascii="Cambria" w:eastAsiaTheme="minorHAnsi" w:hAnsi="Cambria" w:cstheme="minorBidi"/>
          <w:shd w:val="clear" w:color="auto" w:fill="FFFFFF"/>
        </w:rPr>
        <w:t xml:space="preserve"> </w:t>
      </w:r>
      <w:r w:rsidR="00C25B8C" w:rsidRPr="00A56355">
        <w:rPr>
          <w:rFonts w:ascii="Cambria" w:eastAsiaTheme="minorHAnsi" w:hAnsi="Cambria" w:cstheme="minorBidi"/>
          <w:shd w:val="clear" w:color="auto" w:fill="FFFFFF"/>
        </w:rPr>
        <w:t xml:space="preserve">Túto podmienku účasti uchádzač u odborníka preukáže vyplneným formulárom </w:t>
      </w:r>
      <w:r w:rsidR="00C25B8C" w:rsidRPr="00A56355">
        <w:rPr>
          <w:rFonts w:ascii="Cambria" w:hAnsi="Cambria" w:cstheme="majorBidi"/>
          <w:iCs/>
          <w:szCs w:val="22"/>
          <w:shd w:val="clear" w:color="auto" w:fill="FFFFFF"/>
        </w:rPr>
        <w:t>ktorý je prílohou F2 týchto súťažných podkladov.</w:t>
      </w:r>
    </w:p>
    <w:p w14:paraId="7EC2D549" w14:textId="720A3F3B" w:rsidR="003B0B2B" w:rsidRPr="00A56355" w:rsidRDefault="003B0B2B" w:rsidP="003B0B2B">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A56355">
        <w:rPr>
          <w:rFonts w:ascii="Cambria" w:eastAsiaTheme="minorHAnsi" w:hAnsi="Cambria" w:cstheme="minorBidi"/>
          <w:shd w:val="clear" w:color="auto" w:fill="FFFFFF"/>
        </w:rPr>
        <w:t>projekčným činnostiam v rámci predmetu zákazky</w:t>
      </w:r>
      <w:r w:rsidRPr="00A56355">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A56355" w:rsidRDefault="00074A96" w:rsidP="00074A96">
      <w:pPr>
        <w:ind w:left="1134"/>
        <w:rPr>
          <w:b/>
          <w:shd w:val="clear" w:color="auto" w:fill="FFFFFF"/>
          <w:lang w:eastAsia="sk-SK"/>
        </w:rPr>
      </w:pPr>
      <w:r w:rsidRPr="00A56355">
        <w:rPr>
          <w:b/>
          <w:shd w:val="clear" w:color="auto" w:fill="FFFFFF"/>
          <w:lang w:eastAsia="sk-SK"/>
        </w:rPr>
        <w:t xml:space="preserve">Odborník č. </w:t>
      </w:r>
      <w:r w:rsidR="005642DA" w:rsidRPr="00A56355">
        <w:rPr>
          <w:b/>
          <w:shd w:val="clear" w:color="auto" w:fill="FFFFFF"/>
          <w:lang w:eastAsia="sk-SK"/>
        </w:rPr>
        <w:t>3</w:t>
      </w:r>
      <w:r w:rsidRPr="00A56355">
        <w:rPr>
          <w:b/>
          <w:shd w:val="clear" w:color="auto" w:fill="FFFFFF"/>
          <w:lang w:eastAsia="sk-SK"/>
        </w:rPr>
        <w:t xml:space="preserve"> – </w:t>
      </w:r>
      <w:r w:rsidR="0037760A" w:rsidRPr="00A56355">
        <w:rPr>
          <w:b/>
          <w:shd w:val="clear" w:color="auto" w:fill="FFFFFF"/>
          <w:lang w:eastAsia="sk-SK"/>
        </w:rPr>
        <w:t>Stavbyvedúci</w:t>
      </w:r>
      <w:r w:rsidRPr="00A56355">
        <w:rPr>
          <w:b/>
          <w:shd w:val="clear" w:color="auto" w:fill="FFFFFF"/>
          <w:lang w:eastAsia="sk-SK"/>
        </w:rPr>
        <w:t xml:space="preserve"> – 1 osoba</w:t>
      </w:r>
    </w:p>
    <w:p w14:paraId="16EF26A1" w14:textId="51073283" w:rsidR="00074A96" w:rsidRPr="00A56355" w:rsidRDefault="00074A96" w:rsidP="00074A96">
      <w:pPr>
        <w:ind w:left="1134"/>
        <w:rPr>
          <w:shd w:val="clear" w:color="auto" w:fill="FFFFFF"/>
          <w:lang w:eastAsia="sk-SK"/>
        </w:rPr>
      </w:pPr>
      <w:r w:rsidRPr="00A56355">
        <w:rPr>
          <w:shd w:val="clear" w:color="auto" w:fill="FFFFFF"/>
          <w:lang w:eastAsia="sk-SK"/>
        </w:rPr>
        <w:t>Odborník musí spĺňať nasledovné požiadavky:</w:t>
      </w:r>
    </w:p>
    <w:p w14:paraId="1A2B3F6A" w14:textId="29637265" w:rsidR="00323614" w:rsidRPr="00A56355" w:rsidRDefault="00323614"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A56355">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w:t>
      </w:r>
      <w:r w:rsidR="004C4D87">
        <w:rPr>
          <w:rFonts w:ascii="Cambria" w:eastAsiaTheme="minorHAnsi" w:hAnsi="Cambria" w:cstheme="minorBidi"/>
          <w:shd w:val="clear" w:color="auto" w:fill="FFFFFF"/>
        </w:rPr>
        <w:t>z</w:t>
      </w:r>
      <w:r w:rsidR="0060272E" w:rsidRPr="00A56355">
        <w:rPr>
          <w:rFonts w:ascii="Cambria" w:eastAsiaTheme="minorHAnsi" w:hAnsi="Cambria" w:cstheme="minorBidi"/>
          <w:shd w:val="clear" w:color="auto" w:fill="FFFFFF"/>
        </w:rPr>
        <w:t xml:space="preserve">atepľovanie, výmena otvorových konštrukcií a pod), pričom </w:t>
      </w:r>
      <w:r w:rsidR="000647FB" w:rsidRPr="00A56355">
        <w:rPr>
          <w:rFonts w:ascii="Cambria" w:eastAsiaTheme="minorHAnsi" w:hAnsi="Cambria" w:cstheme="minorBidi"/>
          <w:shd w:val="clear" w:color="auto" w:fill="FFFFFF"/>
        </w:rPr>
        <w:t>c</w:t>
      </w:r>
      <w:r w:rsidR="00323A65" w:rsidRPr="00A56355">
        <w:rPr>
          <w:rFonts w:ascii="Cambria" w:eastAsiaTheme="minorHAnsi" w:hAnsi="Cambria" w:cstheme="minorBidi"/>
          <w:shd w:val="clear" w:color="auto" w:fill="FFFFFF"/>
        </w:rPr>
        <w:t xml:space="preserve">elková </w:t>
      </w:r>
      <w:r w:rsidR="00323A65" w:rsidRPr="00A56355">
        <w:rPr>
          <w:rFonts w:ascii="Cambria" w:eastAsiaTheme="minorHAnsi" w:hAnsi="Cambria" w:cstheme="minorBidi"/>
          <w:b/>
          <w:bCs/>
          <w:shd w:val="clear" w:color="auto" w:fill="FFFFFF"/>
        </w:rPr>
        <w:t>investičná hodnota stavebných prác</w:t>
      </w:r>
      <w:r w:rsidR="00BF0E31" w:rsidRPr="00A56355">
        <w:rPr>
          <w:rFonts w:ascii="Cambria" w:eastAsiaTheme="minorHAnsi" w:hAnsi="Cambria" w:cstheme="minorBidi"/>
          <w:b/>
          <w:bCs/>
          <w:shd w:val="clear" w:color="auto" w:fill="FFFFFF"/>
        </w:rPr>
        <w:t xml:space="preserve"> </w:t>
      </w:r>
      <w:r w:rsidR="00BF0E31" w:rsidRPr="00A56355">
        <w:rPr>
          <w:rFonts w:ascii="Cambria" w:eastAsiaTheme="minorHAnsi" w:hAnsi="Cambria" w:cstheme="minorBidi"/>
          <w:shd w:val="clear" w:color="auto" w:fill="FFFFFF"/>
        </w:rPr>
        <w:t>(kumulatívne hoc v rámci viacerých zákaziek)</w:t>
      </w:r>
      <w:r w:rsidR="00323A65" w:rsidRPr="00A56355">
        <w:rPr>
          <w:rFonts w:ascii="Cambria" w:eastAsiaTheme="minorHAnsi" w:hAnsi="Cambria" w:cstheme="minorBidi"/>
          <w:shd w:val="clear" w:color="auto" w:fill="FFFFFF"/>
        </w:rPr>
        <w:t xml:space="preserve">, pri ktorých odborník zastával činnosť stavbyvedúceho, musela byť </w:t>
      </w:r>
      <w:r w:rsidR="00323A65" w:rsidRPr="006E2F0C">
        <w:rPr>
          <w:rFonts w:ascii="Cambria" w:eastAsiaTheme="minorHAnsi" w:hAnsi="Cambria" w:cstheme="minorBidi"/>
          <w:b/>
          <w:bCs/>
          <w:shd w:val="clear" w:color="auto" w:fill="FFFFFF"/>
        </w:rPr>
        <w:t xml:space="preserve">minimálne </w:t>
      </w:r>
      <w:r w:rsidR="00FD6DCB" w:rsidRPr="006E2F0C">
        <w:rPr>
          <w:rFonts w:ascii="Cambria" w:eastAsiaTheme="minorHAnsi" w:hAnsi="Cambria" w:cstheme="minorBidi"/>
          <w:b/>
          <w:bCs/>
          <w:shd w:val="clear" w:color="auto" w:fill="FFFFFF"/>
        </w:rPr>
        <w:t>500 000</w:t>
      </w:r>
      <w:r w:rsidR="009829B0" w:rsidRPr="00A56355">
        <w:rPr>
          <w:rFonts w:ascii="Cambria" w:eastAsiaTheme="minorHAnsi" w:hAnsi="Cambria" w:cstheme="minorBidi"/>
          <w:b/>
          <w:bCs/>
          <w:shd w:val="clear" w:color="auto" w:fill="FFFFFF"/>
        </w:rPr>
        <w:t>,-</w:t>
      </w:r>
      <w:r w:rsidR="00982104" w:rsidRPr="00A56355">
        <w:rPr>
          <w:rFonts w:ascii="Cambria" w:eastAsiaTheme="minorHAnsi" w:hAnsi="Cambria" w:cstheme="minorBidi"/>
          <w:b/>
          <w:bCs/>
          <w:shd w:val="clear" w:color="auto" w:fill="FFFFFF"/>
        </w:rPr>
        <w:t xml:space="preserve"> </w:t>
      </w:r>
      <w:r w:rsidR="00323A65" w:rsidRPr="00A56355">
        <w:rPr>
          <w:rFonts w:ascii="Cambria" w:eastAsiaTheme="minorHAnsi" w:hAnsi="Cambria" w:cstheme="minorBidi"/>
          <w:b/>
          <w:bCs/>
          <w:shd w:val="clear" w:color="auto" w:fill="FFFFFF"/>
        </w:rPr>
        <w:t>EUR bez DPH</w:t>
      </w:r>
      <w:r w:rsidR="0027787A" w:rsidRPr="00A56355">
        <w:rPr>
          <w:rFonts w:ascii="Cambria" w:eastAsiaTheme="minorHAnsi" w:hAnsi="Cambria" w:cstheme="minorBidi"/>
          <w:shd w:val="clear" w:color="auto" w:fill="FFFFFF"/>
        </w:rPr>
        <w:t xml:space="preserve">. Túto podmienku účasti uchádzač u odborníka preukáže vyplneným formulárom </w:t>
      </w:r>
      <w:r w:rsidR="0027787A" w:rsidRPr="00A56355">
        <w:rPr>
          <w:rFonts w:ascii="Cambria" w:hAnsi="Cambria" w:cstheme="majorBidi"/>
          <w:iCs/>
          <w:szCs w:val="22"/>
          <w:shd w:val="clear" w:color="auto" w:fill="FFFFFF"/>
        </w:rPr>
        <w:t>ktorý je prílohou F2 týchto súťažných podkladov.</w:t>
      </w:r>
    </w:p>
    <w:p w14:paraId="54A67F03" w14:textId="1AD5CD10" w:rsidR="0058068E" w:rsidRPr="00A56355" w:rsidRDefault="00074A96"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A56355">
        <w:rPr>
          <w:rFonts w:ascii="Cambria" w:eastAsiaTheme="minorHAnsi" w:hAnsi="Cambria" w:cstheme="minorBidi"/>
          <w:shd w:val="clear" w:color="auto" w:fill="FFFFFF"/>
        </w:rPr>
        <w:t xml:space="preserve"> </w:t>
      </w:r>
      <w:r w:rsidR="00F939E8" w:rsidRPr="00A56355">
        <w:rPr>
          <w:rFonts w:ascii="Cambria" w:eastAsiaTheme="minorHAnsi" w:hAnsi="Cambria" w:cstheme="minorBidi"/>
          <w:shd w:val="clear" w:color="auto" w:fill="FFFFFF"/>
        </w:rPr>
        <w:t xml:space="preserve">stavbyvedúceho </w:t>
      </w:r>
      <w:r w:rsidR="0058068E" w:rsidRPr="00A56355">
        <w:rPr>
          <w:rFonts w:ascii="Cambria" w:eastAsiaTheme="minorHAnsi" w:hAnsi="Cambria" w:cstheme="minorBidi"/>
          <w:shd w:val="clear" w:color="auto" w:fill="FFFFFF"/>
        </w:rPr>
        <w:t>alebo ekvivalentný doklad</w:t>
      </w:r>
      <w:r w:rsidR="0027787A" w:rsidRPr="00A56355">
        <w:rPr>
          <w:rFonts w:ascii="Cambria" w:eastAsiaTheme="minorHAnsi" w:hAnsi="Cambria" w:cstheme="minorBidi"/>
          <w:shd w:val="clear" w:color="auto" w:fill="FFFFFF"/>
        </w:rPr>
        <w:t>. Túto podmienku účasti uchádzač u odborníka preukáže predložením požadovaného oprávnenia</w:t>
      </w:r>
      <w:r w:rsidR="0058068E" w:rsidRPr="00A56355">
        <w:rPr>
          <w:rFonts w:ascii="Cambria" w:eastAsiaTheme="minorHAnsi" w:hAnsi="Cambria" w:cstheme="minorBidi"/>
          <w:shd w:val="clear" w:color="auto" w:fill="FFFFFF"/>
        </w:rPr>
        <w:t>.</w:t>
      </w:r>
    </w:p>
    <w:p w14:paraId="0C3B9EA4" w14:textId="0A67261A" w:rsidR="00982104" w:rsidRPr="00A56355" w:rsidRDefault="00982104" w:rsidP="00982104">
      <w:pPr>
        <w:ind w:left="1134"/>
        <w:rPr>
          <w:b/>
          <w:shd w:val="clear" w:color="auto" w:fill="FFFFFF"/>
          <w:lang w:eastAsia="sk-SK"/>
        </w:rPr>
      </w:pPr>
      <w:r w:rsidRPr="00A56355">
        <w:rPr>
          <w:b/>
          <w:shd w:val="clear" w:color="auto" w:fill="FFFFFF"/>
          <w:lang w:eastAsia="sk-SK"/>
        </w:rPr>
        <w:t xml:space="preserve">Odborník č. 4 – </w:t>
      </w:r>
      <w:bookmarkStart w:id="412" w:name="_Hlk65234651"/>
      <w:r w:rsidRPr="00A56355">
        <w:rPr>
          <w:b/>
          <w:shd w:val="clear" w:color="auto" w:fill="FFFFFF"/>
          <w:lang w:eastAsia="sk-SK"/>
        </w:rPr>
        <w:t xml:space="preserve">Odborník v riadení a prevádzke zariadení </w:t>
      </w:r>
      <w:proofErr w:type="spellStart"/>
      <w:r w:rsidR="002F2A5B" w:rsidRPr="00A56355">
        <w:rPr>
          <w:b/>
          <w:shd w:val="clear" w:color="auto" w:fill="FFFFFF"/>
          <w:lang w:eastAsia="sk-SK"/>
        </w:rPr>
        <w:t>MaR</w:t>
      </w:r>
      <w:proofErr w:type="spellEnd"/>
      <w:r w:rsidR="002F2A5B" w:rsidRPr="00A56355">
        <w:rPr>
          <w:b/>
          <w:shd w:val="clear" w:color="auto" w:fill="FFFFFF"/>
          <w:lang w:eastAsia="sk-SK"/>
        </w:rPr>
        <w:t>, UK a TUV</w:t>
      </w:r>
      <w:r w:rsidRPr="00A56355">
        <w:rPr>
          <w:b/>
          <w:shd w:val="clear" w:color="auto" w:fill="FFFFFF"/>
          <w:lang w:eastAsia="sk-SK"/>
        </w:rPr>
        <w:t xml:space="preserve"> </w:t>
      </w:r>
      <w:bookmarkEnd w:id="412"/>
      <w:r w:rsidRPr="00A56355">
        <w:rPr>
          <w:b/>
          <w:shd w:val="clear" w:color="auto" w:fill="FFFFFF"/>
          <w:lang w:eastAsia="sk-SK"/>
        </w:rPr>
        <w:t>– 1 osoba</w:t>
      </w:r>
    </w:p>
    <w:p w14:paraId="6641BE23" w14:textId="77777777" w:rsidR="00982104" w:rsidRPr="00A56355" w:rsidRDefault="00982104" w:rsidP="00982104">
      <w:pPr>
        <w:ind w:left="1134"/>
        <w:rPr>
          <w:shd w:val="clear" w:color="auto" w:fill="FFFFFF"/>
          <w:lang w:eastAsia="sk-SK"/>
        </w:rPr>
      </w:pPr>
      <w:r w:rsidRPr="00A56355">
        <w:rPr>
          <w:shd w:val="clear" w:color="auto" w:fill="FFFFFF"/>
          <w:lang w:eastAsia="sk-SK"/>
        </w:rPr>
        <w:t>Odborník musí spĺňať nasledovné požiadavky:</w:t>
      </w:r>
    </w:p>
    <w:p w14:paraId="4B2DF9EF" w14:textId="0DA5BE94" w:rsidR="0094149A" w:rsidRPr="00A56355" w:rsidRDefault="00982104" w:rsidP="00971CD4">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Odborník </w:t>
      </w:r>
      <w:r w:rsidR="005E54F9" w:rsidRPr="00A56355">
        <w:rPr>
          <w:rFonts w:ascii="Cambria" w:eastAsiaTheme="minorHAnsi" w:hAnsi="Cambria" w:cstheme="minorBidi"/>
          <w:shd w:val="clear" w:color="auto" w:fill="FFFFFF"/>
        </w:rPr>
        <w:t xml:space="preserve">musí mať </w:t>
      </w:r>
      <w:r w:rsidR="002F2A5B" w:rsidRPr="00A56355">
        <w:rPr>
          <w:rFonts w:ascii="Cambria" w:eastAsiaTheme="minorHAnsi" w:hAnsi="Cambria" w:cstheme="minorBidi"/>
          <w:shd w:val="clear" w:color="auto" w:fill="FFFFFF"/>
        </w:rPr>
        <w:t xml:space="preserve">najmenej </w:t>
      </w:r>
      <w:bookmarkStart w:id="413" w:name="_Hlk65234670"/>
      <w:r w:rsidR="002F2A5B" w:rsidRPr="00A56355">
        <w:rPr>
          <w:rFonts w:ascii="Cambria" w:eastAsiaTheme="minorHAnsi" w:hAnsi="Cambria" w:cstheme="minorBidi"/>
          <w:shd w:val="clear" w:color="auto" w:fill="FFFFFF"/>
        </w:rPr>
        <w:t xml:space="preserve">3 ročné odborné skúsenosti v riadení a prevádzke zariadení v položke </w:t>
      </w:r>
      <w:proofErr w:type="spellStart"/>
      <w:r w:rsidR="002F2A5B" w:rsidRPr="00A56355">
        <w:rPr>
          <w:rFonts w:ascii="Cambria" w:eastAsiaTheme="minorHAnsi" w:hAnsi="Cambria" w:cstheme="minorBidi"/>
          <w:shd w:val="clear" w:color="auto" w:fill="FFFFFF"/>
        </w:rPr>
        <w:t>MaR</w:t>
      </w:r>
      <w:proofErr w:type="spellEnd"/>
      <w:r w:rsidR="005E54F9" w:rsidRPr="00A56355">
        <w:rPr>
          <w:rFonts w:ascii="Cambria" w:eastAsiaTheme="minorHAnsi" w:hAnsi="Cambria" w:cstheme="minorBidi"/>
          <w:shd w:val="clear" w:color="auto" w:fill="FFFFFF"/>
        </w:rPr>
        <w:t xml:space="preserve">, </w:t>
      </w:r>
      <w:r w:rsidR="002F2A5B" w:rsidRPr="00A56355">
        <w:rPr>
          <w:rFonts w:ascii="Cambria" w:eastAsiaTheme="minorHAnsi" w:hAnsi="Cambria" w:cstheme="minorBidi"/>
          <w:shd w:val="clear" w:color="auto" w:fill="FFFFFF"/>
        </w:rPr>
        <w:t>UK</w:t>
      </w:r>
      <w:r w:rsidR="005E54F9" w:rsidRPr="00A56355">
        <w:rPr>
          <w:rFonts w:ascii="Cambria" w:eastAsiaTheme="minorHAnsi" w:hAnsi="Cambria" w:cstheme="minorBidi"/>
          <w:shd w:val="clear" w:color="auto" w:fill="FFFFFF"/>
        </w:rPr>
        <w:t xml:space="preserve"> </w:t>
      </w:r>
      <w:r w:rsidR="002F2A5B" w:rsidRPr="00A56355">
        <w:rPr>
          <w:rFonts w:ascii="Cambria" w:eastAsiaTheme="minorHAnsi" w:hAnsi="Cambria" w:cstheme="minorBidi"/>
          <w:shd w:val="clear" w:color="auto" w:fill="FFFFFF"/>
        </w:rPr>
        <w:t>a</w:t>
      </w:r>
      <w:r w:rsidR="005E54F9" w:rsidRPr="00A56355">
        <w:rPr>
          <w:rFonts w:ascii="Cambria" w:eastAsiaTheme="minorHAnsi" w:hAnsi="Cambria" w:cstheme="minorBidi"/>
          <w:shd w:val="clear" w:color="auto" w:fill="FFFFFF"/>
        </w:rPr>
        <w:t> </w:t>
      </w:r>
      <w:r w:rsidR="002F2A5B" w:rsidRPr="00A56355">
        <w:rPr>
          <w:rFonts w:ascii="Cambria" w:eastAsiaTheme="minorHAnsi" w:hAnsi="Cambria" w:cstheme="minorBidi"/>
          <w:shd w:val="clear" w:color="auto" w:fill="FFFFFF"/>
        </w:rPr>
        <w:t>TUV</w:t>
      </w:r>
      <w:r w:rsidR="005E54F9" w:rsidRPr="00A56355">
        <w:rPr>
          <w:rFonts w:ascii="Cambria" w:eastAsiaTheme="minorHAnsi" w:hAnsi="Cambria" w:cstheme="minorBidi"/>
          <w:shd w:val="clear" w:color="auto" w:fill="FFFFFF"/>
        </w:rPr>
        <w:t xml:space="preserve">, ktorých </w:t>
      </w:r>
      <w:r w:rsidR="0094149A" w:rsidRPr="00A56355">
        <w:rPr>
          <w:rFonts w:ascii="Cambria" w:eastAsiaTheme="minorHAnsi" w:hAnsi="Cambria" w:cstheme="minorBidi"/>
          <w:shd w:val="clear" w:color="auto" w:fill="FFFFFF"/>
        </w:rPr>
        <w:t>dodanie je predmetom ponuky uchádzača</w:t>
      </w:r>
      <w:bookmarkEnd w:id="413"/>
      <w:r w:rsidR="0094149A" w:rsidRPr="00A56355">
        <w:rPr>
          <w:rFonts w:ascii="Cambria" w:eastAsiaTheme="minorHAnsi" w:hAnsi="Cambria" w:cstheme="minorBidi"/>
          <w:shd w:val="clear" w:color="auto" w:fill="FFFFFF"/>
        </w:rPr>
        <w:t>.</w:t>
      </w:r>
      <w:r w:rsidR="000121F0" w:rsidRPr="00A56355">
        <w:rPr>
          <w:rFonts w:ascii="Cambria" w:eastAsiaTheme="minorHAnsi" w:hAnsi="Cambria" w:cstheme="minorBidi"/>
          <w:shd w:val="clear" w:color="auto" w:fill="FFFFFF"/>
        </w:rPr>
        <w:t xml:space="preserve"> Túto podmienku účasti uchádzač u odborníka preukáže vyplneným formulárom </w:t>
      </w:r>
      <w:r w:rsidR="000121F0" w:rsidRPr="00A56355">
        <w:rPr>
          <w:rFonts w:ascii="Cambria" w:hAnsi="Cambria" w:cstheme="majorBidi"/>
          <w:iCs/>
          <w:szCs w:val="22"/>
          <w:shd w:val="clear" w:color="auto" w:fill="FFFFFF"/>
        </w:rPr>
        <w:t>ktorý je prílohou F2 týchto súťažných podkladov.</w:t>
      </w:r>
    </w:p>
    <w:p w14:paraId="17289DD4" w14:textId="1E8AFEAB" w:rsidR="00982104" w:rsidRPr="00A56355" w:rsidRDefault="0094149A" w:rsidP="0094149A">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odbornej spôsobilosti podľa § 23 vyhlášky Ministerstva práce, sociálnych vecí a rodiny Slovenskej republiky č. 508/2009 </w:t>
      </w:r>
      <w:proofErr w:type="spellStart"/>
      <w:r w:rsidRPr="00A56355">
        <w:rPr>
          <w:rFonts w:ascii="Cambria" w:eastAsiaTheme="minorHAnsi" w:hAnsi="Cambria" w:cstheme="minorBidi"/>
          <w:shd w:val="clear" w:color="auto" w:fill="FFFFFF"/>
        </w:rPr>
        <w:t>Z.z</w:t>
      </w:r>
      <w:proofErr w:type="spellEnd"/>
      <w:r w:rsidRPr="00A56355">
        <w:rPr>
          <w:rFonts w:ascii="Cambria" w:eastAsiaTheme="minorHAnsi" w:hAnsi="Cambria" w:cstheme="minorBidi"/>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w:t>
      </w:r>
      <w:r w:rsidR="004C4D87">
        <w:rPr>
          <w:rFonts w:ascii="Cambria" w:eastAsiaTheme="minorHAnsi" w:hAnsi="Cambria" w:cstheme="minorBidi"/>
          <w:shd w:val="clear" w:color="auto" w:fill="FFFFFF"/>
        </w:rPr>
        <w:t>d</w:t>
      </w:r>
      <w:r w:rsidR="00982104" w:rsidRPr="00A56355">
        <w:rPr>
          <w:rFonts w:ascii="Cambria" w:eastAsiaTheme="minorHAnsi" w:hAnsi="Cambria" w:cstheme="minorBidi"/>
          <w:shd w:val="clear" w:color="auto" w:fill="FFFFFF"/>
        </w:rPr>
        <w:t>. Túto podmienku účasti uchádzač u odborníka preukáže predložením požadovaného oprávnenia.</w:t>
      </w:r>
    </w:p>
    <w:p w14:paraId="18088320" w14:textId="01AF9C19" w:rsidR="00637756" w:rsidRPr="00A56355" w:rsidRDefault="00637756" w:rsidP="007D3A0F">
      <w:pPr>
        <w:pStyle w:val="Nadpis4"/>
        <w:rPr>
          <w:shd w:val="clear" w:color="auto" w:fill="FFFFFF"/>
          <w:lang w:eastAsia="sk-SK"/>
        </w:rPr>
      </w:pPr>
      <w:r w:rsidRPr="00A56355">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47136348" w14:textId="658C079C" w:rsidR="00D8534E" w:rsidRDefault="00D8534E" w:rsidP="0096365D">
      <w:pPr>
        <w:pStyle w:val="Nadpis3"/>
      </w:pPr>
      <w:bookmarkStart w:id="414" w:name="_Toc114833250"/>
      <w:r>
        <w:t>Spoločné podmienky k preukazovaniu splnenia podmienok účasti</w:t>
      </w:r>
      <w:bookmarkEnd w:id="414"/>
    </w:p>
    <w:p w14:paraId="5A23EDE9" w14:textId="138AB49C" w:rsidR="004C223F" w:rsidRPr="002A15BD" w:rsidRDefault="004C223F" w:rsidP="007D3A0F">
      <w:pPr>
        <w:pStyle w:val="Nadpis4"/>
        <w:rPr>
          <w:shd w:val="clear" w:color="auto" w:fill="FFFFFF"/>
          <w:lang w:eastAsia="sk-SK"/>
        </w:rPr>
      </w:pPr>
      <w:r w:rsidRPr="004C223F">
        <w:rPr>
          <w:shd w:val="clear" w:color="auto" w:fill="FFFFFF"/>
          <w:lang w:eastAsia="sk-SK"/>
        </w:rPr>
        <w:t>Uchádzač môže doklady na preukázanie splnenia podmienok účasti predbežne nahradiť</w:t>
      </w:r>
      <w:r w:rsidR="002A15BD">
        <w:rPr>
          <w:shd w:val="clear" w:color="auto" w:fill="FFFFFF"/>
          <w:lang w:eastAsia="sk-SK"/>
        </w:rPr>
        <w:t xml:space="preserve"> </w:t>
      </w:r>
      <w:r w:rsidRPr="002A15BD">
        <w:rPr>
          <w:shd w:val="clear" w:color="auto" w:fill="FFFFFF"/>
          <w:lang w:eastAsia="sk-SK"/>
        </w:rPr>
        <w:t>jednotným európskym dokumentom v zmysle § 39 ZVO (podrobnejšie inštrukcie sú v na web stránke Úradu pre verejné obstarávanie: https://www.uvo.gov.sk/jednotny-europsky-dokument-pre-verejne-obstaravanie-602.html)</w:t>
      </w:r>
      <w:r w:rsidR="002A15BD">
        <w:rPr>
          <w:shd w:val="clear" w:color="auto" w:fill="FFFFFF"/>
          <w:lang w:eastAsia="sk-SK"/>
        </w:rPr>
        <w:t>.</w:t>
      </w:r>
    </w:p>
    <w:p w14:paraId="374A4DA1" w14:textId="3B0AEFEB" w:rsidR="00AD6890" w:rsidRDefault="00F137BF" w:rsidP="007D3A0F">
      <w:pPr>
        <w:pStyle w:val="Nadpis4"/>
        <w:rPr>
          <w:shd w:val="clear" w:color="auto" w:fill="FFFFFF"/>
          <w:lang w:eastAsia="sk-SK"/>
        </w:rPr>
      </w:pPr>
      <w:r w:rsidRPr="00F137BF">
        <w:rPr>
          <w:shd w:val="clear" w:color="auto" w:fill="FFFFFF"/>
          <w:lang w:eastAsia="sk-SK"/>
        </w:rPr>
        <w:lastRenderedPageBreak/>
        <w:t>Verejný obstarávateľ v súvislosti Jednotným európskym dokumentom obmedzuje informácie požadované na preukázanie splnenia podmienky účasti (týkajúce sa časti IV: Podmienky účasti oddiel A až D) na jednu otázku, s odpoveďou áno alebo nie (</w:t>
      </w:r>
      <w:r w:rsidRPr="00F137BF">
        <w:rPr>
          <w:rFonts w:ascii="Courier New" w:hAnsi="Courier New" w:cs="Courier New"/>
          <w:shd w:val="clear" w:color="auto" w:fill="FFFFFF"/>
          <w:lang w:eastAsia="sk-SK"/>
        </w:rPr>
        <w:t>α</w:t>
      </w:r>
      <w:r w:rsidRPr="00F137BF">
        <w:rPr>
          <w:shd w:val="clear" w:color="auto" w:fill="FFFFFF"/>
          <w:lang w:eastAsia="sk-SK"/>
        </w:rPr>
        <w:t>: Glob</w:t>
      </w:r>
      <w:r w:rsidRPr="00F137BF">
        <w:rPr>
          <w:rFonts w:cs="Nudista"/>
          <w:shd w:val="clear" w:color="auto" w:fill="FFFFFF"/>
          <w:lang w:eastAsia="sk-SK"/>
        </w:rPr>
        <w:t>á</w:t>
      </w:r>
      <w:r w:rsidRPr="00F137BF">
        <w:rPr>
          <w:shd w:val="clear" w:color="auto" w:fill="FFFFFF"/>
          <w:lang w:eastAsia="sk-SK"/>
        </w:rPr>
        <w:t xml:space="preserve">lny </w:t>
      </w:r>
      <w:r w:rsidRPr="00F137BF">
        <w:rPr>
          <w:rFonts w:cs="Nudista"/>
          <w:shd w:val="clear" w:color="auto" w:fill="FFFFFF"/>
          <w:lang w:eastAsia="sk-SK"/>
        </w:rPr>
        <w:t>ú</w:t>
      </w:r>
      <w:r w:rsidRPr="00F137BF">
        <w:rPr>
          <w:shd w:val="clear" w:color="auto" w:fill="FFFFFF"/>
          <w:lang w:eastAsia="sk-SK"/>
        </w:rPr>
        <w:t>daj pre v</w:t>
      </w:r>
      <w:r w:rsidRPr="00F137BF">
        <w:rPr>
          <w:rFonts w:cs="Nudista"/>
          <w:shd w:val="clear" w:color="auto" w:fill="FFFFFF"/>
          <w:lang w:eastAsia="sk-SK"/>
        </w:rPr>
        <w:t>š</w:t>
      </w:r>
      <w:r w:rsidRPr="00F137BF">
        <w:rPr>
          <w:shd w:val="clear" w:color="auto" w:fill="FFFFFF"/>
          <w:lang w:eastAsia="sk-SK"/>
        </w:rPr>
        <w:t xml:space="preserve">etky podmienky </w:t>
      </w:r>
      <w:r w:rsidRPr="00F137BF">
        <w:rPr>
          <w:rFonts w:cs="Nudista"/>
          <w:shd w:val="clear" w:color="auto" w:fill="FFFFFF"/>
          <w:lang w:eastAsia="sk-SK"/>
        </w:rPr>
        <w:t>úč</w:t>
      </w:r>
      <w:r w:rsidRPr="00F137BF">
        <w:rPr>
          <w:shd w:val="clear" w:color="auto" w:fill="FFFFFF"/>
          <w:lang w:eastAsia="sk-SK"/>
        </w:rPr>
        <w:t xml:space="preserve">asti), t. j. </w:t>
      </w:r>
      <w:r w:rsidRPr="00F137BF">
        <w:rPr>
          <w:rFonts w:cs="Nudista"/>
          <w:shd w:val="clear" w:color="auto" w:fill="FFFFFF"/>
          <w:lang w:eastAsia="sk-SK"/>
        </w:rPr>
        <w:t>č</w:t>
      </w:r>
      <w:r w:rsidRPr="00F137BF">
        <w:rPr>
          <w:shd w:val="clear" w:color="auto" w:fill="FFFFFF"/>
          <w:lang w:eastAsia="sk-SK"/>
        </w:rPr>
        <w:t>i hospod</w:t>
      </w:r>
      <w:r w:rsidRPr="00F137BF">
        <w:rPr>
          <w:rFonts w:cs="Nudista"/>
          <w:shd w:val="clear" w:color="auto" w:fill="FFFFFF"/>
          <w:lang w:eastAsia="sk-SK"/>
        </w:rPr>
        <w:t>á</w:t>
      </w:r>
      <w:r w:rsidRPr="00F137BF">
        <w:rPr>
          <w:shd w:val="clear" w:color="auto" w:fill="FFFFFF"/>
          <w:lang w:eastAsia="sk-SK"/>
        </w:rPr>
        <w:t>rske subjekty sp</w:t>
      </w:r>
      <w:r w:rsidRPr="00F137BF">
        <w:rPr>
          <w:rFonts w:cs="Nudista"/>
          <w:shd w:val="clear" w:color="auto" w:fill="FFFFFF"/>
          <w:lang w:eastAsia="sk-SK"/>
        </w:rPr>
        <w:t>ĺň</w:t>
      </w:r>
      <w:r w:rsidRPr="00F137BF">
        <w:rPr>
          <w:shd w:val="clear" w:color="auto" w:fill="FFFFFF"/>
          <w:lang w:eastAsia="sk-SK"/>
        </w:rPr>
        <w:t>aj</w:t>
      </w:r>
      <w:r w:rsidRPr="00F137BF">
        <w:rPr>
          <w:rFonts w:cs="Nudista"/>
          <w:shd w:val="clear" w:color="auto" w:fill="FFFFFF"/>
          <w:lang w:eastAsia="sk-SK"/>
        </w:rPr>
        <w:t>ú</w:t>
      </w:r>
      <w:r w:rsidRPr="00F137BF">
        <w:rPr>
          <w:shd w:val="clear" w:color="auto" w:fill="FFFFFF"/>
          <w:lang w:eastAsia="sk-SK"/>
        </w:rPr>
        <w:t xml:space="preserve"> v</w:t>
      </w:r>
      <w:r w:rsidRPr="00F137BF">
        <w:rPr>
          <w:rFonts w:cs="Nudista"/>
          <w:shd w:val="clear" w:color="auto" w:fill="FFFFFF"/>
          <w:lang w:eastAsia="sk-SK"/>
        </w:rPr>
        <w:t>š</w:t>
      </w:r>
      <w:r w:rsidRPr="00F137BF">
        <w:rPr>
          <w:shd w:val="clear" w:color="auto" w:fill="FFFFFF"/>
          <w:lang w:eastAsia="sk-SK"/>
        </w:rPr>
        <w:t>etky po</w:t>
      </w:r>
      <w:r w:rsidRPr="00F137BF">
        <w:rPr>
          <w:rFonts w:cs="Nudista"/>
          <w:shd w:val="clear" w:color="auto" w:fill="FFFFFF"/>
          <w:lang w:eastAsia="sk-SK"/>
        </w:rPr>
        <w:t>ž</w:t>
      </w:r>
      <w:r w:rsidRPr="00F137BF">
        <w:rPr>
          <w:shd w:val="clear" w:color="auto" w:fill="FFFFFF"/>
          <w:lang w:eastAsia="sk-SK"/>
        </w:rPr>
        <w:t>adovan</w:t>
      </w:r>
      <w:r w:rsidRPr="00F137BF">
        <w:rPr>
          <w:rFonts w:cs="Nudista"/>
          <w:shd w:val="clear" w:color="auto" w:fill="FFFFFF"/>
          <w:lang w:eastAsia="sk-SK"/>
        </w:rPr>
        <w:t>é</w:t>
      </w:r>
      <w:r w:rsidRPr="00F137BF">
        <w:rPr>
          <w:shd w:val="clear" w:color="auto" w:fill="FFFFFF"/>
          <w:lang w:eastAsia="sk-SK"/>
        </w:rPr>
        <w:t xml:space="preserve"> podmienky </w:t>
      </w:r>
      <w:r w:rsidRPr="00F137BF">
        <w:rPr>
          <w:rFonts w:cs="Nudista"/>
          <w:shd w:val="clear" w:color="auto" w:fill="FFFFFF"/>
          <w:lang w:eastAsia="sk-SK"/>
        </w:rPr>
        <w:t>úč</w:t>
      </w:r>
      <w:r w:rsidRPr="00F137BF">
        <w:rPr>
          <w:shd w:val="clear" w:color="auto" w:fill="FFFFFF"/>
          <w:lang w:eastAsia="sk-SK"/>
        </w:rPr>
        <w:t>asti, t</w:t>
      </w:r>
      <w:r w:rsidRPr="00F137BF">
        <w:rPr>
          <w:rFonts w:cs="Nudista"/>
          <w:shd w:val="clear" w:color="auto" w:fill="FFFFFF"/>
          <w:lang w:eastAsia="sk-SK"/>
        </w:rPr>
        <w:t>ý</w:t>
      </w:r>
      <w:r w:rsidRPr="00F137BF">
        <w:rPr>
          <w:shd w:val="clear" w:color="auto" w:fill="FFFFFF"/>
          <w:lang w:eastAsia="sk-SK"/>
        </w:rPr>
        <w:t>kaj</w:t>
      </w:r>
      <w:r w:rsidRPr="00F137BF">
        <w:rPr>
          <w:rFonts w:cs="Nudista"/>
          <w:shd w:val="clear" w:color="auto" w:fill="FFFFFF"/>
          <w:lang w:eastAsia="sk-SK"/>
        </w:rPr>
        <w:t>ú</w:t>
      </w:r>
      <w:r w:rsidRPr="00F137BF">
        <w:rPr>
          <w:shd w:val="clear" w:color="auto" w:fill="FFFFFF"/>
          <w:lang w:eastAsia="sk-SK"/>
        </w:rPr>
        <w:t>ce sa ekonomick</w:t>
      </w:r>
      <w:r w:rsidRPr="00F137BF">
        <w:rPr>
          <w:rFonts w:cs="Nudista"/>
          <w:shd w:val="clear" w:color="auto" w:fill="FFFFFF"/>
          <w:lang w:eastAsia="sk-SK"/>
        </w:rPr>
        <w:t>é</w:t>
      </w:r>
      <w:r w:rsidRPr="00F137BF">
        <w:rPr>
          <w:shd w:val="clear" w:color="auto" w:fill="FFFFFF"/>
          <w:lang w:eastAsia="sk-SK"/>
        </w:rPr>
        <w:t>ho a finan</w:t>
      </w:r>
      <w:r w:rsidRPr="00F137BF">
        <w:rPr>
          <w:rFonts w:cs="Nudista"/>
          <w:shd w:val="clear" w:color="auto" w:fill="FFFFFF"/>
          <w:lang w:eastAsia="sk-SK"/>
        </w:rPr>
        <w:t>č</w:t>
      </w:r>
      <w:r w:rsidRPr="00F137BF">
        <w:rPr>
          <w:shd w:val="clear" w:color="auto" w:fill="FFFFFF"/>
          <w:lang w:eastAsia="sk-SK"/>
        </w:rPr>
        <w:t>n</w:t>
      </w:r>
      <w:r w:rsidRPr="00F137BF">
        <w:rPr>
          <w:rFonts w:cs="Nudista"/>
          <w:shd w:val="clear" w:color="auto" w:fill="FFFFFF"/>
          <w:lang w:eastAsia="sk-SK"/>
        </w:rPr>
        <w:t>é</w:t>
      </w:r>
      <w:r w:rsidRPr="00F137BF">
        <w:rPr>
          <w:shd w:val="clear" w:color="auto" w:fill="FFFFFF"/>
          <w:lang w:eastAsia="sk-SK"/>
        </w:rPr>
        <w:t>ho postavenia a technickej alebo odbornej sp</w:t>
      </w:r>
      <w:r w:rsidRPr="00F137BF">
        <w:rPr>
          <w:rFonts w:cs="Nudista"/>
          <w:shd w:val="clear" w:color="auto" w:fill="FFFFFF"/>
          <w:lang w:eastAsia="sk-SK"/>
        </w:rPr>
        <w:t>ô</w:t>
      </w:r>
      <w:r w:rsidRPr="00F137BF">
        <w:rPr>
          <w:shd w:val="clear" w:color="auto" w:fill="FFFFFF"/>
          <w:lang w:eastAsia="sk-SK"/>
        </w:rPr>
        <w:t>sobilosti.</w:t>
      </w:r>
    </w:p>
    <w:p w14:paraId="39C0DA28" w14:textId="77777777" w:rsidR="002A15BD" w:rsidRPr="006E2F0C" w:rsidRDefault="006F3FC2" w:rsidP="007D3A0F">
      <w:pPr>
        <w:pStyle w:val="Nadpis4"/>
        <w:rPr>
          <w:shd w:val="clear" w:color="auto" w:fill="FFFFFF"/>
          <w:lang w:eastAsia="sk-SK"/>
        </w:rPr>
      </w:pPr>
      <w:r w:rsidRPr="002A15BD">
        <w:rPr>
          <w:shd w:val="clear" w:color="auto" w:fill="FFFFFF"/>
          <w:lang w:eastAsia="sk-SK"/>
        </w:rPr>
        <w:t>Ak uchádzač využíva na preukázanie splnenia podmienok účasti kapacity alebo zdroje inej osoby podľa ustanovenia § 33 ods. 2 a/alebo § 34 ods. 3 ZVO, predloží samostatný formulár JED za každú takúto osobu, riadne vyplnený a s podpisom príslušných subjektov.</w:t>
      </w:r>
      <w:r w:rsidR="002A15BD" w:rsidRPr="002A15BD">
        <w:t xml:space="preserve"> </w:t>
      </w:r>
    </w:p>
    <w:p w14:paraId="0E38CEE2" w14:textId="77777777" w:rsidR="00D31C8C" w:rsidRDefault="002A15BD" w:rsidP="007D3A0F">
      <w:pPr>
        <w:pStyle w:val="Nadpis4"/>
        <w:rPr>
          <w:shd w:val="clear" w:color="auto" w:fill="FFFFFF"/>
          <w:lang w:eastAsia="sk-SK"/>
        </w:rPr>
      </w:pPr>
      <w:r w:rsidRPr="002A15BD">
        <w:rPr>
          <w:shd w:val="clear" w:color="auto" w:fill="FFFFFF"/>
          <w:lang w:eastAsia="sk-SK"/>
        </w:rPr>
        <w:t xml:space="preserve">Ak uchádzač použije JED, </w:t>
      </w:r>
      <w:r>
        <w:rPr>
          <w:shd w:val="clear" w:color="auto" w:fill="FFFFFF"/>
          <w:lang w:eastAsia="sk-SK"/>
        </w:rPr>
        <w:t>V</w:t>
      </w:r>
      <w:r w:rsidRPr="002A15BD">
        <w:rPr>
          <w:shd w:val="clear" w:color="auto" w:fill="FFFFFF"/>
          <w:lang w:eastAsia="sk-SK"/>
        </w:rPr>
        <w:t xml:space="preserve">erejný obstarávateľ môže na účely zabezpečenia riadneho priebehu verejného obstarávania postupovať podľa § 39 ods. 6 ZVO. </w:t>
      </w:r>
    </w:p>
    <w:p w14:paraId="3BD92216" w14:textId="77777777" w:rsidR="00D31C8C" w:rsidRDefault="00D31C8C" w:rsidP="007D3A0F">
      <w:pPr>
        <w:pStyle w:val="Nadpis4"/>
        <w:numPr>
          <w:ilvl w:val="0"/>
          <w:numId w:val="0"/>
        </w:numPr>
        <w:rPr>
          <w:shd w:val="clear" w:color="auto" w:fill="FFFFFF"/>
          <w:lang w:eastAsia="sk-SK"/>
        </w:rPr>
      </w:pPr>
    </w:p>
    <w:p w14:paraId="46875850" w14:textId="461CBBF5" w:rsidR="00D8534E" w:rsidRDefault="002A15BD" w:rsidP="007D3A0F">
      <w:pPr>
        <w:pStyle w:val="Nadpis4"/>
        <w:rPr>
          <w:lang w:eastAsia="sk-SK"/>
        </w:rPr>
      </w:pPr>
      <w:r w:rsidRPr="00D31C8C">
        <w:rPr>
          <w:shd w:val="clear" w:color="auto" w:fill="FFFFFF"/>
          <w:lang w:eastAsia="sk-SK"/>
        </w:rPr>
        <w:t xml:space="preserve">Doklady preukazujúce splnenie podmienok účasti predkladá Verejnému obstarávateľovi uchádzač podľa § 55 ods. 1 ZVO v čase a spôsobom určeným Verejným obstarávateľom. </w:t>
      </w:r>
    </w:p>
    <w:p w14:paraId="22F3D33D" w14:textId="7EFB94F6" w:rsidR="00D8534E" w:rsidRDefault="00D8534E" w:rsidP="00D8534E">
      <w:pPr>
        <w:rPr>
          <w:lang w:eastAsia="sk-SK"/>
        </w:rPr>
      </w:pPr>
    </w:p>
    <w:p w14:paraId="148E9E5A" w14:textId="77777777" w:rsidR="00D8534E" w:rsidRPr="00D8534E" w:rsidRDefault="00D8534E" w:rsidP="00D8534E">
      <w:pPr>
        <w:rPr>
          <w:lang w:eastAsia="sk-SK"/>
        </w:rPr>
      </w:pPr>
    </w:p>
    <w:p w14:paraId="08EF829C" w14:textId="1A047006" w:rsidR="00637756" w:rsidRPr="00A56355" w:rsidRDefault="00637756" w:rsidP="00AD6890">
      <w:pPr>
        <w:ind w:left="1276" w:hanging="1276"/>
        <w:rPr>
          <w:rFonts w:eastAsiaTheme="majorEastAsia" w:cs="Arial"/>
          <w:b/>
          <w:szCs w:val="20"/>
        </w:rPr>
      </w:pPr>
      <w:r w:rsidRPr="00A56355">
        <w:rPr>
          <w:rFonts w:eastAsiaTheme="majorEastAsia" w:cs="Arial"/>
          <w:b/>
          <w:szCs w:val="20"/>
        </w:rPr>
        <w:t>Prílohy Časti F. Súťažných podkladov</w:t>
      </w:r>
    </w:p>
    <w:p w14:paraId="6772593D" w14:textId="57638E87" w:rsidR="00637756" w:rsidRPr="00A56355" w:rsidRDefault="00637756" w:rsidP="00637756">
      <w:pPr>
        <w:ind w:left="1276" w:hanging="1276"/>
        <w:rPr>
          <w:rFonts w:cs="Arial"/>
          <w:szCs w:val="20"/>
        </w:rPr>
      </w:pPr>
      <w:r w:rsidRPr="00A56355">
        <w:rPr>
          <w:rFonts w:cs="Arial"/>
          <w:szCs w:val="20"/>
        </w:rPr>
        <w:t xml:space="preserve">Príloha F1  </w:t>
      </w:r>
      <w:r w:rsidR="000121F0" w:rsidRPr="00A56355">
        <w:rPr>
          <w:rFonts w:cs="Arial"/>
          <w:szCs w:val="20"/>
        </w:rPr>
        <w:tab/>
      </w:r>
      <w:r w:rsidRPr="00A56355">
        <w:rPr>
          <w:rFonts w:cs="Arial"/>
          <w:szCs w:val="20"/>
        </w:rPr>
        <w:t xml:space="preserve">Zoznam </w:t>
      </w:r>
      <w:r w:rsidR="006F3FC2">
        <w:rPr>
          <w:rFonts w:cs="Arial"/>
          <w:szCs w:val="20"/>
        </w:rPr>
        <w:t>stavebných prác a</w:t>
      </w:r>
      <w:r w:rsidR="00FD6DCB">
        <w:rPr>
          <w:rFonts w:cs="Arial"/>
          <w:szCs w:val="20"/>
        </w:rPr>
        <w:t xml:space="preserve"> súvisiacich </w:t>
      </w:r>
      <w:r w:rsidR="006F3FC2">
        <w:rPr>
          <w:rFonts w:cs="Arial"/>
          <w:szCs w:val="20"/>
        </w:rPr>
        <w:t>služieb</w:t>
      </w:r>
      <w:r w:rsidRPr="00A56355">
        <w:rPr>
          <w:rFonts w:cs="Arial"/>
          <w:szCs w:val="20"/>
        </w:rPr>
        <w:t xml:space="preserve"> (referencií) (vzor)</w:t>
      </w:r>
    </w:p>
    <w:p w14:paraId="28D65D55" w14:textId="50F93178" w:rsidR="0027787A" w:rsidRPr="00A56355" w:rsidRDefault="00637756" w:rsidP="00637756">
      <w:pPr>
        <w:ind w:left="1276" w:hanging="1276"/>
        <w:rPr>
          <w:rFonts w:cs="Arial"/>
          <w:szCs w:val="20"/>
        </w:rPr>
      </w:pPr>
      <w:r w:rsidRPr="00A56355">
        <w:rPr>
          <w:rFonts w:cs="Arial"/>
          <w:szCs w:val="20"/>
        </w:rPr>
        <w:t xml:space="preserve">Príloha F2 </w:t>
      </w:r>
      <w:r w:rsidR="000121F0" w:rsidRPr="00A56355">
        <w:rPr>
          <w:rFonts w:cs="Arial"/>
          <w:szCs w:val="20"/>
        </w:rPr>
        <w:tab/>
      </w:r>
      <w:r w:rsidRPr="00A56355">
        <w:rPr>
          <w:rFonts w:cs="Arial"/>
          <w:szCs w:val="20"/>
        </w:rPr>
        <w:t xml:space="preserve">Zoznam </w:t>
      </w:r>
      <w:r w:rsidR="00C34A39" w:rsidRPr="00A56355">
        <w:rPr>
          <w:rFonts w:cs="Arial"/>
          <w:szCs w:val="20"/>
        </w:rPr>
        <w:t>odborníkov</w:t>
      </w:r>
      <w:r w:rsidRPr="00A56355">
        <w:rPr>
          <w:rFonts w:cs="Arial"/>
          <w:szCs w:val="20"/>
        </w:rPr>
        <w:t xml:space="preserve"> (vzor)</w:t>
      </w:r>
    </w:p>
    <w:p w14:paraId="35A28DE0" w14:textId="77777777" w:rsidR="0027787A" w:rsidRPr="00A56355" w:rsidRDefault="0027787A">
      <w:pPr>
        <w:spacing w:after="0" w:line="240" w:lineRule="auto"/>
        <w:jc w:val="left"/>
        <w:rPr>
          <w:rFonts w:cs="Arial"/>
          <w:szCs w:val="20"/>
        </w:rPr>
      </w:pPr>
      <w:r w:rsidRPr="00A56355">
        <w:rPr>
          <w:rFonts w:cs="Arial"/>
          <w:szCs w:val="20"/>
        </w:rPr>
        <w:br w:type="page"/>
      </w:r>
    </w:p>
    <w:p w14:paraId="16EF87C7" w14:textId="786AF008" w:rsidR="000E48A9" w:rsidRPr="00A56355" w:rsidRDefault="004107E4" w:rsidP="00BF6A10">
      <w:pPr>
        <w:pStyle w:val="Nadpis1"/>
        <w:rPr>
          <w:rFonts w:ascii="Cambria" w:hAnsi="Cambria"/>
        </w:rPr>
      </w:pPr>
      <w:bookmarkStart w:id="415" w:name="_Toc4416507"/>
      <w:bookmarkStart w:id="416" w:name="_Toc4416650"/>
      <w:bookmarkStart w:id="417" w:name="_Toc4416944"/>
      <w:bookmarkStart w:id="418" w:name="_Toc4416993"/>
      <w:bookmarkStart w:id="419" w:name="_Toc114833251"/>
      <w:r w:rsidRPr="00A56355">
        <w:rPr>
          <w:rFonts w:ascii="Cambria" w:hAnsi="Cambria"/>
        </w:rPr>
        <w:lastRenderedPageBreak/>
        <w:t>SUMARIZÁCIA</w:t>
      </w:r>
      <w:r w:rsidR="008501A8" w:rsidRPr="00A56355">
        <w:rPr>
          <w:rFonts w:ascii="Cambria" w:hAnsi="Cambria"/>
        </w:rPr>
        <w:t xml:space="preserve"> </w:t>
      </w:r>
      <w:r w:rsidR="00D27919" w:rsidRPr="00A56355">
        <w:rPr>
          <w:rFonts w:ascii="Cambria" w:hAnsi="Cambria"/>
        </w:rPr>
        <w:t>PRÍLOH SÚŤAŽNÝCH PODKLADOV</w:t>
      </w:r>
      <w:bookmarkEnd w:id="415"/>
      <w:bookmarkEnd w:id="416"/>
      <w:bookmarkEnd w:id="417"/>
      <w:bookmarkEnd w:id="418"/>
      <w:bookmarkEnd w:id="419"/>
    </w:p>
    <w:p w14:paraId="2E3BAB49" w14:textId="2CB5C62A" w:rsidR="005A5F14" w:rsidRPr="00A56355" w:rsidRDefault="005A5F14" w:rsidP="00BD3E72">
      <w:pPr>
        <w:ind w:left="1418" w:hanging="1418"/>
        <w:rPr>
          <w:rFonts w:cs="Arial"/>
          <w:szCs w:val="20"/>
        </w:rPr>
      </w:pPr>
      <w:bookmarkStart w:id="420" w:name="_Hlk6218127"/>
      <w:r w:rsidRPr="00A56355">
        <w:rPr>
          <w:rFonts w:cs="Arial"/>
          <w:szCs w:val="20"/>
        </w:rPr>
        <w:t xml:space="preserve">Príloha </w:t>
      </w:r>
      <w:r w:rsidR="00955295" w:rsidRPr="00A56355">
        <w:rPr>
          <w:rFonts w:cs="Arial"/>
          <w:szCs w:val="20"/>
        </w:rPr>
        <w:t>A1</w:t>
      </w:r>
      <w:r w:rsidRPr="00A56355">
        <w:rPr>
          <w:rFonts w:cs="Arial"/>
          <w:szCs w:val="20"/>
        </w:rPr>
        <w:t xml:space="preserve">  </w:t>
      </w:r>
      <w:r w:rsidRPr="00A56355">
        <w:rPr>
          <w:rFonts w:cs="Arial"/>
          <w:szCs w:val="20"/>
        </w:rPr>
        <w:tab/>
      </w:r>
      <w:r w:rsidR="00FC48EA" w:rsidRPr="00A56355">
        <w:rPr>
          <w:rFonts w:cs="Arial"/>
          <w:szCs w:val="20"/>
        </w:rPr>
        <w:t xml:space="preserve">Úvodný </w:t>
      </w:r>
      <w:r w:rsidRPr="00A56355">
        <w:rPr>
          <w:rFonts w:cs="Arial"/>
          <w:szCs w:val="20"/>
        </w:rPr>
        <w:t>list ponuky (vzor)</w:t>
      </w:r>
    </w:p>
    <w:p w14:paraId="5D5977A1" w14:textId="1C371425" w:rsidR="00631BE0" w:rsidRPr="00A56355" w:rsidRDefault="00631BE0" w:rsidP="00BD3E72">
      <w:pPr>
        <w:ind w:left="1418" w:hanging="1418"/>
        <w:rPr>
          <w:rFonts w:cs="Arial"/>
          <w:szCs w:val="20"/>
        </w:rPr>
      </w:pPr>
      <w:r w:rsidRPr="00A56355">
        <w:rPr>
          <w:rFonts w:cs="Arial"/>
          <w:szCs w:val="20"/>
        </w:rPr>
        <w:t xml:space="preserve">Príloha </w:t>
      </w:r>
      <w:r w:rsidR="00955295" w:rsidRPr="00A56355">
        <w:rPr>
          <w:rFonts w:cs="Arial"/>
          <w:szCs w:val="20"/>
        </w:rPr>
        <w:t>A2</w:t>
      </w:r>
      <w:r w:rsidRPr="00A56355">
        <w:rPr>
          <w:rFonts w:cs="Arial"/>
          <w:szCs w:val="20"/>
        </w:rPr>
        <w:t xml:space="preserve"> </w:t>
      </w:r>
      <w:r w:rsidRPr="00A56355">
        <w:rPr>
          <w:rFonts w:cs="Arial"/>
          <w:szCs w:val="20"/>
        </w:rPr>
        <w:tab/>
      </w:r>
      <w:r w:rsidR="000D6E0A" w:rsidRPr="00A56355">
        <w:rPr>
          <w:rFonts w:cs="Arial"/>
          <w:szCs w:val="20"/>
        </w:rPr>
        <w:t>Čestné vyhlásenie o  podmien</w:t>
      </w:r>
      <w:r w:rsidR="00962F39" w:rsidRPr="00A56355">
        <w:rPr>
          <w:rFonts w:cs="Arial"/>
          <w:szCs w:val="20"/>
        </w:rPr>
        <w:t>kach</w:t>
      </w:r>
      <w:r w:rsidR="000D6E0A" w:rsidRPr="00A56355">
        <w:rPr>
          <w:rFonts w:cs="Arial"/>
          <w:szCs w:val="20"/>
        </w:rPr>
        <w:t xml:space="preserve"> </w:t>
      </w:r>
      <w:r w:rsidR="006F3FC2">
        <w:rPr>
          <w:rFonts w:cs="Arial"/>
          <w:szCs w:val="20"/>
        </w:rPr>
        <w:t>Verejného obstarávania</w:t>
      </w:r>
      <w:r w:rsidR="000D6E0A" w:rsidRPr="00A56355">
        <w:rPr>
          <w:rFonts w:cs="Arial"/>
          <w:szCs w:val="20"/>
        </w:rPr>
        <w:t xml:space="preserve"> </w:t>
      </w:r>
      <w:r w:rsidRPr="00A56355">
        <w:rPr>
          <w:rFonts w:cs="Arial"/>
          <w:szCs w:val="20"/>
        </w:rPr>
        <w:t>(vzor)</w:t>
      </w:r>
    </w:p>
    <w:p w14:paraId="32AE6D86" w14:textId="6BA5A3CE" w:rsidR="00037443" w:rsidRPr="00A56355" w:rsidRDefault="00037443" w:rsidP="00BD3E72">
      <w:pPr>
        <w:ind w:left="1418" w:hanging="1418"/>
        <w:rPr>
          <w:rFonts w:cs="Arial"/>
          <w:szCs w:val="20"/>
          <w:highlight w:val="yellow"/>
        </w:rPr>
      </w:pPr>
      <w:r w:rsidRPr="00A56355">
        <w:rPr>
          <w:rFonts w:cs="Arial"/>
          <w:szCs w:val="20"/>
        </w:rPr>
        <w:t xml:space="preserve">Príloha </w:t>
      </w:r>
      <w:r w:rsidR="00955295" w:rsidRPr="00A56355">
        <w:rPr>
          <w:rFonts w:cs="Arial"/>
          <w:szCs w:val="20"/>
        </w:rPr>
        <w:t>A3</w:t>
      </w:r>
      <w:r w:rsidRPr="00A56355">
        <w:rPr>
          <w:rFonts w:cs="Arial"/>
          <w:szCs w:val="20"/>
        </w:rPr>
        <w:t xml:space="preserve"> </w:t>
      </w:r>
      <w:r w:rsidRPr="00A56355">
        <w:rPr>
          <w:rFonts w:cs="Arial"/>
          <w:szCs w:val="20"/>
        </w:rPr>
        <w:tab/>
        <w:t>Čestné vyhlásenie o neprítomnosti konfliktu záujmov (vzor)</w:t>
      </w:r>
    </w:p>
    <w:p w14:paraId="39E3F883" w14:textId="65C1CEBB" w:rsidR="00037443" w:rsidRPr="00A56355" w:rsidRDefault="00037443" w:rsidP="00BD3E72">
      <w:pPr>
        <w:ind w:left="1418" w:hanging="1418"/>
        <w:rPr>
          <w:rFonts w:cs="Arial"/>
          <w:szCs w:val="20"/>
        </w:rPr>
      </w:pPr>
      <w:r w:rsidRPr="00A56355">
        <w:rPr>
          <w:rFonts w:cs="Arial"/>
          <w:szCs w:val="20"/>
        </w:rPr>
        <w:t xml:space="preserve">Príloha </w:t>
      </w:r>
      <w:r w:rsidR="00955295" w:rsidRPr="00A56355">
        <w:rPr>
          <w:rFonts w:cs="Arial"/>
          <w:szCs w:val="20"/>
        </w:rPr>
        <w:t>A4</w:t>
      </w:r>
      <w:r w:rsidRPr="00A56355">
        <w:rPr>
          <w:rFonts w:cs="Arial"/>
          <w:szCs w:val="20"/>
        </w:rPr>
        <w:t xml:space="preserve"> </w:t>
      </w:r>
      <w:r w:rsidRPr="00A56355">
        <w:rPr>
          <w:rFonts w:cs="Arial"/>
          <w:szCs w:val="20"/>
        </w:rPr>
        <w:tab/>
        <w:t xml:space="preserve">Čestné vyhlásenie o vytvorení </w:t>
      </w:r>
      <w:r w:rsidR="00CE1FB3" w:rsidRPr="00A56355">
        <w:rPr>
          <w:rFonts w:cs="Arial"/>
          <w:szCs w:val="20"/>
        </w:rPr>
        <w:t xml:space="preserve">Skupiny </w:t>
      </w:r>
      <w:r w:rsidRPr="00A56355">
        <w:rPr>
          <w:rFonts w:cs="Arial"/>
          <w:szCs w:val="20"/>
        </w:rPr>
        <w:t>dodávateľov (vzor)</w:t>
      </w:r>
    </w:p>
    <w:p w14:paraId="68A34978" w14:textId="7703084B" w:rsidR="00BB7F9D" w:rsidRPr="00A56355" w:rsidRDefault="005A5F14" w:rsidP="002A15BD">
      <w:pPr>
        <w:ind w:left="1418" w:hanging="1418"/>
        <w:rPr>
          <w:rFonts w:cs="Arial"/>
          <w:szCs w:val="20"/>
        </w:rPr>
      </w:pPr>
      <w:r w:rsidRPr="00A56355">
        <w:rPr>
          <w:rFonts w:cs="Arial"/>
          <w:szCs w:val="20"/>
        </w:rPr>
        <w:t xml:space="preserve">Príloha </w:t>
      </w:r>
      <w:r w:rsidR="00955295" w:rsidRPr="00A56355">
        <w:rPr>
          <w:rFonts w:cs="Arial"/>
          <w:szCs w:val="20"/>
        </w:rPr>
        <w:t>A5</w:t>
      </w:r>
      <w:r w:rsidRPr="00A56355">
        <w:rPr>
          <w:rFonts w:cs="Arial"/>
          <w:szCs w:val="20"/>
        </w:rPr>
        <w:t xml:space="preserve"> </w:t>
      </w:r>
      <w:r w:rsidRPr="00A56355">
        <w:rPr>
          <w:rFonts w:cs="Arial"/>
          <w:szCs w:val="20"/>
        </w:rPr>
        <w:tab/>
        <w:t xml:space="preserve">Splnomocnenie vedúceho člena </w:t>
      </w:r>
      <w:r w:rsidR="00CE1FB3" w:rsidRPr="00A56355">
        <w:rPr>
          <w:rFonts w:cs="Arial"/>
          <w:szCs w:val="20"/>
        </w:rPr>
        <w:t xml:space="preserve">Skupiny </w:t>
      </w:r>
      <w:r w:rsidRPr="00A56355">
        <w:rPr>
          <w:rFonts w:cs="Arial"/>
          <w:szCs w:val="20"/>
        </w:rPr>
        <w:t>dodávateľov (vzor)</w:t>
      </w:r>
      <w:bookmarkStart w:id="421" w:name="_Hlk107409630"/>
    </w:p>
    <w:p w14:paraId="549710F6" w14:textId="77777777" w:rsidR="005350F8" w:rsidRPr="00A56355" w:rsidRDefault="005350F8" w:rsidP="005350F8">
      <w:pPr>
        <w:ind w:left="1418" w:hanging="1418"/>
        <w:rPr>
          <w:rFonts w:cs="Arial"/>
          <w:szCs w:val="20"/>
        </w:rPr>
      </w:pPr>
      <w:bookmarkStart w:id="422" w:name="_Hlk522552073"/>
      <w:bookmarkEnd w:id="420"/>
      <w:bookmarkEnd w:id="421"/>
      <w:r w:rsidRPr="00A56355">
        <w:rPr>
          <w:rFonts w:cs="Arial"/>
          <w:szCs w:val="20"/>
        </w:rPr>
        <w:t>Príloha B1</w:t>
      </w:r>
      <w:r w:rsidRPr="00A56355">
        <w:rPr>
          <w:rFonts w:cs="Arial"/>
          <w:szCs w:val="20"/>
        </w:rPr>
        <w:tab/>
      </w:r>
      <w:r w:rsidRPr="008B1099">
        <w:rPr>
          <w:rFonts w:cs="Arial"/>
          <w:szCs w:val="20"/>
        </w:rPr>
        <w:t>Minimálny rozsah povinných opatrení</w:t>
      </w:r>
    </w:p>
    <w:p w14:paraId="42729631" w14:textId="4A622812" w:rsidR="005350F8" w:rsidRDefault="005350F8" w:rsidP="005350F8">
      <w:pPr>
        <w:ind w:left="1418" w:hanging="1418"/>
        <w:rPr>
          <w:rFonts w:cs="Arial"/>
          <w:szCs w:val="20"/>
        </w:rPr>
      </w:pPr>
      <w:r w:rsidRPr="00A56355">
        <w:rPr>
          <w:rFonts w:cs="Arial"/>
          <w:szCs w:val="20"/>
        </w:rPr>
        <w:t>Príloha B2</w:t>
      </w:r>
      <w:r w:rsidRPr="00A56355">
        <w:rPr>
          <w:rFonts w:cs="Arial"/>
          <w:szCs w:val="20"/>
        </w:rPr>
        <w:tab/>
      </w:r>
      <w:r w:rsidRPr="008B1099">
        <w:rPr>
          <w:rFonts w:cs="Arial"/>
          <w:szCs w:val="20"/>
        </w:rPr>
        <w:t xml:space="preserve">Opis súčasného stavu budov – Domov sociálnych služieb </w:t>
      </w:r>
      <w:proofErr w:type="spellStart"/>
      <w:r w:rsidR="00823283">
        <w:rPr>
          <w:rFonts w:cs="Arial"/>
          <w:szCs w:val="20"/>
        </w:rPr>
        <w:t>Lidwina</w:t>
      </w:r>
      <w:proofErr w:type="spellEnd"/>
    </w:p>
    <w:p w14:paraId="40F8B410" w14:textId="43E61AFA" w:rsidR="005350F8" w:rsidRPr="005350F8" w:rsidRDefault="005350F8" w:rsidP="005350F8">
      <w:pPr>
        <w:ind w:left="1418" w:hanging="1418"/>
        <w:rPr>
          <w:rFonts w:cs="Arial"/>
          <w:szCs w:val="20"/>
        </w:rPr>
      </w:pPr>
      <w:r w:rsidRPr="00A56355">
        <w:rPr>
          <w:rFonts w:cs="Arial"/>
          <w:szCs w:val="20"/>
        </w:rPr>
        <w:t>Príloha B</w:t>
      </w:r>
      <w:r>
        <w:rPr>
          <w:rFonts w:cs="Arial"/>
          <w:szCs w:val="20"/>
        </w:rPr>
        <w:t>3</w:t>
      </w:r>
      <w:r w:rsidRPr="00A56355">
        <w:rPr>
          <w:rFonts w:cs="Arial"/>
          <w:szCs w:val="20"/>
        </w:rPr>
        <w:tab/>
      </w:r>
      <w:r w:rsidRPr="008B1099">
        <w:rPr>
          <w:rFonts w:cs="Arial"/>
          <w:szCs w:val="20"/>
        </w:rPr>
        <w:t xml:space="preserve">Energetický posudok DSS </w:t>
      </w:r>
      <w:r w:rsidR="00823283">
        <w:rPr>
          <w:rFonts w:cs="Arial"/>
          <w:szCs w:val="20"/>
        </w:rPr>
        <w:t>LIDWINA</w:t>
      </w:r>
      <w:r w:rsidRPr="008B1099">
        <w:rPr>
          <w:rFonts w:cs="Arial"/>
          <w:szCs w:val="20"/>
        </w:rPr>
        <w:t xml:space="preserve"> v meste Strážske</w:t>
      </w:r>
    </w:p>
    <w:p w14:paraId="2020909F" w14:textId="77777777" w:rsidR="005350F8" w:rsidRPr="005350F8" w:rsidRDefault="005350F8" w:rsidP="005350F8">
      <w:pPr>
        <w:ind w:left="1418" w:hanging="1418"/>
        <w:rPr>
          <w:rFonts w:cs="Arial"/>
          <w:szCs w:val="20"/>
        </w:rPr>
      </w:pPr>
      <w:r w:rsidRPr="00A56355">
        <w:rPr>
          <w:rFonts w:cs="Arial"/>
          <w:szCs w:val="20"/>
        </w:rPr>
        <w:t>Príloha B</w:t>
      </w:r>
      <w:r>
        <w:rPr>
          <w:rFonts w:cs="Arial"/>
          <w:szCs w:val="20"/>
        </w:rPr>
        <w:t>4</w:t>
      </w:r>
      <w:r w:rsidRPr="00A56355">
        <w:rPr>
          <w:rFonts w:cs="Arial"/>
          <w:szCs w:val="20"/>
        </w:rPr>
        <w:tab/>
      </w:r>
      <w:r>
        <w:rPr>
          <w:rFonts w:cs="Arial"/>
          <w:szCs w:val="20"/>
        </w:rPr>
        <w:t>Projektová dokumentácia</w:t>
      </w:r>
    </w:p>
    <w:p w14:paraId="08DB9A35" w14:textId="7D151A9F" w:rsidR="0059537D" w:rsidRPr="00A56355" w:rsidRDefault="0059537D" w:rsidP="0059537D">
      <w:pPr>
        <w:ind w:left="1418" w:hanging="1418"/>
        <w:rPr>
          <w:rFonts w:cs="Arial"/>
          <w:szCs w:val="20"/>
        </w:rPr>
      </w:pPr>
      <w:r w:rsidRPr="00A56355">
        <w:rPr>
          <w:rFonts w:cs="Arial"/>
          <w:szCs w:val="20"/>
        </w:rPr>
        <w:t xml:space="preserve">Príloha C1  </w:t>
      </w:r>
      <w:r w:rsidRPr="00A56355">
        <w:rPr>
          <w:rFonts w:cs="Arial"/>
          <w:szCs w:val="20"/>
        </w:rPr>
        <w:tab/>
        <w:t>Návrh na plnenie kritérií (vzor)</w:t>
      </w:r>
    </w:p>
    <w:p w14:paraId="6BB78C9D" w14:textId="4727C43D" w:rsidR="0059537D" w:rsidRPr="00A56355" w:rsidRDefault="0059537D" w:rsidP="0059537D">
      <w:pPr>
        <w:ind w:left="1418" w:hanging="1418"/>
        <w:rPr>
          <w:rFonts w:cs="Arial"/>
          <w:szCs w:val="20"/>
        </w:rPr>
      </w:pPr>
      <w:r w:rsidRPr="00A56355">
        <w:rPr>
          <w:rFonts w:cs="Arial"/>
          <w:szCs w:val="20"/>
        </w:rPr>
        <w:t>Príloha D1</w:t>
      </w:r>
      <w:r w:rsidRPr="00A56355">
        <w:rPr>
          <w:rFonts w:cs="Arial"/>
          <w:szCs w:val="20"/>
        </w:rPr>
        <w:tab/>
      </w:r>
      <w:bookmarkStart w:id="423" w:name="_Hlk523831990"/>
      <w:r w:rsidRPr="00A56355">
        <w:rPr>
          <w:rFonts w:cs="Arial"/>
          <w:szCs w:val="20"/>
        </w:rPr>
        <w:t>Zmluva o</w:t>
      </w:r>
      <w:r w:rsidR="004D6922" w:rsidRPr="00A56355">
        <w:rPr>
          <w:rFonts w:cs="Arial"/>
          <w:szCs w:val="20"/>
        </w:rPr>
        <w:t> </w:t>
      </w:r>
      <w:bookmarkEnd w:id="423"/>
      <w:r w:rsidR="004D6922" w:rsidRPr="00A56355">
        <w:rPr>
          <w:rFonts w:cs="Arial"/>
          <w:szCs w:val="20"/>
        </w:rPr>
        <w:t>dielo s rozšírenými zárukami</w:t>
      </w:r>
    </w:p>
    <w:p w14:paraId="68A51D88" w14:textId="091E99BA" w:rsidR="0059537D" w:rsidRPr="00A56355" w:rsidRDefault="0059537D" w:rsidP="0059537D">
      <w:pPr>
        <w:ind w:left="1418" w:hanging="1418"/>
        <w:rPr>
          <w:rFonts w:cs="Arial"/>
          <w:szCs w:val="20"/>
        </w:rPr>
      </w:pPr>
      <w:r w:rsidRPr="00A56355">
        <w:rPr>
          <w:rFonts w:cs="Arial"/>
          <w:szCs w:val="20"/>
        </w:rPr>
        <w:t>Príloha F</w:t>
      </w:r>
      <w:r w:rsidR="00845097" w:rsidRPr="00A56355">
        <w:rPr>
          <w:rFonts w:cs="Arial"/>
          <w:szCs w:val="20"/>
        </w:rPr>
        <w:t>1</w:t>
      </w:r>
      <w:r w:rsidRPr="00A56355">
        <w:rPr>
          <w:rFonts w:cs="Arial"/>
          <w:szCs w:val="20"/>
        </w:rPr>
        <w:tab/>
        <w:t xml:space="preserve">Zoznam </w:t>
      </w:r>
      <w:r w:rsidR="00FD6DCB">
        <w:rPr>
          <w:rFonts w:cs="Arial"/>
          <w:szCs w:val="20"/>
        </w:rPr>
        <w:t xml:space="preserve">stavebných prác a súvisiacich </w:t>
      </w:r>
      <w:r w:rsidRPr="00A56355">
        <w:rPr>
          <w:rFonts w:cs="Arial"/>
          <w:szCs w:val="20"/>
        </w:rPr>
        <w:t>služieb (referencií) (vzor)</w:t>
      </w:r>
    </w:p>
    <w:p w14:paraId="216AD9D4" w14:textId="60B058CA" w:rsidR="0059537D" w:rsidRPr="00A56355" w:rsidRDefault="0059537D" w:rsidP="0059537D">
      <w:pPr>
        <w:ind w:left="1418" w:hanging="1418"/>
        <w:rPr>
          <w:rFonts w:cs="Arial"/>
          <w:szCs w:val="20"/>
        </w:rPr>
      </w:pPr>
      <w:r w:rsidRPr="00A56355">
        <w:rPr>
          <w:rFonts w:cs="Arial"/>
          <w:szCs w:val="20"/>
        </w:rPr>
        <w:t>Príloha F2</w:t>
      </w:r>
      <w:r w:rsidRPr="00A56355">
        <w:rPr>
          <w:rFonts w:cs="Arial"/>
          <w:szCs w:val="20"/>
        </w:rPr>
        <w:tab/>
        <w:t>Zoznam odborníkov (vzor)</w:t>
      </w:r>
    </w:p>
    <w:p w14:paraId="1E74E7C7" w14:textId="0E1468C8" w:rsidR="00A106F7" w:rsidRPr="00A56355" w:rsidRDefault="00A106F7" w:rsidP="0059537D">
      <w:pPr>
        <w:ind w:left="1418" w:hanging="1418"/>
        <w:rPr>
          <w:rFonts w:cs="Arial"/>
          <w:szCs w:val="20"/>
        </w:rPr>
      </w:pPr>
    </w:p>
    <w:bookmarkEnd w:id="422"/>
    <w:p w14:paraId="238D3F8D" w14:textId="77777777" w:rsidR="00037443" w:rsidRPr="00A56355" w:rsidRDefault="00037443" w:rsidP="007464FD">
      <w:pPr>
        <w:rPr>
          <w:rFonts w:cs="Arial"/>
          <w:szCs w:val="20"/>
          <w:highlight w:val="yellow"/>
        </w:rPr>
      </w:pPr>
    </w:p>
    <w:p w14:paraId="50CA3182" w14:textId="77777777" w:rsidR="00BC5ECC" w:rsidRPr="00A56355" w:rsidRDefault="00BC5ECC" w:rsidP="005A13EB"/>
    <w:sectPr w:rsidR="00BC5ECC" w:rsidRPr="00A56355"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07718" w14:textId="77777777" w:rsidR="00B74ADE" w:rsidRDefault="00B74ADE" w:rsidP="005A4804">
      <w:r>
        <w:separator/>
      </w:r>
    </w:p>
    <w:p w14:paraId="51158997" w14:textId="77777777" w:rsidR="00B74ADE" w:rsidRDefault="00B74ADE"/>
  </w:endnote>
  <w:endnote w:type="continuationSeparator" w:id="0">
    <w:p w14:paraId="05A6D9A3" w14:textId="77777777" w:rsidR="00B74ADE" w:rsidRDefault="00B74ADE" w:rsidP="005A4804">
      <w:r>
        <w:continuationSeparator/>
      </w:r>
    </w:p>
    <w:p w14:paraId="6CF7F610" w14:textId="77777777" w:rsidR="00B74ADE" w:rsidRDefault="00B74ADE"/>
  </w:endnote>
  <w:endnote w:type="continuationNotice" w:id="1">
    <w:p w14:paraId="60573360" w14:textId="77777777" w:rsidR="00B74ADE" w:rsidRDefault="00B74ADE"/>
    <w:p w14:paraId="0C5AC105" w14:textId="77777777" w:rsidR="00B74ADE" w:rsidRDefault="00B74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mbria"/>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EE20A4" w:rsidRDefault="00EE20A4"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EE20A4" w:rsidRDefault="00EE20A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1ECFDDE0" w:rsidR="00EE20A4" w:rsidRPr="00490A2B" w:rsidRDefault="00EE20A4" w:rsidP="006F0BEE">
    <w:pPr>
      <w:pStyle w:val="Pta"/>
      <w:ind w:right="360"/>
    </w:pPr>
    <w:r w:rsidRPr="00490A2B">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sidRPr="00490A2B">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FD23C4" w14:textId="48314CCD" w:rsidR="00EE20A4" w:rsidRDefault="00123371" w:rsidP="00123371">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r w:rsidRPr="00123371" w:rsidDel="00123371">
                            <w:rPr>
                              <w:bCs/>
                              <w:sz w:val="16"/>
                              <w:szCs w:val="16"/>
                              <w:highlight w:val="yellow"/>
                            </w:rPr>
                            <w:t xml:space="preserve"> </w:t>
                          </w:r>
                        </w:p>
                        <w:p w14:paraId="43AF0938" w14:textId="105C0114"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proofErr w:type="spellStart"/>
                          <w:r w:rsidR="009410F7">
                            <w:rPr>
                              <w:bCs/>
                              <w:sz w:val="16"/>
                              <w:szCs w:val="16"/>
                            </w:rPr>
                            <w:t>Lidwina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50FD23C4" w14:textId="48314CCD" w:rsidR="00EE20A4" w:rsidRDefault="00123371" w:rsidP="00123371">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r w:rsidRPr="00123371" w:rsidDel="00123371">
                      <w:rPr>
                        <w:bCs/>
                        <w:sz w:val="16"/>
                        <w:szCs w:val="16"/>
                        <w:highlight w:val="yellow"/>
                      </w:rPr>
                      <w:t xml:space="preserve"> </w:t>
                    </w:r>
                  </w:p>
                  <w:p w14:paraId="43AF0938" w14:textId="105C0114"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proofErr w:type="spellStart"/>
                    <w:r w:rsidR="009410F7">
                      <w:rPr>
                        <w:bCs/>
                        <w:sz w:val="16"/>
                        <w:szCs w:val="16"/>
                      </w:rPr>
                      <w:t>Lidwina</w:t>
                    </w:r>
                    <w:proofErr w:type="spellEnd"/>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7777777" w:rsidR="00EE20A4" w:rsidRDefault="00EE20A4"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EE20A4" w:rsidRDefault="00EE20A4"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EE20A4" w:rsidRDefault="00EE20A4" w:rsidP="00785BCA">
                          <w:pPr>
                            <w:jc w:val="center"/>
                            <w:rPr>
                              <w:rFonts w:ascii="Proba Pro" w:hAnsi="Proba Pro"/>
                            </w:rPr>
                          </w:pPr>
                          <w:r>
                            <w:rPr>
                              <w:rFonts w:ascii="Proba Pro" w:hAnsi="Proba Pro"/>
                            </w:rPr>
                            <w:t xml:space="preserve"> </w:t>
                          </w:r>
                        </w:p>
                        <w:p w14:paraId="51B7925C" w14:textId="77777777" w:rsidR="00EE20A4" w:rsidRPr="00E465D8" w:rsidRDefault="00EE20A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E20A4" w:rsidRDefault="00EE20A4" w:rsidP="00785BCA">
                          <w:pPr>
                            <w:spacing w:before="120"/>
                            <w:jc w:val="center"/>
                            <w:rPr>
                              <w:rFonts w:ascii="Proba Pro" w:hAnsi="Proba Pro"/>
                            </w:rPr>
                          </w:pPr>
                        </w:p>
                        <w:p w14:paraId="064EF01A" w14:textId="77777777" w:rsidR="00EE20A4" w:rsidRDefault="00EE20A4" w:rsidP="00785BCA">
                          <w:pPr>
                            <w:jc w:val="center"/>
                            <w:rPr>
                              <w:rFonts w:ascii="Proba Pro" w:hAnsi="Proba Pro"/>
                            </w:rPr>
                          </w:pPr>
                        </w:p>
                        <w:p w14:paraId="1D5DC554" w14:textId="77777777" w:rsidR="00EE20A4" w:rsidRDefault="00EE20A4" w:rsidP="00785BCA">
                          <w:pPr>
                            <w:jc w:val="center"/>
                            <w:rPr>
                              <w:rFonts w:ascii="Proba Pro" w:hAnsi="Proba Pro"/>
                            </w:rPr>
                          </w:pPr>
                        </w:p>
                        <w:p w14:paraId="3167DD9D" w14:textId="77777777" w:rsidR="00EE20A4" w:rsidRPr="00932BD9" w:rsidRDefault="00EE20A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EE20A4" w:rsidRDefault="00EE20A4" w:rsidP="00785BCA">
                    <w:pPr>
                      <w:jc w:val="center"/>
                      <w:rPr>
                        <w:rFonts w:ascii="Proba Pro" w:hAnsi="Proba Pro"/>
                      </w:rPr>
                    </w:pPr>
                    <w:r>
                      <w:rPr>
                        <w:rFonts w:ascii="Proba Pro" w:hAnsi="Proba Pro"/>
                      </w:rPr>
                      <w:t xml:space="preserve"> </w:t>
                    </w:r>
                  </w:p>
                  <w:p w14:paraId="51B7925C" w14:textId="77777777" w:rsidR="00EE20A4" w:rsidRPr="00E465D8" w:rsidRDefault="00EE20A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E20A4" w:rsidRDefault="00EE20A4" w:rsidP="00785BCA">
                    <w:pPr>
                      <w:spacing w:before="120"/>
                      <w:jc w:val="center"/>
                      <w:rPr>
                        <w:rFonts w:ascii="Proba Pro" w:hAnsi="Proba Pro"/>
                      </w:rPr>
                    </w:pPr>
                  </w:p>
                  <w:p w14:paraId="064EF01A" w14:textId="77777777" w:rsidR="00EE20A4" w:rsidRDefault="00EE20A4" w:rsidP="00785BCA">
                    <w:pPr>
                      <w:jc w:val="center"/>
                      <w:rPr>
                        <w:rFonts w:ascii="Proba Pro" w:hAnsi="Proba Pro"/>
                      </w:rPr>
                    </w:pPr>
                  </w:p>
                  <w:p w14:paraId="1D5DC554" w14:textId="77777777" w:rsidR="00EE20A4" w:rsidRDefault="00EE20A4" w:rsidP="00785BCA">
                    <w:pPr>
                      <w:jc w:val="center"/>
                      <w:rPr>
                        <w:rFonts w:ascii="Proba Pro" w:hAnsi="Proba Pro"/>
                      </w:rPr>
                    </w:pPr>
                  </w:p>
                  <w:p w14:paraId="3167DD9D" w14:textId="77777777" w:rsidR="00EE20A4" w:rsidRPr="00932BD9" w:rsidRDefault="00EE20A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E20A4" w:rsidRPr="00B86737" w:rsidRDefault="00EE20A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556C732B" w:rsidR="00EE20A4" w:rsidRPr="0087608A" w:rsidRDefault="00EE20A4"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Pr="0087608A">
      <w:rPr>
        <w:rStyle w:val="slostrany"/>
        <w:rFonts w:ascii="Nudista" w:hAnsi="Nudista"/>
        <w:noProof/>
        <w:sz w:val="16"/>
        <w:szCs w:val="16"/>
      </w:rPr>
      <w:t>7</w:t>
    </w:r>
    <w:r w:rsidRPr="0087608A">
      <w:rPr>
        <w:rStyle w:val="slostrany"/>
        <w:rFonts w:ascii="Nudista" w:hAnsi="Nudista"/>
        <w:sz w:val="16"/>
        <w:szCs w:val="16"/>
      </w:rPr>
      <w:fldChar w:fldCharType="end"/>
    </w:r>
  </w:p>
  <w:p w14:paraId="378C73FF" w14:textId="26C13334" w:rsidR="00EE20A4" w:rsidRDefault="009A10D6"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B32FEB7">
              <wp:simplePos x="0" y="0"/>
              <wp:positionH relativeFrom="margin">
                <wp:posOffset>48126</wp:posOffset>
              </wp:positionH>
              <wp:positionV relativeFrom="paragraph">
                <wp:posOffset>-46355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625425" w14:textId="1BE9F25D" w:rsidR="00123371" w:rsidRDefault="00123371" w:rsidP="009410F7">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p>
                        <w:p w14:paraId="5425B2E8" w14:textId="0881D255"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proofErr w:type="spellStart"/>
                          <w:r w:rsidR="009410F7">
                            <w:rPr>
                              <w:bCs/>
                              <w:sz w:val="16"/>
                              <w:szCs w:val="16"/>
                            </w:rPr>
                            <w:t>Lidwina</w:t>
                          </w:r>
                          <w:proofErr w:type="spellEnd"/>
                        </w:p>
                        <w:p w14:paraId="5606A7FB" w14:textId="77777777" w:rsidR="00EE20A4" w:rsidRPr="0088304D" w:rsidRDefault="00EE20A4" w:rsidP="0087608A">
                          <w:pPr>
                            <w:jc w:val="center"/>
                          </w:pPr>
                        </w:p>
                        <w:p w14:paraId="29843690" w14:textId="77777777" w:rsidR="00EE20A4" w:rsidRPr="0088304D" w:rsidRDefault="00EE20A4" w:rsidP="00CD02E4">
                          <w:pPr>
                            <w:jc w:val="center"/>
                          </w:pPr>
                        </w:p>
                        <w:p w14:paraId="32E9DEE4" w14:textId="30ACC7F2" w:rsidR="00EE20A4" w:rsidRPr="0088304D" w:rsidRDefault="00EE20A4"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3.8pt;margin-top:-3.65pt;width:437.25pt;height:5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" filled="f" stroked="f">
              <v:textbox>
                <w:txbxContent>
                  <w:p w14:paraId="58625425" w14:textId="1BE9F25D" w:rsidR="00123371" w:rsidRDefault="00123371" w:rsidP="009410F7">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p>
                  <w:p w14:paraId="5425B2E8" w14:textId="0881D255"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proofErr w:type="spellStart"/>
                    <w:r w:rsidR="009410F7">
                      <w:rPr>
                        <w:bCs/>
                        <w:sz w:val="16"/>
                        <w:szCs w:val="16"/>
                      </w:rPr>
                      <w:t>Lidwina</w:t>
                    </w:r>
                    <w:proofErr w:type="spellEnd"/>
                  </w:p>
                  <w:p w14:paraId="5606A7FB" w14:textId="77777777" w:rsidR="00EE20A4" w:rsidRPr="0088304D" w:rsidRDefault="00EE20A4" w:rsidP="0087608A">
                    <w:pPr>
                      <w:jc w:val="center"/>
                    </w:pPr>
                  </w:p>
                  <w:p w14:paraId="29843690" w14:textId="77777777" w:rsidR="00EE20A4" w:rsidRPr="0088304D" w:rsidRDefault="00EE20A4" w:rsidP="00CD02E4">
                    <w:pPr>
                      <w:jc w:val="center"/>
                    </w:pPr>
                  </w:p>
                  <w:p w14:paraId="32E9DEE4" w14:textId="30ACC7F2" w:rsidR="00EE20A4" w:rsidRPr="0088304D" w:rsidRDefault="00EE20A4" w:rsidP="00A961AA">
                    <w:pPr>
                      <w:spacing w:after="0"/>
                      <w:jc w:val="center"/>
                      <w:rPr>
                        <w:sz w:val="16"/>
                        <w:szCs w:val="16"/>
                      </w:rPr>
                    </w:pPr>
                  </w:p>
                </w:txbxContent>
              </v:textbox>
              <w10:wrap anchorx="margin"/>
            </v:shape>
          </w:pict>
        </mc:Fallback>
      </mc:AlternateContent>
    </w:r>
    <w:r w:rsidR="00EE20A4">
      <w:rPr>
        <w:noProof/>
        <w:lang w:eastAsia="sk-SK"/>
      </w:rPr>
      <w:drawing>
        <wp:anchor distT="0" distB="0" distL="114300" distR="114300" simplePos="0" relativeHeight="251665408" behindDoc="0" locked="0" layoutInCell="1" allowOverlap="1" wp14:anchorId="51F7D643" wp14:editId="0A67201B">
          <wp:simplePos x="0" y="0"/>
          <wp:positionH relativeFrom="leftMargin">
            <wp:posOffset>88579</wp:posOffset>
          </wp:positionH>
          <wp:positionV relativeFrom="paragraph">
            <wp:posOffset>338056</wp:posOffset>
          </wp:positionV>
          <wp:extent cx="843148" cy="252777"/>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58ED0" w14:textId="77777777" w:rsidR="00B74ADE" w:rsidRDefault="00B74ADE" w:rsidP="005A4804">
      <w:r>
        <w:separator/>
      </w:r>
    </w:p>
    <w:p w14:paraId="7764C895" w14:textId="77777777" w:rsidR="00B74ADE" w:rsidRDefault="00B74ADE"/>
  </w:footnote>
  <w:footnote w:type="continuationSeparator" w:id="0">
    <w:p w14:paraId="0F47C7A2" w14:textId="77777777" w:rsidR="00B74ADE" w:rsidRDefault="00B74ADE" w:rsidP="005A4804">
      <w:r>
        <w:continuationSeparator/>
      </w:r>
    </w:p>
    <w:p w14:paraId="4FC25A9B" w14:textId="77777777" w:rsidR="00B74ADE" w:rsidRDefault="00B74ADE"/>
  </w:footnote>
  <w:footnote w:type="continuationNotice" w:id="1">
    <w:p w14:paraId="165578C7" w14:textId="77777777" w:rsidR="00B74ADE" w:rsidRDefault="00B74ADE"/>
    <w:p w14:paraId="68072FE6" w14:textId="77777777" w:rsidR="00B74ADE" w:rsidRDefault="00B74A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DF4F" w14:textId="29FF37E3" w:rsidR="00EE20A4" w:rsidRPr="00197DC1" w:rsidRDefault="00123371" w:rsidP="00123371">
    <w:pPr>
      <w:pStyle w:val="Hlavika"/>
      <w:jc w:val="center"/>
    </w:pPr>
    <w:r w:rsidRPr="00123371">
      <w:rPr>
        <w:caps/>
        <w:noProof/>
        <w:color w:val="C00000"/>
        <w:spacing w:val="30"/>
        <w:sz w:val="40"/>
        <w:szCs w:val="40"/>
      </w:rPr>
      <w:drawing>
        <wp:inline distT="0" distB="0" distL="0" distR="0" wp14:anchorId="3F0FBCC2" wp14:editId="59C92848">
          <wp:extent cx="899160" cy="134187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3075" cy="13477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EE20A4" w:rsidRPr="00EA4A4F" w:rsidRDefault="00EE20A4"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0172EF76"/>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4D433D7"/>
    <w:multiLevelType w:val="hybridMultilevel"/>
    <w:tmpl w:val="E70092D2"/>
    <w:lvl w:ilvl="0" w:tplc="038C50A2">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6743B15"/>
    <w:multiLevelType w:val="multilevel"/>
    <w:tmpl w:val="EA8695D8"/>
    <w:lvl w:ilvl="0">
      <w:start w:val="1"/>
      <w:numFmt w:val="upperLetter"/>
      <w:lvlText w:val="ČASŤ %1."/>
      <w:lvlJc w:val="left"/>
      <w:rPr>
        <w:rFonts w:ascii="Nudista" w:hAnsi="Nudista" w:cs="Times New Roman" w:hint="default"/>
        <w:b w:val="0"/>
        <w:bCs w:val="0"/>
        <w:i w:val="0"/>
        <w:iCs w:val="0"/>
        <w:caps/>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Oddiel %2"/>
      <w:lvlJc w:val="center"/>
      <w:pPr>
        <w:ind w:left="567" w:hanging="279"/>
      </w:pPr>
      <w:rPr>
        <w:rFonts w:ascii="Nudista" w:hAnsi="Nudista" w:hint="default"/>
        <w:b w:val="0"/>
        <w:i w:val="0"/>
        <w:caps/>
        <w:strike w:val="0"/>
        <w:dstrike w:val="0"/>
        <w:vanish w:val="0"/>
        <w:color w:val="008998"/>
        <w:sz w:val="24"/>
        <w:vertAlign w:val="baseline"/>
      </w:rPr>
    </w:lvl>
    <w:lvl w:ilvl="2">
      <w:start w:val="1"/>
      <w:numFmt w:val="decimal"/>
      <w:lvlText w:val="%3"/>
      <w:lvlJc w:val="left"/>
      <w:pPr>
        <w:ind w:left="567" w:hanging="567"/>
      </w:pPr>
      <w:rPr>
        <w:rFonts w:ascii="Nudista" w:hAnsi="Nudista" w:cs="Times New Roman" w:hint="default"/>
        <w:b w:val="0"/>
        <w:bCs w:val="0"/>
        <w:i w:val="0"/>
        <w:iCs w:val="0"/>
        <w:caps w:val="0"/>
        <w:strike w:val="0"/>
        <w:dstrike w:val="0"/>
        <w:vanish w:val="0"/>
        <w:color w:val="008998"/>
        <w:spacing w:val="0"/>
        <w:w w:val="100"/>
        <w:kern w:val="0"/>
        <w:position w:val="0"/>
        <w:sz w:val="20"/>
        <w:szCs w:val="20"/>
        <w:vertAlign w:val="baseline"/>
      </w:rPr>
    </w:lvl>
    <w:lvl w:ilvl="3">
      <w:start w:val="1"/>
      <w:numFmt w:val="decimal"/>
      <w:lvlText w:val="%3.%4"/>
      <w:lvlJc w:val="left"/>
      <w:pPr>
        <w:ind w:left="567" w:firstLine="142"/>
      </w:pPr>
      <w:rPr>
        <w:rFonts w:ascii="Nudista" w:hAnsi="Nudista" w:hint="default"/>
        <w:b w:val="0"/>
        <w:bCs/>
        <w:i w:val="0"/>
        <w:caps w:val="0"/>
        <w:strike w:val="0"/>
        <w:dstrike w:val="0"/>
        <w:vanish w:val="0"/>
        <w:color w:val="auto"/>
        <w:sz w:val="20"/>
        <w:szCs w:val="20"/>
        <w:vertAlign w:val="baseline"/>
      </w:rPr>
    </w:lvl>
    <w:lvl w:ilvl="4">
      <w:start w:val="1"/>
      <w:numFmt w:val="decimal"/>
      <w:lvlText w:val="%5."/>
      <w:lvlJc w:val="left"/>
      <w:pPr>
        <w:ind w:left="927" w:hanging="360"/>
      </w:pPr>
    </w:lvl>
    <w:lvl w:ilvl="5">
      <w:start w:val="1"/>
      <w:numFmt w:val="lowerRoman"/>
      <w:lvlText w:val="(%6)"/>
      <w:lvlJc w:val="left"/>
      <w:pPr>
        <w:ind w:left="624" w:hanging="57"/>
      </w:pPr>
      <w:rPr>
        <w:rFonts w:ascii="Nudista" w:eastAsia="Calibri" w:hAnsi="Nudista" w:cs="Times New Roman"/>
        <w:b w:val="0"/>
        <w:bCs/>
        <w:caps w:val="0"/>
        <w:strike w:val="0"/>
        <w:dstrike w:val="0"/>
        <w:vanish w:val="0"/>
        <w:sz w:val="20"/>
        <w:vertAlign w:val="baseline"/>
      </w:rPr>
    </w:lvl>
    <w:lvl w:ilvl="6">
      <w:start w:val="1"/>
      <w:numFmt w:val="lowerLetter"/>
      <w:lvlText w:val="%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BA150C8"/>
    <w:multiLevelType w:val="multilevel"/>
    <w:tmpl w:val="B9A0D280"/>
    <w:lvl w:ilvl="0">
      <w:start w:val="24"/>
      <w:numFmt w:val="decimal"/>
      <w:lvlText w:val="%1"/>
      <w:lvlJc w:val="left"/>
      <w:pPr>
        <w:ind w:left="600" w:hanging="600"/>
      </w:pPr>
      <w:rPr>
        <w:rFonts w:hint="default"/>
        <w:b w:val="0"/>
      </w:rPr>
    </w:lvl>
    <w:lvl w:ilvl="1">
      <w:start w:val="12"/>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6AE73E5"/>
    <w:multiLevelType w:val="hybridMultilevel"/>
    <w:tmpl w:val="D28615D4"/>
    <w:lvl w:ilvl="0" w:tplc="A5068106">
      <w:start w:val="1"/>
      <w:numFmt w:val="lowerRoman"/>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E1D61B3"/>
    <w:multiLevelType w:val="multilevel"/>
    <w:tmpl w:val="AC54B638"/>
    <w:lvl w:ilvl="0">
      <w:start w:val="24"/>
      <w:numFmt w:val="decimal"/>
      <w:lvlText w:val="%1"/>
      <w:lvlJc w:val="left"/>
      <w:pPr>
        <w:ind w:left="600" w:hanging="600"/>
      </w:pPr>
      <w:rPr>
        <w:rFonts w:hint="default"/>
        <w:b w:val="0"/>
      </w:rPr>
    </w:lvl>
    <w:lvl w:ilvl="1">
      <w:start w:val="1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num w:numId="1" w16cid:durableId="865828472">
    <w:abstractNumId w:val="20"/>
  </w:num>
  <w:num w:numId="2" w16cid:durableId="1359282561">
    <w:abstractNumId w:val="16"/>
  </w:num>
  <w:num w:numId="3" w16cid:durableId="453137695">
    <w:abstractNumId w:val="18"/>
  </w:num>
  <w:num w:numId="4" w16cid:durableId="1611622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6933176">
    <w:abstractNumId w:val="2"/>
  </w:num>
  <w:num w:numId="6" w16cid:durableId="18057323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8386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3674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9010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49781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9510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5832868">
    <w:abstractNumId w:val="4"/>
  </w:num>
  <w:num w:numId="13" w16cid:durableId="968822337">
    <w:abstractNumId w:val="21"/>
  </w:num>
  <w:num w:numId="14" w16cid:durableId="665547775">
    <w:abstractNumId w:val="19"/>
  </w:num>
  <w:num w:numId="15" w16cid:durableId="1046487897">
    <w:abstractNumId w:val="10"/>
  </w:num>
  <w:num w:numId="16" w16cid:durableId="93524663">
    <w:abstractNumId w:val="1"/>
  </w:num>
  <w:num w:numId="17" w16cid:durableId="2123064131">
    <w:abstractNumId w:val="0"/>
  </w:num>
  <w:num w:numId="18" w16cid:durableId="1597053859">
    <w:abstractNumId w:val="13"/>
  </w:num>
  <w:num w:numId="19" w16cid:durableId="216743047">
    <w:abstractNumId w:val="1"/>
    <w:lvlOverride w:ilvl="0">
      <w:lvl w:ilvl="0">
        <w:start w:val="1"/>
        <w:numFmt w:val="upperLetter"/>
        <w:pStyle w:val="Nadpis1"/>
        <w:lvlText w:val="ČASŤ %1"/>
        <w:lvlJc w:val="left"/>
        <w:pPr>
          <w:ind w:left="3828"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3387913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62319495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119087909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58800711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683272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3715438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209743455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6196083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1483766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6653562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37100326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4452634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45490963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96013898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2323161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79301393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91161963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99753638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2098022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6680972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738883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30986847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20496444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6626607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28574453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29938501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75776352">
    <w:abstractNumId w:val="14"/>
  </w:num>
  <w:num w:numId="47" w16cid:durableId="1949269246">
    <w:abstractNumId w:val="9"/>
  </w:num>
  <w:num w:numId="48" w16cid:durableId="1957249072">
    <w:abstractNumId w:val="23"/>
  </w:num>
  <w:num w:numId="49" w16cid:durableId="262886910">
    <w:abstractNumId w:val="7"/>
  </w:num>
  <w:num w:numId="50" w16cid:durableId="584456339">
    <w:abstractNumId w:val="3"/>
  </w:num>
  <w:num w:numId="51" w16cid:durableId="81862049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2" w16cid:durableId="130115715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069288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4" w16cid:durableId="182689655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5" w16cid:durableId="15141389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425"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6" w16cid:durableId="166369723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100D"/>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57E"/>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5CD"/>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24D"/>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4E8E"/>
    <w:rsid w:val="00095D57"/>
    <w:rsid w:val="00095FF0"/>
    <w:rsid w:val="00097121"/>
    <w:rsid w:val="00097F82"/>
    <w:rsid w:val="000A0094"/>
    <w:rsid w:val="000A10BD"/>
    <w:rsid w:val="000A1237"/>
    <w:rsid w:val="000A19A3"/>
    <w:rsid w:val="000A1AD8"/>
    <w:rsid w:val="000A1C56"/>
    <w:rsid w:val="000A1E0C"/>
    <w:rsid w:val="000A21E0"/>
    <w:rsid w:val="000A349B"/>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837"/>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51"/>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371"/>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38C0"/>
    <w:rsid w:val="00144E89"/>
    <w:rsid w:val="001454A6"/>
    <w:rsid w:val="00145F6C"/>
    <w:rsid w:val="001463FD"/>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407"/>
    <w:rsid w:val="001649CC"/>
    <w:rsid w:val="00164BB2"/>
    <w:rsid w:val="00164D8E"/>
    <w:rsid w:val="00165F29"/>
    <w:rsid w:val="00166513"/>
    <w:rsid w:val="00166CA4"/>
    <w:rsid w:val="00170430"/>
    <w:rsid w:val="001708FE"/>
    <w:rsid w:val="00170E9C"/>
    <w:rsid w:val="00171765"/>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87E65"/>
    <w:rsid w:val="001910FA"/>
    <w:rsid w:val="00191156"/>
    <w:rsid w:val="001915A9"/>
    <w:rsid w:val="0019188A"/>
    <w:rsid w:val="001919AC"/>
    <w:rsid w:val="0019216C"/>
    <w:rsid w:val="00192987"/>
    <w:rsid w:val="00192E61"/>
    <w:rsid w:val="001933BE"/>
    <w:rsid w:val="00194235"/>
    <w:rsid w:val="00194321"/>
    <w:rsid w:val="00195322"/>
    <w:rsid w:val="00195EE7"/>
    <w:rsid w:val="001961FD"/>
    <w:rsid w:val="00196707"/>
    <w:rsid w:val="00197161"/>
    <w:rsid w:val="00197DC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5AFC"/>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2721"/>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583F"/>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35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15BD"/>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0DA3"/>
    <w:rsid w:val="002C14F8"/>
    <w:rsid w:val="002C17AF"/>
    <w:rsid w:val="002C2442"/>
    <w:rsid w:val="002C3F91"/>
    <w:rsid w:val="002C420A"/>
    <w:rsid w:val="002C4C4D"/>
    <w:rsid w:val="002C4D33"/>
    <w:rsid w:val="002C748D"/>
    <w:rsid w:val="002C754A"/>
    <w:rsid w:val="002C77B5"/>
    <w:rsid w:val="002D0834"/>
    <w:rsid w:val="002D160A"/>
    <w:rsid w:val="002D19CB"/>
    <w:rsid w:val="002D1A84"/>
    <w:rsid w:val="002D1CA1"/>
    <w:rsid w:val="002D2E21"/>
    <w:rsid w:val="002D334D"/>
    <w:rsid w:val="002D389A"/>
    <w:rsid w:val="002D3E40"/>
    <w:rsid w:val="002D432C"/>
    <w:rsid w:val="002D461E"/>
    <w:rsid w:val="002D4AD9"/>
    <w:rsid w:val="002D4B87"/>
    <w:rsid w:val="002D5412"/>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304"/>
    <w:rsid w:val="00311410"/>
    <w:rsid w:val="003116A0"/>
    <w:rsid w:val="00311D41"/>
    <w:rsid w:val="00312016"/>
    <w:rsid w:val="00312ED3"/>
    <w:rsid w:val="0031322B"/>
    <w:rsid w:val="00313C78"/>
    <w:rsid w:val="00313E47"/>
    <w:rsid w:val="00313FC0"/>
    <w:rsid w:val="00315427"/>
    <w:rsid w:val="003160E0"/>
    <w:rsid w:val="00316413"/>
    <w:rsid w:val="00316BC4"/>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5538"/>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1F17"/>
    <w:rsid w:val="00352186"/>
    <w:rsid w:val="00352924"/>
    <w:rsid w:val="00353352"/>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88E"/>
    <w:rsid w:val="00370A2F"/>
    <w:rsid w:val="00370BFF"/>
    <w:rsid w:val="00370DE5"/>
    <w:rsid w:val="00370E6C"/>
    <w:rsid w:val="003712A8"/>
    <w:rsid w:val="003716D2"/>
    <w:rsid w:val="003725B9"/>
    <w:rsid w:val="00373234"/>
    <w:rsid w:val="003733FB"/>
    <w:rsid w:val="00373C99"/>
    <w:rsid w:val="00373D46"/>
    <w:rsid w:val="003754FD"/>
    <w:rsid w:val="003756C0"/>
    <w:rsid w:val="003758DE"/>
    <w:rsid w:val="00375FF7"/>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BE3"/>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61F5"/>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4A83"/>
    <w:rsid w:val="004558C7"/>
    <w:rsid w:val="00455984"/>
    <w:rsid w:val="00455D96"/>
    <w:rsid w:val="00456095"/>
    <w:rsid w:val="00456658"/>
    <w:rsid w:val="00456E74"/>
    <w:rsid w:val="00460396"/>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517"/>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C1E"/>
    <w:rsid w:val="00492D01"/>
    <w:rsid w:val="0049302D"/>
    <w:rsid w:val="004942D9"/>
    <w:rsid w:val="004943BF"/>
    <w:rsid w:val="00494655"/>
    <w:rsid w:val="00494BF8"/>
    <w:rsid w:val="004962FD"/>
    <w:rsid w:val="00496339"/>
    <w:rsid w:val="004963D1"/>
    <w:rsid w:val="00496500"/>
    <w:rsid w:val="004966A6"/>
    <w:rsid w:val="00497048"/>
    <w:rsid w:val="00497D46"/>
    <w:rsid w:val="004A0671"/>
    <w:rsid w:val="004A0739"/>
    <w:rsid w:val="004A10FD"/>
    <w:rsid w:val="004A2442"/>
    <w:rsid w:val="004A27C0"/>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23F"/>
    <w:rsid w:val="004C2F52"/>
    <w:rsid w:val="004C48F7"/>
    <w:rsid w:val="004C4BCE"/>
    <w:rsid w:val="004C4D8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63F"/>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743"/>
    <w:rsid w:val="00503D54"/>
    <w:rsid w:val="0050432C"/>
    <w:rsid w:val="00504D78"/>
    <w:rsid w:val="00505AD3"/>
    <w:rsid w:val="005064B2"/>
    <w:rsid w:val="00506E0A"/>
    <w:rsid w:val="005072E6"/>
    <w:rsid w:val="005076B0"/>
    <w:rsid w:val="00510500"/>
    <w:rsid w:val="00510569"/>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0F8"/>
    <w:rsid w:val="0053529C"/>
    <w:rsid w:val="00535716"/>
    <w:rsid w:val="0053636E"/>
    <w:rsid w:val="005364E3"/>
    <w:rsid w:val="00536677"/>
    <w:rsid w:val="0053682B"/>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4C0D"/>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903"/>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4F32"/>
    <w:rsid w:val="005B56B0"/>
    <w:rsid w:val="005B5D45"/>
    <w:rsid w:val="005B5EB5"/>
    <w:rsid w:val="005B6877"/>
    <w:rsid w:val="005B6F87"/>
    <w:rsid w:val="005B7652"/>
    <w:rsid w:val="005B7748"/>
    <w:rsid w:val="005C01D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C3C"/>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3A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046C"/>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4511"/>
    <w:rsid w:val="006B54B0"/>
    <w:rsid w:val="006B600D"/>
    <w:rsid w:val="006B681C"/>
    <w:rsid w:val="006B6C01"/>
    <w:rsid w:val="006C075A"/>
    <w:rsid w:val="006C0D00"/>
    <w:rsid w:val="006C16B1"/>
    <w:rsid w:val="006C1B7A"/>
    <w:rsid w:val="006C21B6"/>
    <w:rsid w:val="006C254F"/>
    <w:rsid w:val="006C3686"/>
    <w:rsid w:val="006C3994"/>
    <w:rsid w:val="006C3D72"/>
    <w:rsid w:val="006C4108"/>
    <w:rsid w:val="006C467A"/>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F0C"/>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3FC2"/>
    <w:rsid w:val="006F41D0"/>
    <w:rsid w:val="006F4DB9"/>
    <w:rsid w:val="006F509F"/>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147"/>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15"/>
    <w:rsid w:val="007345FC"/>
    <w:rsid w:val="00734A19"/>
    <w:rsid w:val="00735319"/>
    <w:rsid w:val="007353C8"/>
    <w:rsid w:val="007356AA"/>
    <w:rsid w:val="007370D2"/>
    <w:rsid w:val="00737281"/>
    <w:rsid w:val="0074028D"/>
    <w:rsid w:val="007406A5"/>
    <w:rsid w:val="00741208"/>
    <w:rsid w:val="00741E79"/>
    <w:rsid w:val="00742CC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1A42"/>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30F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B711C"/>
    <w:rsid w:val="007C11D7"/>
    <w:rsid w:val="007C129B"/>
    <w:rsid w:val="007C13AD"/>
    <w:rsid w:val="007C1426"/>
    <w:rsid w:val="007C15F9"/>
    <w:rsid w:val="007C1CA1"/>
    <w:rsid w:val="007C236E"/>
    <w:rsid w:val="007C2B2E"/>
    <w:rsid w:val="007C2D26"/>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A0F"/>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7FF"/>
    <w:rsid w:val="00806380"/>
    <w:rsid w:val="00806AAD"/>
    <w:rsid w:val="00807C80"/>
    <w:rsid w:val="00807F2D"/>
    <w:rsid w:val="00807FB7"/>
    <w:rsid w:val="00810AF5"/>
    <w:rsid w:val="008120A4"/>
    <w:rsid w:val="00812901"/>
    <w:rsid w:val="00814206"/>
    <w:rsid w:val="00814324"/>
    <w:rsid w:val="008143ED"/>
    <w:rsid w:val="0081509E"/>
    <w:rsid w:val="0081533D"/>
    <w:rsid w:val="00816579"/>
    <w:rsid w:val="008167A0"/>
    <w:rsid w:val="00816B19"/>
    <w:rsid w:val="00817198"/>
    <w:rsid w:val="0081731B"/>
    <w:rsid w:val="00817CEB"/>
    <w:rsid w:val="00820CD1"/>
    <w:rsid w:val="008219D1"/>
    <w:rsid w:val="00821B52"/>
    <w:rsid w:val="00822D2A"/>
    <w:rsid w:val="00823283"/>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6E51"/>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2872"/>
    <w:rsid w:val="00893C11"/>
    <w:rsid w:val="008943E0"/>
    <w:rsid w:val="008947D3"/>
    <w:rsid w:val="00895349"/>
    <w:rsid w:val="0089556E"/>
    <w:rsid w:val="00896BAC"/>
    <w:rsid w:val="008A05C2"/>
    <w:rsid w:val="008A1C32"/>
    <w:rsid w:val="008A224E"/>
    <w:rsid w:val="008A30E7"/>
    <w:rsid w:val="008A3679"/>
    <w:rsid w:val="008A376D"/>
    <w:rsid w:val="008A3B55"/>
    <w:rsid w:val="008A46CA"/>
    <w:rsid w:val="008A4C2F"/>
    <w:rsid w:val="008A56B4"/>
    <w:rsid w:val="008A63F2"/>
    <w:rsid w:val="008A72CA"/>
    <w:rsid w:val="008B1099"/>
    <w:rsid w:val="008B1271"/>
    <w:rsid w:val="008B2582"/>
    <w:rsid w:val="008B3137"/>
    <w:rsid w:val="008B481C"/>
    <w:rsid w:val="008B5029"/>
    <w:rsid w:val="008B55A0"/>
    <w:rsid w:val="008B56B8"/>
    <w:rsid w:val="008B609D"/>
    <w:rsid w:val="008B699B"/>
    <w:rsid w:val="008B7E06"/>
    <w:rsid w:val="008B7E27"/>
    <w:rsid w:val="008C177B"/>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487"/>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29C9"/>
    <w:rsid w:val="008F39CB"/>
    <w:rsid w:val="008F3DEB"/>
    <w:rsid w:val="008F4CBB"/>
    <w:rsid w:val="008F4EC2"/>
    <w:rsid w:val="008F5A8C"/>
    <w:rsid w:val="008F5DDE"/>
    <w:rsid w:val="008F66A3"/>
    <w:rsid w:val="008F6793"/>
    <w:rsid w:val="008F6ECD"/>
    <w:rsid w:val="008F78C9"/>
    <w:rsid w:val="008F7B8D"/>
    <w:rsid w:val="009006D3"/>
    <w:rsid w:val="00900B84"/>
    <w:rsid w:val="009022B2"/>
    <w:rsid w:val="00902EEA"/>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3F10"/>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57A"/>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0F7"/>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365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45EA"/>
    <w:rsid w:val="00975320"/>
    <w:rsid w:val="0097607C"/>
    <w:rsid w:val="0097608A"/>
    <w:rsid w:val="009766A3"/>
    <w:rsid w:val="00980AAB"/>
    <w:rsid w:val="00980F32"/>
    <w:rsid w:val="009819E5"/>
    <w:rsid w:val="009820D0"/>
    <w:rsid w:val="00982104"/>
    <w:rsid w:val="00982155"/>
    <w:rsid w:val="009829B0"/>
    <w:rsid w:val="009829EA"/>
    <w:rsid w:val="00982B30"/>
    <w:rsid w:val="00983198"/>
    <w:rsid w:val="00983461"/>
    <w:rsid w:val="00984590"/>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0D6"/>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143"/>
    <w:rsid w:val="009E226E"/>
    <w:rsid w:val="009E22BB"/>
    <w:rsid w:val="009E2E70"/>
    <w:rsid w:val="009E2FDE"/>
    <w:rsid w:val="009E307F"/>
    <w:rsid w:val="009E310B"/>
    <w:rsid w:val="009E3787"/>
    <w:rsid w:val="009E3C5F"/>
    <w:rsid w:val="009E3F10"/>
    <w:rsid w:val="009E4CE6"/>
    <w:rsid w:val="009E530C"/>
    <w:rsid w:val="009E5CFF"/>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6A5"/>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7FC"/>
    <w:rsid w:val="00A939E2"/>
    <w:rsid w:val="00A93F74"/>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8B"/>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48F7"/>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3634"/>
    <w:rsid w:val="00B744BD"/>
    <w:rsid w:val="00B74ADE"/>
    <w:rsid w:val="00B75048"/>
    <w:rsid w:val="00B759B0"/>
    <w:rsid w:val="00B75FD7"/>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B5D"/>
    <w:rsid w:val="00BB3FF2"/>
    <w:rsid w:val="00BB4616"/>
    <w:rsid w:val="00BB524E"/>
    <w:rsid w:val="00BB538F"/>
    <w:rsid w:val="00BB547C"/>
    <w:rsid w:val="00BB5CAF"/>
    <w:rsid w:val="00BB683A"/>
    <w:rsid w:val="00BB6B36"/>
    <w:rsid w:val="00BB6C25"/>
    <w:rsid w:val="00BB6F55"/>
    <w:rsid w:val="00BB7DEA"/>
    <w:rsid w:val="00BB7F9D"/>
    <w:rsid w:val="00BC0997"/>
    <w:rsid w:val="00BC0A00"/>
    <w:rsid w:val="00BC0CB4"/>
    <w:rsid w:val="00BC1BF2"/>
    <w:rsid w:val="00BC3260"/>
    <w:rsid w:val="00BC3558"/>
    <w:rsid w:val="00BC44C3"/>
    <w:rsid w:val="00BC4CB0"/>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8D5"/>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11E"/>
    <w:rsid w:val="00BF3480"/>
    <w:rsid w:val="00BF3E7A"/>
    <w:rsid w:val="00BF4DB0"/>
    <w:rsid w:val="00BF4DC1"/>
    <w:rsid w:val="00BF4F34"/>
    <w:rsid w:val="00BF557D"/>
    <w:rsid w:val="00BF623F"/>
    <w:rsid w:val="00BF6A10"/>
    <w:rsid w:val="00BF749A"/>
    <w:rsid w:val="00BF7876"/>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234"/>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323"/>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689A"/>
    <w:rsid w:val="00C76E6E"/>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4FFE"/>
    <w:rsid w:val="00C9548F"/>
    <w:rsid w:val="00C9598D"/>
    <w:rsid w:val="00C96342"/>
    <w:rsid w:val="00C96814"/>
    <w:rsid w:val="00CA017B"/>
    <w:rsid w:val="00CA0AED"/>
    <w:rsid w:val="00CA1141"/>
    <w:rsid w:val="00CA135B"/>
    <w:rsid w:val="00CA1D26"/>
    <w:rsid w:val="00CA2902"/>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4F4"/>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942"/>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A9F"/>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C8C"/>
    <w:rsid w:val="00D31F0D"/>
    <w:rsid w:val="00D32183"/>
    <w:rsid w:val="00D3397C"/>
    <w:rsid w:val="00D34442"/>
    <w:rsid w:val="00D344B0"/>
    <w:rsid w:val="00D34BA1"/>
    <w:rsid w:val="00D36B7C"/>
    <w:rsid w:val="00D37F39"/>
    <w:rsid w:val="00D403AF"/>
    <w:rsid w:val="00D4130B"/>
    <w:rsid w:val="00D41452"/>
    <w:rsid w:val="00D416ED"/>
    <w:rsid w:val="00D423D7"/>
    <w:rsid w:val="00D42A16"/>
    <w:rsid w:val="00D435F7"/>
    <w:rsid w:val="00D437E4"/>
    <w:rsid w:val="00D43D47"/>
    <w:rsid w:val="00D440F6"/>
    <w:rsid w:val="00D446B6"/>
    <w:rsid w:val="00D44894"/>
    <w:rsid w:val="00D44A44"/>
    <w:rsid w:val="00D45A2E"/>
    <w:rsid w:val="00D464DE"/>
    <w:rsid w:val="00D46D28"/>
    <w:rsid w:val="00D47258"/>
    <w:rsid w:val="00D47748"/>
    <w:rsid w:val="00D47992"/>
    <w:rsid w:val="00D5092C"/>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A9"/>
    <w:rsid w:val="00D60CF8"/>
    <w:rsid w:val="00D61227"/>
    <w:rsid w:val="00D614DE"/>
    <w:rsid w:val="00D61ABB"/>
    <w:rsid w:val="00D622A7"/>
    <w:rsid w:val="00D6247E"/>
    <w:rsid w:val="00D63503"/>
    <w:rsid w:val="00D637AE"/>
    <w:rsid w:val="00D6467A"/>
    <w:rsid w:val="00D64732"/>
    <w:rsid w:val="00D64850"/>
    <w:rsid w:val="00D64B93"/>
    <w:rsid w:val="00D65C5A"/>
    <w:rsid w:val="00D66A40"/>
    <w:rsid w:val="00D66B27"/>
    <w:rsid w:val="00D66C5D"/>
    <w:rsid w:val="00D66D67"/>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2427"/>
    <w:rsid w:val="00D8405C"/>
    <w:rsid w:val="00D84EE5"/>
    <w:rsid w:val="00D8510B"/>
    <w:rsid w:val="00D85133"/>
    <w:rsid w:val="00D8534E"/>
    <w:rsid w:val="00D855CF"/>
    <w:rsid w:val="00D8691D"/>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510"/>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07524"/>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05"/>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4F15"/>
    <w:rsid w:val="00E45669"/>
    <w:rsid w:val="00E4585F"/>
    <w:rsid w:val="00E465D8"/>
    <w:rsid w:val="00E469EE"/>
    <w:rsid w:val="00E46F0E"/>
    <w:rsid w:val="00E4711F"/>
    <w:rsid w:val="00E47EF7"/>
    <w:rsid w:val="00E51486"/>
    <w:rsid w:val="00E51EF7"/>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88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302"/>
    <w:rsid w:val="00E86880"/>
    <w:rsid w:val="00E86A5E"/>
    <w:rsid w:val="00E86ECC"/>
    <w:rsid w:val="00E86FAE"/>
    <w:rsid w:val="00E90568"/>
    <w:rsid w:val="00E91245"/>
    <w:rsid w:val="00E9154F"/>
    <w:rsid w:val="00E91BDB"/>
    <w:rsid w:val="00E91E03"/>
    <w:rsid w:val="00E92CC1"/>
    <w:rsid w:val="00E930E0"/>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912"/>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0A4"/>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225"/>
    <w:rsid w:val="00F0494E"/>
    <w:rsid w:val="00F05327"/>
    <w:rsid w:val="00F05F50"/>
    <w:rsid w:val="00F063BE"/>
    <w:rsid w:val="00F0678E"/>
    <w:rsid w:val="00F0716F"/>
    <w:rsid w:val="00F073CA"/>
    <w:rsid w:val="00F103EC"/>
    <w:rsid w:val="00F104D2"/>
    <w:rsid w:val="00F104FE"/>
    <w:rsid w:val="00F10DB9"/>
    <w:rsid w:val="00F10F62"/>
    <w:rsid w:val="00F118B2"/>
    <w:rsid w:val="00F137BF"/>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374"/>
    <w:rsid w:val="00F24D68"/>
    <w:rsid w:val="00F254D6"/>
    <w:rsid w:val="00F255E0"/>
    <w:rsid w:val="00F255FC"/>
    <w:rsid w:val="00F25C73"/>
    <w:rsid w:val="00F26068"/>
    <w:rsid w:val="00F26F2E"/>
    <w:rsid w:val="00F27C85"/>
    <w:rsid w:val="00F27CEB"/>
    <w:rsid w:val="00F306D1"/>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287"/>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176"/>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21CE"/>
    <w:rsid w:val="00FB3195"/>
    <w:rsid w:val="00FB340F"/>
    <w:rsid w:val="00FB345A"/>
    <w:rsid w:val="00FB3F04"/>
    <w:rsid w:val="00FB3FA8"/>
    <w:rsid w:val="00FB3FDF"/>
    <w:rsid w:val="00FB40C3"/>
    <w:rsid w:val="00FB42BC"/>
    <w:rsid w:val="00FB4666"/>
    <w:rsid w:val="00FB4C8A"/>
    <w:rsid w:val="00FB4EE5"/>
    <w:rsid w:val="00FB63BA"/>
    <w:rsid w:val="00FB7DD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6DCB"/>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6DC"/>
    <w:rsid w:val="00FF175C"/>
    <w:rsid w:val="00FF18F7"/>
    <w:rsid w:val="00FF1BE1"/>
    <w:rsid w:val="00FF2757"/>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BF6A10"/>
    <w:pPr>
      <w:widowControl w:val="0"/>
      <w:numPr>
        <w:numId w:val="19"/>
      </w:numPr>
      <w:spacing w:after="240"/>
      <w:ind w:left="0"/>
      <w:jc w:val="left"/>
      <w:outlineLvl w:val="0"/>
    </w:pPr>
    <w:rPr>
      <w:rFonts w:ascii="Nudista" w:eastAsiaTheme="majorEastAsia" w:hAnsi="Nudista" w:cstheme="majorBidi"/>
      <w:b/>
      <w:sz w:val="28"/>
      <w:szCs w:val="28"/>
      <w:u w:val="single"/>
    </w:rPr>
  </w:style>
  <w:style w:type="paragraph" w:styleId="Nadpis2">
    <w:name w:val="heading 2"/>
    <w:basedOn w:val="Podtitul"/>
    <w:next w:val="Normlny"/>
    <w:link w:val="Nadpis2Char"/>
    <w:autoRedefine/>
    <w:uiPriority w:val="9"/>
    <w:unhideWhenUsed/>
    <w:qFormat/>
    <w:rsid w:val="0092757A"/>
    <w:pPr>
      <w:widowControl w:val="0"/>
      <w:numPr>
        <w:numId w:val="19"/>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96365D"/>
    <w:pPr>
      <w:widowControl w:val="0"/>
      <w:numPr>
        <w:ilvl w:val="2"/>
        <w:numId w:val="19"/>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7D3A0F"/>
    <w:pPr>
      <w:widowControl w:val="0"/>
      <w:numPr>
        <w:ilvl w:val="3"/>
        <w:numId w:val="19"/>
      </w:numPr>
      <w:spacing w:after="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4C223F"/>
    <w:pPr>
      <w:widowControl w:val="0"/>
      <w:numPr>
        <w:ilvl w:val="4"/>
        <w:numId w:val="19"/>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8E1487"/>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AB6B8B"/>
    <w:pPr>
      <w:widowControl w:val="0"/>
      <w:numPr>
        <w:ilvl w:val="6"/>
        <w:numId w:val="19"/>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F6A10"/>
    <w:rPr>
      <w:rFonts w:ascii="Nudista" w:eastAsiaTheme="majorEastAsia" w:hAnsi="Nudist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92757A"/>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96365D"/>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7D3A0F"/>
    <w:rPr>
      <w:rFonts w:ascii="Cambria" w:hAnsi="Cambria" w:cs="Arial"/>
      <w:sz w:val="20"/>
      <w:szCs w:val="20"/>
      <w:lang w:val="sk-SK"/>
    </w:rPr>
  </w:style>
  <w:style w:type="character" w:customStyle="1" w:styleId="Nadpis5Char">
    <w:name w:val="Nadpis 5 Char"/>
    <w:basedOn w:val="Predvolenpsmoodseku"/>
    <w:link w:val="Nadpis5"/>
    <w:uiPriority w:val="9"/>
    <w:rsid w:val="004C223F"/>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8E1487"/>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AB6B8B"/>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9A10D6"/>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numbering" w:customStyle="1" w:styleId="Importovantl2">
    <w:name w:val="Importovaný štýl 2"/>
    <w:rsid w:val="00BB6C2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22946623">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72826794">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5401406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27934815">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Vladimir.Hlivak@vucke.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4.xml><?xml version="1.0" encoding="utf-8"?>
<ds:datastoreItem xmlns:ds="http://schemas.openxmlformats.org/officeDocument/2006/customXml" ds:itemID="{B7E7B498-B6BA-4662-85CC-64708D94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TotalTime>
  <Pages>28</Pages>
  <Words>12588</Words>
  <Characters>71753</Characters>
  <Application>Microsoft Office Word</Application>
  <DocSecurity>4</DocSecurity>
  <Lines>597</Lines>
  <Paragraphs>168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Marta Kresáková</cp:lastModifiedBy>
  <cp:revision>2</cp:revision>
  <cp:lastPrinted>2019-10-03T08:30:00Z</cp:lastPrinted>
  <dcterms:created xsi:type="dcterms:W3CDTF">2022-10-03T13:24:00Z</dcterms:created>
  <dcterms:modified xsi:type="dcterms:W3CDTF">2022-10-03T13:24:00Z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